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08" w:rsidRPr="009239C7" w:rsidRDefault="00D77908" w:rsidP="009239C7">
      <w:pPr>
        <w:pStyle w:val="Style11"/>
        <w:widowControl/>
        <w:spacing w:line="266" w:lineRule="exact"/>
        <w:ind w:right="770"/>
        <w:jc w:val="center"/>
        <w:rPr>
          <w:rStyle w:val="FontStyle22"/>
          <w:rFonts w:ascii="Liberation Serif" w:hAnsi="Liberation Serif" w:cs="Liberation Serif"/>
        </w:rPr>
      </w:pPr>
      <w:bookmarkStart w:id="0" w:name="_GoBack"/>
      <w:bookmarkEnd w:id="0"/>
      <w:r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                   </w:t>
      </w:r>
      <w:r w:rsidRPr="009239C7">
        <w:rPr>
          <w:rStyle w:val="FontStyle22"/>
          <w:rFonts w:ascii="Liberation Serif" w:hAnsi="Liberation Serif" w:cs="Liberation Serif"/>
        </w:rPr>
        <w:t>П</w:t>
      </w:r>
      <w:r>
        <w:rPr>
          <w:rStyle w:val="FontStyle22"/>
          <w:rFonts w:ascii="Liberation Serif" w:hAnsi="Liberation Serif" w:cs="Liberation Serif"/>
        </w:rPr>
        <w:t>риложение</w:t>
      </w:r>
      <w:r w:rsidRPr="009239C7">
        <w:rPr>
          <w:rStyle w:val="FontStyle22"/>
          <w:rFonts w:ascii="Liberation Serif" w:hAnsi="Liberation Serif" w:cs="Liberation Serif"/>
        </w:rPr>
        <w:t xml:space="preserve"> к приказу </w:t>
      </w:r>
    </w:p>
    <w:p w:rsidR="00D77908" w:rsidRPr="009239C7" w:rsidRDefault="00D77908" w:rsidP="003D7C82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9239C7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D77908" w:rsidRPr="009239C7" w:rsidRDefault="00D77908" w:rsidP="003D7C82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Liberation Serif" w:hAnsi="Liberation Serif" w:cs="Liberation Serif"/>
        </w:rPr>
      </w:pPr>
      <w:r w:rsidRPr="009239C7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 xml:space="preserve">                                          от 14.09.2020 № 191</w:t>
      </w:r>
    </w:p>
    <w:p w:rsidR="00D77908" w:rsidRPr="009239C7" w:rsidRDefault="00D77908" w:rsidP="00781B09">
      <w:pPr>
        <w:autoSpaceDE w:val="0"/>
        <w:autoSpaceDN w:val="0"/>
        <w:spacing w:after="0" w:line="240" w:lineRule="auto"/>
        <w:jc w:val="right"/>
        <w:rPr>
          <w:rFonts w:ascii="Liberation Serif" w:hAnsi="Liberation Serif" w:cs="Liberation Serif"/>
          <w:sz w:val="26"/>
          <w:szCs w:val="26"/>
        </w:rPr>
      </w:pPr>
    </w:p>
    <w:p w:rsidR="00D77908" w:rsidRPr="009239C7" w:rsidRDefault="00D77908" w:rsidP="009A1908">
      <w:pPr>
        <w:autoSpaceDE w:val="0"/>
        <w:autoSpaceDN w:val="0"/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Всероссийская олимпиада по немецкому языку</w:t>
      </w:r>
    </w:p>
    <w:p w:rsidR="00D77908" w:rsidRPr="009239C7" w:rsidRDefault="00D77908" w:rsidP="009A1908">
      <w:pPr>
        <w:autoSpaceDE w:val="0"/>
        <w:autoSpaceDN w:val="0"/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Школьный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</w:t>
      </w:r>
    </w:p>
    <w:p w:rsidR="00D77908" w:rsidRPr="009239C7" w:rsidRDefault="00D77908" w:rsidP="009A1908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  <w:t>2020-2021</w:t>
      </w:r>
      <w:r w:rsidRPr="009239C7">
        <w:rPr>
          <w:rFonts w:ascii="Liberation Serif" w:hAnsi="Liberation Serif" w:cs="Liberation Serif"/>
          <w:color w:val="000000"/>
          <w:sz w:val="26"/>
          <w:szCs w:val="26"/>
        </w:rPr>
        <w:t xml:space="preserve"> учебный год</w:t>
      </w:r>
    </w:p>
    <w:p w:rsidR="00D77908" w:rsidRPr="009239C7" w:rsidRDefault="00D77908" w:rsidP="009A1908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77908" w:rsidRPr="009239C7" w:rsidRDefault="00D77908" w:rsidP="009A1908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ТРЕБОВАНИЯ К ОРГАНИЗАЦИИ И ПРОВЕДЕНИЮ </w:t>
      </w:r>
      <w:r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 ЭТАПА ОЛИМПИАДЫ ПО НЕМЕЦКОМУ ЯЗЫКУ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77908" w:rsidRPr="009239C7" w:rsidRDefault="00D77908" w:rsidP="009239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 xml:space="preserve">Школьный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>уровень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Всероссийской олимпиады – это целенаправленное, одинаковое для всех испытуемых тестирование, позволяющее: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- объективно установить степень соответствия лингвистической (языковой) и коммуникативной (речевой, дискурсивной) компетенции конкурсантов по выбранному уровню сложности;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- создать условия для активизации их творческих способностей, лингвистического мышления, логики, языковой догадки;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отобрать не только хорошо подготовленных, но и творчески одаренных учащихся для участия в конкурсе на </w:t>
      </w:r>
      <w:r>
        <w:rPr>
          <w:rFonts w:ascii="Liberation Serif" w:hAnsi="Liberation Serif" w:cs="Liberation Serif"/>
          <w:sz w:val="26"/>
          <w:szCs w:val="26"/>
        </w:rPr>
        <w:t>муниципальном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этапе олимпиады.</w:t>
      </w:r>
    </w:p>
    <w:p w:rsidR="00D77908" w:rsidRPr="00F75DB0" w:rsidRDefault="00D77908" w:rsidP="00F75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F75DB0">
        <w:rPr>
          <w:rFonts w:ascii="Liberation Serif" w:hAnsi="Liberation Serif" w:cs="Liberation Serif"/>
          <w:sz w:val="26"/>
          <w:szCs w:val="26"/>
        </w:rPr>
        <w:t xml:space="preserve">Результаты олимпиады рассматриваются как уровневый контроль, то есть показатель обученности и, следовательно, эффективности обучения. 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D77908" w:rsidRPr="009239C7" w:rsidRDefault="00D77908" w:rsidP="000064B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График проведения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 этапа олимпиады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>
        <w:rPr>
          <w:rFonts w:ascii="Liberation Serif" w:eastAsia="Times New Roman,Bold" w:hAnsi="Liberation Serif" w:cs="Liberation Serif"/>
          <w:sz w:val="26"/>
          <w:szCs w:val="26"/>
        </w:rPr>
        <w:t>школьный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 этап олимпиады рекомендуется проводить в течение двух дней. 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b/>
          <w:bCs/>
          <w:i/>
          <w:i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i/>
          <w:iCs/>
          <w:sz w:val="26"/>
          <w:szCs w:val="26"/>
        </w:rPr>
        <w:t xml:space="preserve">Первый день: 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- регистрация участников муниципального этапа олимпиады (30 минут – 1 час); 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- проведение письменного (3, 5) тура;</w:t>
      </w:r>
    </w:p>
    <w:p w:rsidR="00D77908" w:rsidRPr="009239C7" w:rsidRDefault="00D77908" w:rsidP="007E5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- во время письменного тура или непосредственно перед устным туром - проведение установочного заседания членов Жюри;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- обед (30 минут);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- проведение устного тура олимпиады (может занимать несколько часов, в зависимости от количества участников) и параллельно проверка работ письменного тура (может занимать несколько часов, в зависимости от количества участников). 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Во второй половине дня рекомендуется создать две комиссии со следующим распределением задач: первая комиссия проверяет задания письменного тура, другая в это время проводит «Конкурс устной речи».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b/>
          <w:bCs/>
          <w:i/>
          <w:i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i/>
          <w:iCs/>
          <w:sz w:val="26"/>
          <w:szCs w:val="26"/>
        </w:rPr>
        <w:t xml:space="preserve">Второй день: 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- проведение показа работ желающим участникам, разбор заданий, апелляции и их рассмотрение(2 часа);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- подведение итогов муниципального этапа олимпиады;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- формирование </w:t>
      </w:r>
      <w:r w:rsidRPr="009239C7">
        <w:rPr>
          <w:rFonts w:ascii="Liberation Serif" w:hAnsi="Liberation Serif" w:cs="Liberation Serif"/>
          <w:sz w:val="26"/>
          <w:szCs w:val="26"/>
        </w:rPr>
        <w:t>аналитической справки о проведении муниципального этапа и о результатах выполнения олимпиадных заданий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>.</w:t>
      </w:r>
    </w:p>
    <w:p w:rsidR="00D77908" w:rsidRPr="009239C7" w:rsidRDefault="00D77908" w:rsidP="00B826B9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</w:p>
    <w:p w:rsidR="00D77908" w:rsidRPr="009239C7" w:rsidRDefault="00D77908" w:rsidP="0073399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Рекомендации по организации работы Жюри и Оргкомитета </w:t>
      </w:r>
    </w:p>
    <w:p w:rsidR="00D77908" w:rsidRPr="009239C7" w:rsidRDefault="00D77908" w:rsidP="0073399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Состав и функции Оргкомитета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Оргкомитет обеспечивает организацию и проведение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этапа олимпиады в соответствии с утверждёнными требованиями к проведению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о этапа олимпиады по немецкому языку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Состав Оргкомитета</w:t>
      </w:r>
      <w:r w:rsidRPr="009239C7">
        <w:rPr>
          <w:rFonts w:ascii="Liberation Serif" w:hAnsi="Liberation Serif" w:cs="Liberation Serif"/>
          <w:i/>
          <w:iCs/>
          <w:sz w:val="26"/>
          <w:szCs w:val="26"/>
        </w:rPr>
        <w:t>.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В Оргкомитет входят представители администрации образовательного учреждения, на базе которого проходит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 олимпиады. 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Функции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Оргкомитета: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своевременный отбор помещений и организация в этих помещениях работ по формированию требований к рабочим местам и их оборудованию для проведения олимпиады, комфортных для пребывания в них участников в соответствии с санитарными нормами и требованиями техники безопасности; 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техническое оснащение и обеспечение поддержки функционирования технических средств и помещений для работы Жюри в соответствии с Требованиями к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этапу по немецкому языку;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инструктирование участников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этапа олимпиады и сопровождающих их лиц по всем организационным вопросам;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-осуществление кодирования (шифрования) олимпиадных работ участников; 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- обеспечение тиражирования заданий для участников;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- обеспечение документального сопровождения мероприятия (протоколы) совместно с Жюри;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рассмотрение конфликтных ситуаций, возникших при проведении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этапа олимпиады; </w:t>
      </w:r>
    </w:p>
    <w:p w:rsidR="00D77908" w:rsidRPr="009239C7" w:rsidRDefault="00D77908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- организация очного рассмотрения апелляций участников (желательно с использованием аудио- или видеофиксации);</w:t>
      </w:r>
    </w:p>
    <w:p w:rsidR="00D77908" w:rsidRPr="009239C7" w:rsidRDefault="00D77908" w:rsidP="0006613A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Организация кодирования и декодирования работ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. Один из членов Оргкомитета  является ответственным за шифрование работ. Участники олимпиады заполняют кодировочные листы, которые собираются членом Оргкомитета и убираются в сейф до конца проверки. </w:t>
      </w:r>
    </w:p>
    <w:p w:rsidR="00D77908" w:rsidRPr="009239C7" w:rsidRDefault="00D77908" w:rsidP="009239C7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С целью обеспечения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>конфиденциальности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работа по шифрованию и процедура внесения баллов в компьютер организованы так, чтобы информация о рейтинге каждого участника олимпиады была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>недоступна членам Жюри</w:t>
      </w:r>
      <w:r w:rsidRPr="009239C7">
        <w:rPr>
          <w:rFonts w:ascii="Liberation Serif" w:hAnsi="Liberation Serif" w:cs="Liberation Serif"/>
          <w:sz w:val="26"/>
          <w:szCs w:val="26"/>
        </w:rPr>
        <w:t>.</w:t>
      </w:r>
    </w:p>
    <w:p w:rsidR="00D77908" w:rsidRPr="009239C7" w:rsidRDefault="00D77908" w:rsidP="00733994">
      <w:pPr>
        <w:pStyle w:val="Default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77908" w:rsidRPr="009239C7" w:rsidRDefault="00D77908" w:rsidP="000064B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Состав и функции Жюри</w:t>
      </w:r>
    </w:p>
    <w:p w:rsidR="00D77908" w:rsidRPr="009239C7" w:rsidRDefault="00D77908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Состав жюри </w:t>
      </w:r>
      <w:r>
        <w:rPr>
          <w:rFonts w:ascii="Liberation Serif" w:hAnsi="Liberation Serif" w:cs="Liberation Serif"/>
          <w:sz w:val="28"/>
          <w:szCs w:val="28"/>
        </w:rPr>
        <w:t xml:space="preserve">школьного 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этапа олимпиады формируется из числа педагогических работников. Председателем жюри может быть избран руководитель </w:t>
      </w:r>
      <w:r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методического объединения учителей </w:t>
      </w:r>
      <w:r>
        <w:rPr>
          <w:rFonts w:ascii="Liberation Serif" w:hAnsi="Liberation Serif" w:cs="Liberation Serif"/>
          <w:sz w:val="26"/>
          <w:szCs w:val="26"/>
        </w:rPr>
        <w:t>иностранного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языка.</w:t>
      </w:r>
    </w:p>
    <w:p w:rsidR="00D77908" w:rsidRPr="009239C7" w:rsidRDefault="00D77908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Основные требования, которые предъявляются к отбору членов Жюри, – это: </w:t>
      </w:r>
    </w:p>
    <w:p w:rsidR="00D77908" w:rsidRPr="009239C7" w:rsidRDefault="00D77908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>компетентность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; </w:t>
      </w:r>
    </w:p>
    <w:p w:rsidR="00D77908" w:rsidRPr="009239C7" w:rsidRDefault="00D77908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>объективность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, которая определяется профессиональным владением системой оценивания, соблюдением организационных норм профессиональной этики члена жюри, обеспечивающих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все конфиденциальные процедуры работы жюри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; </w:t>
      </w:r>
    </w:p>
    <w:p w:rsidR="00D77908" w:rsidRPr="009239C7" w:rsidRDefault="00D77908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отсутствие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конфликта интересов 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членов жюри и участников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этапа олимпиады, которая состоит в том, что член жюри не является учителем/тренером конкретного участника/участников </w:t>
      </w:r>
      <w:r>
        <w:rPr>
          <w:rFonts w:ascii="Liberation Serif" w:hAnsi="Liberation Serif" w:cs="Liberation Serif"/>
          <w:sz w:val="28"/>
          <w:szCs w:val="28"/>
        </w:rPr>
        <w:t>школьного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этапа. В случае нарушения членом жюри условий конфиденциальности в работе и исполнения правил отсутствия конфликта интересов Организатор </w:t>
      </w:r>
      <w:r>
        <w:rPr>
          <w:rFonts w:ascii="Liberation Serif" w:hAnsi="Liberation Serif" w:cs="Liberation Serif"/>
          <w:sz w:val="28"/>
          <w:szCs w:val="28"/>
        </w:rPr>
        <w:t>школьног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о этапа его дисквалифицирует, а результаты его проверки аннулируются из подсчета баллов и проверенные им работы заново проверяются другим членом жюри. </w:t>
      </w:r>
    </w:p>
    <w:p w:rsidR="00D77908" w:rsidRPr="009239C7" w:rsidRDefault="00D77908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нормативная грамотность 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- знание и соблюдение нормативных документов олимпиады и функций Жюри; </w:t>
      </w:r>
    </w:p>
    <w:p w:rsidR="00D77908" w:rsidRPr="009239C7" w:rsidRDefault="00D77908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научно-педагогическая квалификация 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– умение работать с обучающимися, проводить устные и письменные квалификационные оценочные и апелляционные процедуры, иметь опыт методического разбора олимпиадных задач, знать научно-методические материалы и учебные пособия по олимпиадной тематике, курсах повышения квалификации, стажировках по работе с одаренными школьниками. </w:t>
      </w:r>
    </w:p>
    <w:p w:rsidR="00D77908" w:rsidRPr="009239C7" w:rsidRDefault="00D77908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Функции Жюри определяются его главной задачей, которая состоит в обеспечении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>объективной проверки олимпиадных заданий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, выполненных участниками олимпиады и 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подведения итогов </w:t>
      </w:r>
      <w:r w:rsidRPr="009239C7">
        <w:rPr>
          <w:rFonts w:ascii="Liberation Serif" w:hAnsi="Liberation Serif" w:cs="Liberation Serif"/>
          <w:sz w:val="26"/>
          <w:szCs w:val="26"/>
        </w:rPr>
        <w:t>школьного этапа олимпиады в полном соответствии с установленными Порядком правилами.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Жюри в своем составе включает Председателя, заместителя, секретаря и рабочих членов жюри.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Функции Председателя и заместителя Председателя Жюри</w:t>
      </w: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: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обеспечить координацию и контроль за выполнением работы членов жюри;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обеспечить координацию работы с Оргкомитетом по предоставлению каждому участнику пакета заданий за тот класс (классы), который выбран им при регистрации,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организовать работу жюри и принятие решений в форме заседаний Жюри;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организовать показ работ желающим участникам и, если необходимо, консультации участников по разбору задач с участием членов жюри по каждому олимпиадному заданию;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обеспечить проведение апелляции;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обеспечить объективность работы Жюри;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оформить протокол заседания по определению победителей и призеров школьного этапа олимпиады;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- сформировать аналитическую справку о проведении школьного этапа и о результатах выполнения олимпиадных заданий, передать его Организатору.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Рекомендуется проводить </w:t>
      </w:r>
      <w:r w:rsidRPr="009239C7">
        <w:rPr>
          <w:rFonts w:ascii="Liberation Serif" w:hAnsi="Liberation Serif" w:cs="Liberation Serif"/>
          <w:i/>
          <w:iCs/>
          <w:sz w:val="26"/>
          <w:szCs w:val="26"/>
        </w:rPr>
        <w:t xml:space="preserve">первое заседание Жюри 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(установочное) до начала состязаний для согласования и итогового утверждения списков участников, системы оценивания заданий (см. Пояснительные записки) и для своевременного доведения информации о требованиях к оформлению работ до участников.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i/>
          <w:iCs/>
          <w:sz w:val="26"/>
          <w:szCs w:val="26"/>
        </w:rPr>
        <w:t xml:space="preserve">Второе заседание </w:t>
      </w:r>
      <w:r w:rsidRPr="009239C7">
        <w:rPr>
          <w:rFonts w:ascii="Liberation Serif" w:hAnsi="Liberation Serif" w:cs="Liberation Serif"/>
          <w:sz w:val="26"/>
          <w:szCs w:val="26"/>
        </w:rPr>
        <w:t>(итоговое) Жюри проводится по итогам проверки работ по всем состязаниям после апелляции.</w:t>
      </w:r>
    </w:p>
    <w:p w:rsidR="00D77908" w:rsidRPr="009239C7" w:rsidRDefault="00D77908" w:rsidP="009239C7">
      <w:pPr>
        <w:pStyle w:val="Default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Рекомендации по выполнению функций Жюри 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Рекомендуется обеспечить в работе Жюри выполнение следующих </w:t>
      </w:r>
      <w:r w:rsidRPr="009239C7">
        <w:rPr>
          <w:rFonts w:ascii="Liberation Serif" w:hAnsi="Liberation Serif" w:cs="Liberation Serif"/>
          <w:i/>
          <w:iCs/>
          <w:sz w:val="26"/>
          <w:szCs w:val="26"/>
        </w:rPr>
        <w:t>регламентов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: </w:t>
      </w:r>
    </w:p>
    <w:p w:rsidR="00D77908" w:rsidRPr="009239C7" w:rsidRDefault="00D77908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формирует правила поведения участников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на состязании,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обеспечивает информирование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всех участников о правилах, который формируется на основе Требований к проведению школьного этапа по </w:t>
      </w:r>
      <w:r>
        <w:rPr>
          <w:rFonts w:ascii="Liberation Serif" w:hAnsi="Liberation Serif" w:cs="Liberation Serif"/>
          <w:sz w:val="26"/>
          <w:szCs w:val="26"/>
        </w:rPr>
        <w:t>немецкому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языку. </w:t>
      </w:r>
    </w:p>
    <w:p w:rsidR="00D77908" w:rsidRPr="009239C7" w:rsidRDefault="00D77908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осуществляет проверку олимпиадных заданий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в соответствии с разработанной системой оценивания. </w:t>
      </w:r>
    </w:p>
    <w:p w:rsidR="00D77908" w:rsidRPr="009239C7" w:rsidRDefault="00D77908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проверяет совместно с Оргкомитетом готовность кабинетов и рабочих мест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в соответствии с требования обеспеченности и равных условий для участников. </w:t>
      </w:r>
    </w:p>
    <w:p w:rsidR="00D77908" w:rsidRPr="009239C7" w:rsidRDefault="00D77908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обеспечивает конфиденциальность своей работы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, не допускает обсуждение информации о материалах работы с кем-либо, кроме членов Жюри, обеспечивает отсутствие взаимодействия с участниками и сопровождающими лицами в период состязаний и проведения заседаний Жюри. </w:t>
      </w:r>
    </w:p>
    <w:p w:rsidR="00D77908" w:rsidRPr="009239C7" w:rsidRDefault="00D77908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осуществляет контроль за условиями работы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участников во время туров, отвечает на вопросы участников по содержанию олимпиадных заданий в соответствии с установленным Жюри регламентом на основе требований к проведению школьного этапа. </w:t>
      </w:r>
    </w:p>
    <w:p w:rsidR="00D77908" w:rsidRPr="009239C7" w:rsidRDefault="00D77908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обеспечивает ведение базы результатов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, составляет рейтинговые таблицы по результатам выполнения заданий и определяет итоговый рейтинг участников муниципального этапа олимпиады по классам. </w:t>
      </w:r>
    </w:p>
    <w:p w:rsidR="00D77908" w:rsidRPr="009239C7" w:rsidRDefault="00D77908" w:rsidP="009239C7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9239C7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обеспечивает очный показ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участникам школьного о этапа олимпиады выполненных ими работ, при возникновении вопросов проводит с участниками разбор выполнения заданий; объясняет критерии оценивания заданий.</w:t>
      </w:r>
    </w:p>
    <w:p w:rsidR="00D77908" w:rsidRPr="009239C7" w:rsidRDefault="00D77908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</w:p>
    <w:p w:rsidR="00D77908" w:rsidRPr="009239C7" w:rsidRDefault="00D77908" w:rsidP="00B75A1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sz w:val="26"/>
          <w:szCs w:val="26"/>
        </w:rPr>
        <w:t>Порядок показа работ, разбора заданий членами Жюри</w:t>
      </w:r>
    </w:p>
    <w:p w:rsidR="00D77908" w:rsidRPr="009239C7" w:rsidRDefault="00D77908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При показе работ и разборе заданий рекомендуется следовать следующему графику действий: </w:t>
      </w:r>
    </w:p>
    <w:p w:rsidR="00D77908" w:rsidRPr="009239C7" w:rsidRDefault="00D77908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Оценка работ. </w:t>
      </w:r>
    </w:p>
    <w:p w:rsidR="00D77908" w:rsidRPr="009239C7" w:rsidRDefault="00D77908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Ознакомление участников с результатом проверки. </w:t>
      </w:r>
    </w:p>
    <w:p w:rsidR="00D77908" w:rsidRPr="009239C7" w:rsidRDefault="00D77908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При возникновении вопросов - проведение разбора задач членами Жюри. </w:t>
      </w:r>
    </w:p>
    <w:p w:rsidR="00D77908" w:rsidRPr="009239C7" w:rsidRDefault="00D77908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Прием Жюри заявлений на апелляцию. </w:t>
      </w:r>
    </w:p>
    <w:p w:rsidR="00D77908" w:rsidRPr="009239C7" w:rsidRDefault="00D77908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Проведение заседания Жюри по рассмотрению апелляций участников. </w:t>
      </w:r>
    </w:p>
    <w:p w:rsidR="00D77908" w:rsidRPr="009239C7" w:rsidRDefault="00D77908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Подведение итогов олимпиады с учетом рассмотрения апелляций. </w:t>
      </w:r>
    </w:p>
    <w:p w:rsidR="00D77908" w:rsidRPr="009239C7" w:rsidRDefault="00D77908" w:rsidP="000064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Участники знакомятся с результатами проверки работ </w:t>
      </w:r>
      <w:r w:rsidRPr="009239C7">
        <w:rPr>
          <w:rFonts w:ascii="Liberation Serif" w:hAnsi="Liberation Serif" w:cs="Liberation Serif"/>
          <w:i/>
          <w:iCs/>
          <w:sz w:val="26"/>
          <w:szCs w:val="26"/>
        </w:rPr>
        <w:t>индивидуально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. Жюри обеспечивает ответы на вопросы участников по системе оценивания заданий. Жюри обязано обеспечить право каждого участника на получение ответов на свои вопросы. </w:t>
      </w:r>
    </w:p>
    <w:p w:rsidR="00D77908" w:rsidRPr="009239C7" w:rsidRDefault="00D77908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77908" w:rsidRPr="009239C7" w:rsidRDefault="00D77908" w:rsidP="00B75A1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sz w:val="26"/>
          <w:szCs w:val="26"/>
        </w:rPr>
        <w:t>Порядок показа работ участников.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D77908" w:rsidRPr="009239C7" w:rsidRDefault="00D77908" w:rsidP="00B75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При показе работ необходимо неукоснительно соблюдать общие требования.</w:t>
      </w:r>
    </w:p>
    <w:p w:rsidR="00D77908" w:rsidRPr="009239C7" w:rsidRDefault="00D77908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 Оргкомитет обеспечивает комфортные условия ожидания участников своей очереди получения ответов на вопросы. </w:t>
      </w:r>
    </w:p>
    <w:p w:rsidR="00D77908" w:rsidRPr="009239C7" w:rsidRDefault="00D77908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В процессе проведения разбора олимпиадных заданий участники должны получить всю необходимую информацию по поводу объективности оценки их работ, что должно уменьшить число необоснованных апелляций по результатам проверки решений. </w:t>
      </w:r>
    </w:p>
    <w:p w:rsidR="00D77908" w:rsidRPr="009239C7" w:rsidRDefault="00D77908" w:rsidP="00F75DB0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После разбора работ участникам объявляется время, в течение которого они могут написать заявление на апелляцию, и предоставляются бланки заявления на апелляцию по запросу. </w:t>
      </w:r>
    </w:p>
    <w:p w:rsidR="00D77908" w:rsidRPr="009239C7" w:rsidRDefault="00D77908" w:rsidP="005417AC">
      <w:pPr>
        <w:pStyle w:val="Default"/>
        <w:ind w:left="567"/>
        <w:jc w:val="both"/>
        <w:rPr>
          <w:rFonts w:ascii="Liberation Serif" w:hAnsi="Liberation Serif" w:cs="Liberation Serif"/>
          <w:sz w:val="26"/>
          <w:szCs w:val="26"/>
        </w:rPr>
      </w:pPr>
    </w:p>
    <w:p w:rsidR="00D77908" w:rsidRPr="009239C7" w:rsidRDefault="00D77908" w:rsidP="00B75A14">
      <w:pPr>
        <w:pStyle w:val="Default"/>
        <w:numPr>
          <w:ilvl w:val="1"/>
          <w:numId w:val="6"/>
        </w:numPr>
        <w:ind w:left="567" w:hanging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b/>
          <w:bCs/>
          <w:sz w:val="26"/>
          <w:szCs w:val="26"/>
        </w:rPr>
        <w:t xml:space="preserve">Порядок рассмотрения апелляций членами Жюри </w:t>
      </w:r>
    </w:p>
    <w:p w:rsidR="00D77908" w:rsidRPr="009239C7" w:rsidRDefault="00D77908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В целях обеспечения права на объективное оценивание результатов выполнения олимпиадных заданий участники школьного этапа вправе подать в письменной форме апелляцию о несогласии с выставленными Жюри баллами. </w:t>
      </w:r>
    </w:p>
    <w:p w:rsidR="00D77908" w:rsidRPr="009239C7" w:rsidRDefault="00D77908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Апелляция подается в Жюри на имя Председателя жюри. Бланк для заявления на апелляцию должен быть предоставлен участникам со стороны Оргкомитета.</w:t>
      </w:r>
    </w:p>
    <w:p w:rsidR="00D77908" w:rsidRPr="009239C7" w:rsidRDefault="00D77908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По итогам заседания жюри заполняются Протоколы рассмотрения апелляций - для каждого участника в отдельности. </w:t>
      </w:r>
    </w:p>
    <w:p w:rsidR="00D77908" w:rsidRPr="009239C7" w:rsidRDefault="00D77908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Порядок проведения апелляции по заявлению каждого участника включает соблюдение следующих правил: </w:t>
      </w:r>
    </w:p>
    <w:p w:rsidR="00D77908" w:rsidRPr="009239C7" w:rsidRDefault="00D77908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1. Критерии и методика оценивания олимпиадных заданий не могут быть изменены Жюри, не могут стать предметом апелляции и пересмотру не подлежат. Заявления на апелляцию по указанным вопросам жюри не рассматриваются. </w:t>
      </w:r>
    </w:p>
    <w:p w:rsidR="00D77908" w:rsidRPr="009239C7" w:rsidRDefault="00D77908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2. Участник школьного этапа перед подачей апелляции вправе убедиться в том, что его работа проверена и оценена в соответствии с установленными критериями и баллами по утвержденной Жюри системе оценивания. </w:t>
      </w:r>
    </w:p>
    <w:p w:rsidR="00D77908" w:rsidRPr="009239C7" w:rsidRDefault="00D77908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3. Апелляции участников олимпиады рассматриваются жюри очно, желательно с использованием аудио- или видеофиксации. </w:t>
      </w:r>
    </w:p>
    <w:p w:rsidR="00D77908" w:rsidRPr="009239C7" w:rsidRDefault="00D77908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4. Рассмотрение апелляции проводится с личным участием самого участника.</w:t>
      </w:r>
    </w:p>
    <w:p w:rsidR="00D77908" w:rsidRPr="009239C7" w:rsidRDefault="00D77908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5. Апелляция участника рассматривается строго </w:t>
      </w:r>
      <w:r w:rsidRPr="009239C7">
        <w:rPr>
          <w:rFonts w:ascii="Liberation Serif" w:hAnsi="Liberation Serif" w:cs="Liberation Serif"/>
          <w:i/>
          <w:iCs/>
          <w:sz w:val="26"/>
          <w:szCs w:val="26"/>
        </w:rPr>
        <w:t>после проведения показа работ и разбора заданий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. </w:t>
      </w:r>
    </w:p>
    <w:p w:rsidR="00D77908" w:rsidRPr="009239C7" w:rsidRDefault="00D77908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6. Для рассмотрения апелляции участник школьного этапа олимпиады подает письменное заявление в течение </w:t>
      </w:r>
      <w:r w:rsidRPr="009239C7">
        <w:rPr>
          <w:rFonts w:ascii="Liberation Serif" w:hAnsi="Liberation Serif" w:cs="Liberation Serif"/>
          <w:i/>
          <w:iCs/>
          <w:sz w:val="26"/>
          <w:szCs w:val="26"/>
        </w:rPr>
        <w:t xml:space="preserve">одного астрономического часа </w:t>
      </w:r>
      <w:r w:rsidRPr="009239C7">
        <w:rPr>
          <w:rFonts w:ascii="Liberation Serif" w:hAnsi="Liberation Serif" w:cs="Liberation Serif"/>
          <w:sz w:val="26"/>
          <w:szCs w:val="26"/>
        </w:rPr>
        <w:t xml:space="preserve">после окончания показа работ и разбора заданий на имя председателя жюри в установленной форме. </w:t>
      </w:r>
    </w:p>
    <w:p w:rsidR="00D77908" w:rsidRPr="009239C7" w:rsidRDefault="00D77908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7.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 по предмету. </w:t>
      </w:r>
    </w:p>
    <w:p w:rsidR="00D77908" w:rsidRPr="009239C7" w:rsidRDefault="00D77908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8. 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D77908" w:rsidRPr="009239C7" w:rsidRDefault="00D77908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9. Решения по апелляции фиксируются в индивидуальном протоколе апелляции для каждого участника апелляции, являются окончательными и пересмотру не подлежат. </w:t>
      </w:r>
    </w:p>
    <w:p w:rsidR="00D77908" w:rsidRPr="009239C7" w:rsidRDefault="00D77908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 xml:space="preserve">10. Процедура рассмотрения апелляций оформляется протоколами по единой форме, которые подписываются членами жюри. </w:t>
      </w:r>
    </w:p>
    <w:p w:rsidR="00D77908" w:rsidRPr="009239C7" w:rsidRDefault="00D77908" w:rsidP="00F75DB0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239C7">
        <w:rPr>
          <w:rFonts w:ascii="Liberation Serif" w:hAnsi="Liberation Serif" w:cs="Liberation Serif"/>
          <w:sz w:val="26"/>
          <w:szCs w:val="26"/>
        </w:rPr>
        <w:t>11. По результатам рассмотрения апелляции в итоговый протокол Жюри и отчетную документацию вносятся баллы участников с учетом соответствующих изменений.</w:t>
      </w:r>
    </w:p>
    <w:p w:rsidR="00D77908" w:rsidRPr="009239C7" w:rsidRDefault="00D77908" w:rsidP="00660994">
      <w:pPr>
        <w:pStyle w:val="Default"/>
        <w:rPr>
          <w:rFonts w:ascii="Liberation Serif" w:hAnsi="Liberation Serif" w:cs="Liberation Serif"/>
          <w:sz w:val="26"/>
          <w:szCs w:val="26"/>
        </w:rPr>
      </w:pPr>
    </w:p>
    <w:p w:rsidR="00D77908" w:rsidRPr="009239C7" w:rsidRDefault="00D77908" w:rsidP="000064B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Перечень необходимого материально-технического обеспечения для выполнения олимпиадных заданий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4.1. Требования к тиражированию материалов</w:t>
      </w:r>
    </w:p>
    <w:p w:rsidR="00D77908" w:rsidRPr="00F75DB0" w:rsidRDefault="00D77908" w:rsidP="00F75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Олимпиадные задания, выдаваемые конкурсантам качественно размножаются на листах формата А4 (уменьшение полученного оригинала не допускается) с использованием только одной стороны листа (оборот страницы не использовать). Обратить особое внимание на качество копий, раздаваемых детям, они должны соответствовать требованиям СанПиНов.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4.2. Требования к формированию комплекта олимпиадных заданий</w:t>
      </w:r>
    </w:p>
    <w:p w:rsidR="00D77908" w:rsidRPr="009239C7" w:rsidRDefault="00D77908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Для каждого конкурса Оргкомитет размножает полный комплект материалов, который включает: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  <w:u w:val="single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  <w:u w:val="single"/>
        </w:rPr>
        <w:t>для участников: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/>
          <w:sz w:val="26"/>
          <w:szCs w:val="26"/>
        </w:rPr>
        <w:t>•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 </w:t>
      </w: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Лист заданий 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и </w:t>
      </w: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Лист ответов 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>для конкурсов «Лексико-грамматический тест», «Конкурс понимания письменного текста», «Конкурс письменной речи», «Лингвострановедение»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/>
          <w:sz w:val="26"/>
          <w:szCs w:val="26"/>
        </w:rPr>
        <w:t>•</w:t>
      </w: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Лист заданий 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и </w:t>
      </w: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документ-основу 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>для конкурса «Конкурс устной речи»;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  <w:u w:val="single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  <w:u w:val="single"/>
        </w:rPr>
        <w:t>для членов жюри:</w:t>
      </w:r>
    </w:p>
    <w:p w:rsidR="00D77908" w:rsidRPr="009239C7" w:rsidRDefault="00D77908" w:rsidP="000F5A1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/>
          <w:sz w:val="26"/>
          <w:szCs w:val="26"/>
        </w:rPr>
        <w:t>•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 </w:t>
      </w: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Ключи 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>для конкурсов «Лексико-грамматический тест», «Конкурс понимания письменного текста», «Конкурс письменной речи», «Лингвострановедение»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/>
          <w:sz w:val="26"/>
          <w:szCs w:val="26"/>
        </w:rPr>
        <w:t>•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 </w:t>
      </w: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Критерии 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>оценивания для проведения «Конкурса письменной речи» и «Конкурса устной речи»;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4.3. Требования к оснащению рабочего места участника олимпиады</w:t>
      </w:r>
    </w:p>
    <w:p w:rsidR="00D77908" w:rsidRPr="00F75DB0" w:rsidRDefault="00D77908" w:rsidP="00F75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На каждом из 4 конкурсов каждый участник работает за отдельным столом/партой. На столе ручка (синие или черные чернила), допускается бутылка воды (0,5 мл), бумажные салфетки, лист чистой бумаги для заметок.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4.4. Требования к аудиториям, являющимся местом проведения олимпиады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4.4.1. Для проведения 3 письменных конкурсов (лексико-грамматический тест, понимание письменных текстов и письменная речь) аудитории могут быть на любое количество посадочных мест при выполнении требования, сформулированного в пункте 4.3.; в аудиториях должны быть </w:t>
      </w: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часы и доска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>.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4.4.2. Для проведения конкурса аудирования – наличие ноутбука- компьютера с колонками.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4.4.3. Для проведения конкурса устной речи:</w:t>
      </w:r>
    </w:p>
    <w:p w:rsidR="00D77908" w:rsidRPr="009239C7" w:rsidRDefault="00D77908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/>
          <w:sz w:val="26"/>
          <w:szCs w:val="26"/>
        </w:rPr>
        <w:t>•</w:t>
      </w: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 Одна большая общая аудитория для ожидания, в ней конкурсанты ожидают вызова в комнату подготовки. </w:t>
      </w:r>
    </w:p>
    <w:p w:rsidR="00D77908" w:rsidRPr="009239C7" w:rsidRDefault="00D77908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 xml:space="preserve">• Две небольшие аудитории для подготовки к конкурсу. В них конкурсанты выбирают задание и готовят устное высказывание. </w:t>
      </w:r>
    </w:p>
    <w:p w:rsidR="00D77908" w:rsidRPr="009239C7" w:rsidRDefault="00D77908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• Небольшие аудитории (по количеству созданных жюри) для работы Жюри с конкурсантами. В каждой из этих аудиторий должны быть часы, вода и стаканы.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4.4.4. Одна аудитория для проведения показа работ, разбора заданий и апелляций, по возможности оснащенная аппаратурой для аудио- или видеозаписи процедуры.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4.4.5. Аудитория для проверки работ членами жюри.</w:t>
      </w:r>
    </w:p>
    <w:p w:rsidR="00D77908" w:rsidRPr="00F75DB0" w:rsidRDefault="00D77908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4.4.6. Аудитория для работы оргкомитета.</w:t>
      </w:r>
    </w:p>
    <w:p w:rsidR="00D77908" w:rsidRPr="009239C7" w:rsidRDefault="00D77908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4.5. Необходимое оборудование для проведения олимпиады</w:t>
      </w:r>
    </w:p>
    <w:p w:rsidR="00D77908" w:rsidRPr="009239C7" w:rsidRDefault="00D77908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Аппаратура для аудио прослушивания и видеозаписи процедуры апелляции (желательно).</w:t>
      </w:r>
    </w:p>
    <w:p w:rsidR="00D77908" w:rsidRPr="009239C7" w:rsidRDefault="00D77908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Настенные часы в каждую «рабочую» аудиторию.</w:t>
      </w:r>
    </w:p>
    <w:p w:rsidR="00D77908" w:rsidRPr="009239C7" w:rsidRDefault="00D77908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Бумага для участников – черновые записи (из расчета 1 лист на каждого участника на каждый конкурс).</w:t>
      </w:r>
    </w:p>
    <w:p w:rsidR="00D77908" w:rsidRPr="009239C7" w:rsidRDefault="00D77908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Бумага для тиражирования олимпиадных заданий, листов ответов, ключей.</w:t>
      </w:r>
    </w:p>
    <w:p w:rsidR="00D77908" w:rsidRPr="009239C7" w:rsidRDefault="00D77908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Множительная техника для тиражирования олимпиадных заданий, листов ответов, ключей, правил проведения конкурсов. Печать черно-белая. Для тиражирования заданий по «Конкурсу устной речи» - цветная.</w:t>
      </w:r>
    </w:p>
    <w:p w:rsidR="00D77908" w:rsidRPr="009239C7" w:rsidRDefault="00D77908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Канцелярские принадлежности для работы жюри.</w:t>
      </w:r>
    </w:p>
    <w:p w:rsidR="00D77908" w:rsidRPr="009239C7" w:rsidRDefault="00D77908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Аудитории в требуемом количестве (см. выше).</w:t>
      </w: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</w:p>
    <w:p w:rsidR="00D77908" w:rsidRPr="009239C7" w:rsidRDefault="00D77908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4.6. Перечень справочных материалов, средств связи и электронно-вычислительной техники, разрешенных к использованию во время олимпиады</w:t>
      </w:r>
    </w:p>
    <w:p w:rsidR="00D77908" w:rsidRPr="009239C7" w:rsidRDefault="00D77908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Во время выполнения заданий участникам запрещено пользоваться словарями и другими справочными материалами, средствами связи.</w:t>
      </w:r>
    </w:p>
    <w:p w:rsidR="00D77908" w:rsidRPr="009239C7" w:rsidRDefault="00D77908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Перед входом в аудиторию, в которой проводится письменный конкурс или подготовка к устному конкурсу, участники сдают все имеющиеся у них средства связи.</w:t>
      </w:r>
    </w:p>
    <w:p w:rsidR="00D77908" w:rsidRPr="009239C7" w:rsidRDefault="00D77908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9239C7">
        <w:rPr>
          <w:rFonts w:ascii="Liberation Serif" w:eastAsia="Times New Roman,Bold" w:hAnsi="Liberation Serif" w:cs="Liberation Serif"/>
          <w:sz w:val="26"/>
          <w:szCs w:val="26"/>
        </w:rPr>
        <w:t>Нарушение указанных правил приводит к удалению участника олимпиады из аудитории, о чем составляется акт об удалении участника олимпиады. На основании акта, участник олимпиады лишается права дальнейшего участия в олимпиаде по немецкому языку в текущем году.</w:t>
      </w:r>
    </w:p>
    <w:p w:rsidR="00D77908" w:rsidRPr="009239C7" w:rsidRDefault="00D77908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</w:p>
    <w:p w:rsidR="00D77908" w:rsidRPr="009239C7" w:rsidRDefault="00D77908" w:rsidP="00F2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</w:p>
    <w:sectPr w:rsidR="00D77908" w:rsidRPr="009239C7" w:rsidSect="00F75DB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94DB0A"/>
    <w:multiLevelType w:val="hybridMultilevel"/>
    <w:tmpl w:val="79B832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194B78C"/>
    <w:multiLevelType w:val="hybridMultilevel"/>
    <w:tmpl w:val="6BC45E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18C3E4"/>
    <w:multiLevelType w:val="hybridMultilevel"/>
    <w:tmpl w:val="2CB6D8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0B733E"/>
    <w:multiLevelType w:val="hybridMultilevel"/>
    <w:tmpl w:val="6AE8C6F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F02D480"/>
    <w:multiLevelType w:val="hybridMultilevel"/>
    <w:tmpl w:val="29381E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69AB42"/>
    <w:multiLevelType w:val="hybridMultilevel"/>
    <w:tmpl w:val="8D2F14F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D7A57BD"/>
    <w:multiLevelType w:val="hybridMultilevel"/>
    <w:tmpl w:val="001796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EA3A361"/>
    <w:multiLevelType w:val="hybridMultilevel"/>
    <w:tmpl w:val="44B19B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FC6F893"/>
    <w:multiLevelType w:val="hybridMultilevel"/>
    <w:tmpl w:val="03D0E1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BB70EEE"/>
    <w:multiLevelType w:val="hybridMultilevel"/>
    <w:tmpl w:val="537C4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5751B0"/>
    <w:multiLevelType w:val="hybridMultilevel"/>
    <w:tmpl w:val="02BE8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1BF3641A"/>
    <w:multiLevelType w:val="hybridMultilevel"/>
    <w:tmpl w:val="1CFC7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5420D"/>
    <w:multiLevelType w:val="hybridMultilevel"/>
    <w:tmpl w:val="3724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00D0E92"/>
    <w:multiLevelType w:val="hybridMultilevel"/>
    <w:tmpl w:val="661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2FB0BFA"/>
    <w:multiLevelType w:val="hybridMultilevel"/>
    <w:tmpl w:val="6D888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90E83"/>
    <w:multiLevelType w:val="hybridMultilevel"/>
    <w:tmpl w:val="AE86D99C"/>
    <w:lvl w:ilvl="0" w:tplc="276EEA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52EE9B"/>
    <w:multiLevelType w:val="hybridMultilevel"/>
    <w:tmpl w:val="6941C8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05DEC0A"/>
    <w:multiLevelType w:val="hybridMultilevel"/>
    <w:tmpl w:val="34C0FA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82D76CD"/>
    <w:multiLevelType w:val="hybridMultilevel"/>
    <w:tmpl w:val="9946A0F4"/>
    <w:lvl w:ilvl="0" w:tplc="0F98C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0D7D8F"/>
    <w:multiLevelType w:val="hybridMultilevel"/>
    <w:tmpl w:val="812D97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F4241B3"/>
    <w:multiLevelType w:val="hybridMultilevel"/>
    <w:tmpl w:val="4916235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5FC9794F"/>
    <w:multiLevelType w:val="multilevel"/>
    <w:tmpl w:val="492A5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24B0294"/>
    <w:multiLevelType w:val="hybridMultilevel"/>
    <w:tmpl w:val="47028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7"/>
  </w:num>
  <w:num w:numId="5">
    <w:abstractNumId w:val="6"/>
  </w:num>
  <w:num w:numId="6">
    <w:abstractNumId w:val="21"/>
  </w:num>
  <w:num w:numId="7">
    <w:abstractNumId w:val="14"/>
  </w:num>
  <w:num w:numId="8">
    <w:abstractNumId w:val="9"/>
  </w:num>
  <w:num w:numId="9">
    <w:abstractNumId w:val="9"/>
  </w:num>
  <w:num w:numId="10">
    <w:abstractNumId w:val="11"/>
  </w:num>
  <w:num w:numId="11">
    <w:abstractNumId w:val="12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  <w:num w:numId="18">
    <w:abstractNumId w:val="8"/>
  </w:num>
  <w:num w:numId="19">
    <w:abstractNumId w:val="0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CC8"/>
    <w:rsid w:val="00000622"/>
    <w:rsid w:val="0000072A"/>
    <w:rsid w:val="0000090F"/>
    <w:rsid w:val="00000F1D"/>
    <w:rsid w:val="00000FA0"/>
    <w:rsid w:val="00001019"/>
    <w:rsid w:val="00001216"/>
    <w:rsid w:val="0000124E"/>
    <w:rsid w:val="000012F3"/>
    <w:rsid w:val="000017AF"/>
    <w:rsid w:val="000017E3"/>
    <w:rsid w:val="000018C8"/>
    <w:rsid w:val="00001D7C"/>
    <w:rsid w:val="00001E6A"/>
    <w:rsid w:val="0000222D"/>
    <w:rsid w:val="00002510"/>
    <w:rsid w:val="000025F0"/>
    <w:rsid w:val="00002A76"/>
    <w:rsid w:val="00002DC6"/>
    <w:rsid w:val="00002E17"/>
    <w:rsid w:val="00003269"/>
    <w:rsid w:val="0000348A"/>
    <w:rsid w:val="0000356F"/>
    <w:rsid w:val="00003646"/>
    <w:rsid w:val="000037B0"/>
    <w:rsid w:val="00003C3A"/>
    <w:rsid w:val="00003CF7"/>
    <w:rsid w:val="00003D16"/>
    <w:rsid w:val="00003DC7"/>
    <w:rsid w:val="00003F39"/>
    <w:rsid w:val="0000407B"/>
    <w:rsid w:val="0000419A"/>
    <w:rsid w:val="000045CE"/>
    <w:rsid w:val="00004B6C"/>
    <w:rsid w:val="00004BE5"/>
    <w:rsid w:val="00004BE6"/>
    <w:rsid w:val="00004CDA"/>
    <w:rsid w:val="00005059"/>
    <w:rsid w:val="00005060"/>
    <w:rsid w:val="000052F2"/>
    <w:rsid w:val="00005337"/>
    <w:rsid w:val="000054AC"/>
    <w:rsid w:val="00005597"/>
    <w:rsid w:val="000055AA"/>
    <w:rsid w:val="00005771"/>
    <w:rsid w:val="00005C23"/>
    <w:rsid w:val="00005C8D"/>
    <w:rsid w:val="00005CCD"/>
    <w:rsid w:val="00005DA8"/>
    <w:rsid w:val="00005F96"/>
    <w:rsid w:val="000061F1"/>
    <w:rsid w:val="00006483"/>
    <w:rsid w:val="000064B5"/>
    <w:rsid w:val="00006536"/>
    <w:rsid w:val="0000675C"/>
    <w:rsid w:val="000069DD"/>
    <w:rsid w:val="00006B41"/>
    <w:rsid w:val="00006B76"/>
    <w:rsid w:val="00006C2C"/>
    <w:rsid w:val="00006E30"/>
    <w:rsid w:val="00006FC4"/>
    <w:rsid w:val="000071D6"/>
    <w:rsid w:val="000072BD"/>
    <w:rsid w:val="00007A13"/>
    <w:rsid w:val="00007C07"/>
    <w:rsid w:val="00007D64"/>
    <w:rsid w:val="00007EB9"/>
    <w:rsid w:val="00007F86"/>
    <w:rsid w:val="000100D1"/>
    <w:rsid w:val="000100D8"/>
    <w:rsid w:val="000105C0"/>
    <w:rsid w:val="00010697"/>
    <w:rsid w:val="000106B3"/>
    <w:rsid w:val="0001070B"/>
    <w:rsid w:val="00010875"/>
    <w:rsid w:val="000108C1"/>
    <w:rsid w:val="00010B36"/>
    <w:rsid w:val="00010B56"/>
    <w:rsid w:val="00010D4E"/>
    <w:rsid w:val="00010D6E"/>
    <w:rsid w:val="00010F7C"/>
    <w:rsid w:val="00011062"/>
    <w:rsid w:val="0001109F"/>
    <w:rsid w:val="00011403"/>
    <w:rsid w:val="00011464"/>
    <w:rsid w:val="000115CD"/>
    <w:rsid w:val="00011608"/>
    <w:rsid w:val="0001181C"/>
    <w:rsid w:val="00011874"/>
    <w:rsid w:val="0001189F"/>
    <w:rsid w:val="0001192C"/>
    <w:rsid w:val="00011B1A"/>
    <w:rsid w:val="00011F6E"/>
    <w:rsid w:val="00011F93"/>
    <w:rsid w:val="000121A3"/>
    <w:rsid w:val="00012378"/>
    <w:rsid w:val="0001254E"/>
    <w:rsid w:val="000125F4"/>
    <w:rsid w:val="00012751"/>
    <w:rsid w:val="00012790"/>
    <w:rsid w:val="00012A45"/>
    <w:rsid w:val="00012B9A"/>
    <w:rsid w:val="00012DB4"/>
    <w:rsid w:val="00013054"/>
    <w:rsid w:val="0001337A"/>
    <w:rsid w:val="000133A9"/>
    <w:rsid w:val="00013437"/>
    <w:rsid w:val="0001393E"/>
    <w:rsid w:val="00013CC7"/>
    <w:rsid w:val="00013DC0"/>
    <w:rsid w:val="00013FF9"/>
    <w:rsid w:val="0001436F"/>
    <w:rsid w:val="0001453A"/>
    <w:rsid w:val="000145DF"/>
    <w:rsid w:val="00014867"/>
    <w:rsid w:val="00014974"/>
    <w:rsid w:val="00014AAC"/>
    <w:rsid w:val="00014E67"/>
    <w:rsid w:val="00015571"/>
    <w:rsid w:val="000155C4"/>
    <w:rsid w:val="000156A1"/>
    <w:rsid w:val="00015935"/>
    <w:rsid w:val="00015B33"/>
    <w:rsid w:val="00015E52"/>
    <w:rsid w:val="00015E8F"/>
    <w:rsid w:val="00015F14"/>
    <w:rsid w:val="00015F9E"/>
    <w:rsid w:val="000162EE"/>
    <w:rsid w:val="00016379"/>
    <w:rsid w:val="0001658F"/>
    <w:rsid w:val="00016713"/>
    <w:rsid w:val="00016C40"/>
    <w:rsid w:val="00016CCE"/>
    <w:rsid w:val="00016E1E"/>
    <w:rsid w:val="00016F6A"/>
    <w:rsid w:val="000170CF"/>
    <w:rsid w:val="000179CF"/>
    <w:rsid w:val="00017A45"/>
    <w:rsid w:val="00017C7E"/>
    <w:rsid w:val="00017CCD"/>
    <w:rsid w:val="00017EA2"/>
    <w:rsid w:val="00020030"/>
    <w:rsid w:val="000201A7"/>
    <w:rsid w:val="00020206"/>
    <w:rsid w:val="00020226"/>
    <w:rsid w:val="0002056C"/>
    <w:rsid w:val="000206A3"/>
    <w:rsid w:val="00020989"/>
    <w:rsid w:val="000209C0"/>
    <w:rsid w:val="00020AFD"/>
    <w:rsid w:val="00020C56"/>
    <w:rsid w:val="00020C70"/>
    <w:rsid w:val="00020E8F"/>
    <w:rsid w:val="00020F72"/>
    <w:rsid w:val="0002105B"/>
    <w:rsid w:val="00021323"/>
    <w:rsid w:val="0002140D"/>
    <w:rsid w:val="000215DE"/>
    <w:rsid w:val="0002160F"/>
    <w:rsid w:val="0002165D"/>
    <w:rsid w:val="000216E3"/>
    <w:rsid w:val="000219E5"/>
    <w:rsid w:val="00021B27"/>
    <w:rsid w:val="00021FAD"/>
    <w:rsid w:val="000220E0"/>
    <w:rsid w:val="00022602"/>
    <w:rsid w:val="000228A0"/>
    <w:rsid w:val="00022C0F"/>
    <w:rsid w:val="00022E62"/>
    <w:rsid w:val="0002314B"/>
    <w:rsid w:val="000232AA"/>
    <w:rsid w:val="00023657"/>
    <w:rsid w:val="00023990"/>
    <w:rsid w:val="000239D2"/>
    <w:rsid w:val="00023E78"/>
    <w:rsid w:val="00023EA0"/>
    <w:rsid w:val="00024129"/>
    <w:rsid w:val="00024174"/>
    <w:rsid w:val="000242ED"/>
    <w:rsid w:val="00024454"/>
    <w:rsid w:val="000244AF"/>
    <w:rsid w:val="00024573"/>
    <w:rsid w:val="000245F7"/>
    <w:rsid w:val="00024603"/>
    <w:rsid w:val="00024940"/>
    <w:rsid w:val="00024A9D"/>
    <w:rsid w:val="00024DA8"/>
    <w:rsid w:val="00024DC7"/>
    <w:rsid w:val="0002502D"/>
    <w:rsid w:val="00025511"/>
    <w:rsid w:val="00025837"/>
    <w:rsid w:val="00025865"/>
    <w:rsid w:val="00025ACC"/>
    <w:rsid w:val="00025B8C"/>
    <w:rsid w:val="00025EC4"/>
    <w:rsid w:val="000260C8"/>
    <w:rsid w:val="000262A9"/>
    <w:rsid w:val="000262D4"/>
    <w:rsid w:val="00026511"/>
    <w:rsid w:val="00026578"/>
    <w:rsid w:val="000267FF"/>
    <w:rsid w:val="000268FF"/>
    <w:rsid w:val="00026A7E"/>
    <w:rsid w:val="00026B4F"/>
    <w:rsid w:val="00026C8C"/>
    <w:rsid w:val="00026D6A"/>
    <w:rsid w:val="00026DB6"/>
    <w:rsid w:val="0002716F"/>
    <w:rsid w:val="000271DD"/>
    <w:rsid w:val="00027324"/>
    <w:rsid w:val="00027415"/>
    <w:rsid w:val="000274CE"/>
    <w:rsid w:val="000274E5"/>
    <w:rsid w:val="000276BF"/>
    <w:rsid w:val="000277A9"/>
    <w:rsid w:val="0002798D"/>
    <w:rsid w:val="000279C1"/>
    <w:rsid w:val="000279C4"/>
    <w:rsid w:val="00027ABF"/>
    <w:rsid w:val="00027B64"/>
    <w:rsid w:val="00027E35"/>
    <w:rsid w:val="00027F3A"/>
    <w:rsid w:val="000309F4"/>
    <w:rsid w:val="00030B63"/>
    <w:rsid w:val="00030BBF"/>
    <w:rsid w:val="00030D86"/>
    <w:rsid w:val="00030ED8"/>
    <w:rsid w:val="00031294"/>
    <w:rsid w:val="0003137C"/>
    <w:rsid w:val="0003152C"/>
    <w:rsid w:val="000315AA"/>
    <w:rsid w:val="00031697"/>
    <w:rsid w:val="000316C9"/>
    <w:rsid w:val="00031951"/>
    <w:rsid w:val="00031A4F"/>
    <w:rsid w:val="00031ABB"/>
    <w:rsid w:val="00031AEB"/>
    <w:rsid w:val="00031D76"/>
    <w:rsid w:val="00031EE2"/>
    <w:rsid w:val="00031EFB"/>
    <w:rsid w:val="00031F0D"/>
    <w:rsid w:val="00031FE3"/>
    <w:rsid w:val="000320DF"/>
    <w:rsid w:val="000322FB"/>
    <w:rsid w:val="00032346"/>
    <w:rsid w:val="00032362"/>
    <w:rsid w:val="0003242D"/>
    <w:rsid w:val="000327B4"/>
    <w:rsid w:val="00032836"/>
    <w:rsid w:val="0003283A"/>
    <w:rsid w:val="00032A6C"/>
    <w:rsid w:val="00032DDC"/>
    <w:rsid w:val="0003302F"/>
    <w:rsid w:val="00033160"/>
    <w:rsid w:val="000331F0"/>
    <w:rsid w:val="0003366B"/>
    <w:rsid w:val="000338F6"/>
    <w:rsid w:val="00033C93"/>
    <w:rsid w:val="0003422A"/>
    <w:rsid w:val="000342D6"/>
    <w:rsid w:val="00034491"/>
    <w:rsid w:val="000346D8"/>
    <w:rsid w:val="00034801"/>
    <w:rsid w:val="00034932"/>
    <w:rsid w:val="000349BF"/>
    <w:rsid w:val="00034A49"/>
    <w:rsid w:val="00034A9E"/>
    <w:rsid w:val="00034D59"/>
    <w:rsid w:val="00035012"/>
    <w:rsid w:val="000354BA"/>
    <w:rsid w:val="00035525"/>
    <w:rsid w:val="00035591"/>
    <w:rsid w:val="00035865"/>
    <w:rsid w:val="000359C7"/>
    <w:rsid w:val="000359CD"/>
    <w:rsid w:val="00035B1E"/>
    <w:rsid w:val="00035E19"/>
    <w:rsid w:val="0003602C"/>
    <w:rsid w:val="00036414"/>
    <w:rsid w:val="00036426"/>
    <w:rsid w:val="00036435"/>
    <w:rsid w:val="000367C1"/>
    <w:rsid w:val="00036828"/>
    <w:rsid w:val="00036987"/>
    <w:rsid w:val="00036A25"/>
    <w:rsid w:val="00036D85"/>
    <w:rsid w:val="00036F27"/>
    <w:rsid w:val="00036FA9"/>
    <w:rsid w:val="00036FC9"/>
    <w:rsid w:val="00037051"/>
    <w:rsid w:val="000371C7"/>
    <w:rsid w:val="0003746D"/>
    <w:rsid w:val="000378BC"/>
    <w:rsid w:val="00037996"/>
    <w:rsid w:val="00037B09"/>
    <w:rsid w:val="00037C36"/>
    <w:rsid w:val="00037D01"/>
    <w:rsid w:val="00037D1A"/>
    <w:rsid w:val="000400D2"/>
    <w:rsid w:val="00040542"/>
    <w:rsid w:val="00040746"/>
    <w:rsid w:val="0004086E"/>
    <w:rsid w:val="00040984"/>
    <w:rsid w:val="00040A77"/>
    <w:rsid w:val="00040AAE"/>
    <w:rsid w:val="00040B1B"/>
    <w:rsid w:val="00040CA6"/>
    <w:rsid w:val="00040FC2"/>
    <w:rsid w:val="0004108D"/>
    <w:rsid w:val="000410E1"/>
    <w:rsid w:val="000410E3"/>
    <w:rsid w:val="000411BA"/>
    <w:rsid w:val="0004146D"/>
    <w:rsid w:val="00041717"/>
    <w:rsid w:val="000417A2"/>
    <w:rsid w:val="000417F3"/>
    <w:rsid w:val="00041A34"/>
    <w:rsid w:val="00041B13"/>
    <w:rsid w:val="00041BE4"/>
    <w:rsid w:val="00042328"/>
    <w:rsid w:val="000423B8"/>
    <w:rsid w:val="00042418"/>
    <w:rsid w:val="00042484"/>
    <w:rsid w:val="0004250B"/>
    <w:rsid w:val="0004257E"/>
    <w:rsid w:val="000425D9"/>
    <w:rsid w:val="00042691"/>
    <w:rsid w:val="000426DC"/>
    <w:rsid w:val="0004278B"/>
    <w:rsid w:val="0004295F"/>
    <w:rsid w:val="000429E7"/>
    <w:rsid w:val="00042E49"/>
    <w:rsid w:val="00042EC3"/>
    <w:rsid w:val="00042F81"/>
    <w:rsid w:val="00042FA3"/>
    <w:rsid w:val="000430B0"/>
    <w:rsid w:val="00043118"/>
    <w:rsid w:val="0004324D"/>
    <w:rsid w:val="00043257"/>
    <w:rsid w:val="000433C9"/>
    <w:rsid w:val="00043482"/>
    <w:rsid w:val="000435FA"/>
    <w:rsid w:val="000436AB"/>
    <w:rsid w:val="0004409F"/>
    <w:rsid w:val="000440ED"/>
    <w:rsid w:val="0004470C"/>
    <w:rsid w:val="00044AD3"/>
    <w:rsid w:val="00044B5C"/>
    <w:rsid w:val="00044D66"/>
    <w:rsid w:val="00044D6B"/>
    <w:rsid w:val="00044DB5"/>
    <w:rsid w:val="00044FE4"/>
    <w:rsid w:val="00045007"/>
    <w:rsid w:val="000451C8"/>
    <w:rsid w:val="0004534F"/>
    <w:rsid w:val="000455A3"/>
    <w:rsid w:val="00045816"/>
    <w:rsid w:val="0004583F"/>
    <w:rsid w:val="00045903"/>
    <w:rsid w:val="00045AE2"/>
    <w:rsid w:val="00045B2F"/>
    <w:rsid w:val="00045F34"/>
    <w:rsid w:val="00045F5D"/>
    <w:rsid w:val="00046006"/>
    <w:rsid w:val="00046053"/>
    <w:rsid w:val="00046142"/>
    <w:rsid w:val="00046159"/>
    <w:rsid w:val="000463F4"/>
    <w:rsid w:val="0004640E"/>
    <w:rsid w:val="000466BA"/>
    <w:rsid w:val="00046710"/>
    <w:rsid w:val="00046790"/>
    <w:rsid w:val="00046A35"/>
    <w:rsid w:val="00046FA0"/>
    <w:rsid w:val="000471B1"/>
    <w:rsid w:val="00047333"/>
    <w:rsid w:val="00047338"/>
    <w:rsid w:val="00047483"/>
    <w:rsid w:val="0004773F"/>
    <w:rsid w:val="00047752"/>
    <w:rsid w:val="000477A2"/>
    <w:rsid w:val="00047A1E"/>
    <w:rsid w:val="00047B5A"/>
    <w:rsid w:val="00047DFC"/>
    <w:rsid w:val="00047E7E"/>
    <w:rsid w:val="00047EF5"/>
    <w:rsid w:val="00047F07"/>
    <w:rsid w:val="000502C1"/>
    <w:rsid w:val="000503AE"/>
    <w:rsid w:val="000503CE"/>
    <w:rsid w:val="00050601"/>
    <w:rsid w:val="000507D8"/>
    <w:rsid w:val="0005080A"/>
    <w:rsid w:val="000508F2"/>
    <w:rsid w:val="00050E62"/>
    <w:rsid w:val="00051117"/>
    <w:rsid w:val="0005112C"/>
    <w:rsid w:val="00051214"/>
    <w:rsid w:val="000512F3"/>
    <w:rsid w:val="000514DE"/>
    <w:rsid w:val="000517C0"/>
    <w:rsid w:val="00051810"/>
    <w:rsid w:val="000518A2"/>
    <w:rsid w:val="00051A95"/>
    <w:rsid w:val="00051AD6"/>
    <w:rsid w:val="00051AF0"/>
    <w:rsid w:val="00051B19"/>
    <w:rsid w:val="00051C3F"/>
    <w:rsid w:val="0005209D"/>
    <w:rsid w:val="00052910"/>
    <w:rsid w:val="00052AB6"/>
    <w:rsid w:val="00052B82"/>
    <w:rsid w:val="00052CF2"/>
    <w:rsid w:val="00052E29"/>
    <w:rsid w:val="00052E41"/>
    <w:rsid w:val="00052F6D"/>
    <w:rsid w:val="00052FCC"/>
    <w:rsid w:val="00053A77"/>
    <w:rsid w:val="00053CB7"/>
    <w:rsid w:val="00053D17"/>
    <w:rsid w:val="00053DFC"/>
    <w:rsid w:val="00053EF2"/>
    <w:rsid w:val="00053F33"/>
    <w:rsid w:val="00053F3F"/>
    <w:rsid w:val="000540A5"/>
    <w:rsid w:val="0005414F"/>
    <w:rsid w:val="00054267"/>
    <w:rsid w:val="00054561"/>
    <w:rsid w:val="00054798"/>
    <w:rsid w:val="0005479A"/>
    <w:rsid w:val="000547E6"/>
    <w:rsid w:val="00054AF3"/>
    <w:rsid w:val="00054BF2"/>
    <w:rsid w:val="00054F4D"/>
    <w:rsid w:val="00055091"/>
    <w:rsid w:val="00055122"/>
    <w:rsid w:val="0005517F"/>
    <w:rsid w:val="000551CD"/>
    <w:rsid w:val="00055297"/>
    <w:rsid w:val="0005545D"/>
    <w:rsid w:val="000556A8"/>
    <w:rsid w:val="0005582A"/>
    <w:rsid w:val="00055BE0"/>
    <w:rsid w:val="00055C20"/>
    <w:rsid w:val="00055D2F"/>
    <w:rsid w:val="00055FB7"/>
    <w:rsid w:val="00056079"/>
    <w:rsid w:val="00056147"/>
    <w:rsid w:val="0005635D"/>
    <w:rsid w:val="0005646A"/>
    <w:rsid w:val="00056477"/>
    <w:rsid w:val="0005650E"/>
    <w:rsid w:val="00056555"/>
    <w:rsid w:val="000565B7"/>
    <w:rsid w:val="000567C6"/>
    <w:rsid w:val="00056835"/>
    <w:rsid w:val="000568DF"/>
    <w:rsid w:val="000569CC"/>
    <w:rsid w:val="000569FB"/>
    <w:rsid w:val="00056C52"/>
    <w:rsid w:val="00056D95"/>
    <w:rsid w:val="00056E62"/>
    <w:rsid w:val="00056F3A"/>
    <w:rsid w:val="00056F6B"/>
    <w:rsid w:val="00056FCB"/>
    <w:rsid w:val="00057260"/>
    <w:rsid w:val="00057547"/>
    <w:rsid w:val="000579F9"/>
    <w:rsid w:val="00057CF9"/>
    <w:rsid w:val="00057F5A"/>
    <w:rsid w:val="00057F6D"/>
    <w:rsid w:val="00060036"/>
    <w:rsid w:val="00060142"/>
    <w:rsid w:val="00060279"/>
    <w:rsid w:val="00060291"/>
    <w:rsid w:val="000602C6"/>
    <w:rsid w:val="000602FF"/>
    <w:rsid w:val="000608CB"/>
    <w:rsid w:val="0006095F"/>
    <w:rsid w:val="00060BD0"/>
    <w:rsid w:val="00060D72"/>
    <w:rsid w:val="00060F07"/>
    <w:rsid w:val="0006102A"/>
    <w:rsid w:val="0006107D"/>
    <w:rsid w:val="00061695"/>
    <w:rsid w:val="0006180C"/>
    <w:rsid w:val="00061AC7"/>
    <w:rsid w:val="00061C1F"/>
    <w:rsid w:val="00061CAE"/>
    <w:rsid w:val="00061CD2"/>
    <w:rsid w:val="00061CF7"/>
    <w:rsid w:val="00062281"/>
    <w:rsid w:val="00062343"/>
    <w:rsid w:val="00062379"/>
    <w:rsid w:val="0006238A"/>
    <w:rsid w:val="00062455"/>
    <w:rsid w:val="000625C2"/>
    <w:rsid w:val="0006263E"/>
    <w:rsid w:val="00062656"/>
    <w:rsid w:val="00062771"/>
    <w:rsid w:val="000628A6"/>
    <w:rsid w:val="00062B6B"/>
    <w:rsid w:val="00062DBD"/>
    <w:rsid w:val="00062E4F"/>
    <w:rsid w:val="00062FBD"/>
    <w:rsid w:val="000631DE"/>
    <w:rsid w:val="000632F4"/>
    <w:rsid w:val="00063731"/>
    <w:rsid w:val="00063929"/>
    <w:rsid w:val="00063951"/>
    <w:rsid w:val="000639EC"/>
    <w:rsid w:val="00063A38"/>
    <w:rsid w:val="00063B6A"/>
    <w:rsid w:val="00063B93"/>
    <w:rsid w:val="00063C1C"/>
    <w:rsid w:val="0006402B"/>
    <w:rsid w:val="0006402C"/>
    <w:rsid w:val="000642DA"/>
    <w:rsid w:val="00064417"/>
    <w:rsid w:val="00064651"/>
    <w:rsid w:val="000647D4"/>
    <w:rsid w:val="0006481F"/>
    <w:rsid w:val="0006494B"/>
    <w:rsid w:val="00064C1A"/>
    <w:rsid w:val="00064C1D"/>
    <w:rsid w:val="000650E3"/>
    <w:rsid w:val="00065270"/>
    <w:rsid w:val="00065280"/>
    <w:rsid w:val="000652CE"/>
    <w:rsid w:val="000653F0"/>
    <w:rsid w:val="00065470"/>
    <w:rsid w:val="000654A8"/>
    <w:rsid w:val="00065636"/>
    <w:rsid w:val="000656C2"/>
    <w:rsid w:val="0006574E"/>
    <w:rsid w:val="00065886"/>
    <w:rsid w:val="000658D3"/>
    <w:rsid w:val="00065C64"/>
    <w:rsid w:val="00065EF0"/>
    <w:rsid w:val="00065F1D"/>
    <w:rsid w:val="00065F90"/>
    <w:rsid w:val="0006613A"/>
    <w:rsid w:val="0006649C"/>
    <w:rsid w:val="000664BA"/>
    <w:rsid w:val="00066604"/>
    <w:rsid w:val="0006675F"/>
    <w:rsid w:val="00066920"/>
    <w:rsid w:val="00066A6B"/>
    <w:rsid w:val="00066E23"/>
    <w:rsid w:val="00066EB1"/>
    <w:rsid w:val="00066FD6"/>
    <w:rsid w:val="00067149"/>
    <w:rsid w:val="00067290"/>
    <w:rsid w:val="00067581"/>
    <w:rsid w:val="00067633"/>
    <w:rsid w:val="0006766F"/>
    <w:rsid w:val="000678F7"/>
    <w:rsid w:val="00067AB0"/>
    <w:rsid w:val="00067F4E"/>
    <w:rsid w:val="00070328"/>
    <w:rsid w:val="000709C7"/>
    <w:rsid w:val="00070D8C"/>
    <w:rsid w:val="00070DA2"/>
    <w:rsid w:val="00070EB1"/>
    <w:rsid w:val="00071061"/>
    <w:rsid w:val="00071189"/>
    <w:rsid w:val="000711DF"/>
    <w:rsid w:val="00071334"/>
    <w:rsid w:val="00071619"/>
    <w:rsid w:val="00071670"/>
    <w:rsid w:val="00071853"/>
    <w:rsid w:val="00071993"/>
    <w:rsid w:val="00071A8D"/>
    <w:rsid w:val="00071D5B"/>
    <w:rsid w:val="00071DDD"/>
    <w:rsid w:val="00072184"/>
    <w:rsid w:val="00072268"/>
    <w:rsid w:val="000724E8"/>
    <w:rsid w:val="000726F4"/>
    <w:rsid w:val="0007288A"/>
    <w:rsid w:val="00072B6F"/>
    <w:rsid w:val="00072CB8"/>
    <w:rsid w:val="00072D0B"/>
    <w:rsid w:val="00072D4B"/>
    <w:rsid w:val="00072D7B"/>
    <w:rsid w:val="00072E44"/>
    <w:rsid w:val="000730EA"/>
    <w:rsid w:val="00073320"/>
    <w:rsid w:val="00073520"/>
    <w:rsid w:val="0007354B"/>
    <w:rsid w:val="00073569"/>
    <w:rsid w:val="000737FE"/>
    <w:rsid w:val="00073839"/>
    <w:rsid w:val="00073D7C"/>
    <w:rsid w:val="00073DC7"/>
    <w:rsid w:val="00074058"/>
    <w:rsid w:val="0007419C"/>
    <w:rsid w:val="00074207"/>
    <w:rsid w:val="00074549"/>
    <w:rsid w:val="00074584"/>
    <w:rsid w:val="00074638"/>
    <w:rsid w:val="000746E5"/>
    <w:rsid w:val="00074846"/>
    <w:rsid w:val="00074933"/>
    <w:rsid w:val="000749C2"/>
    <w:rsid w:val="00074A86"/>
    <w:rsid w:val="00074ACA"/>
    <w:rsid w:val="00074BAD"/>
    <w:rsid w:val="00074C93"/>
    <w:rsid w:val="00074FF9"/>
    <w:rsid w:val="000751B5"/>
    <w:rsid w:val="000751D6"/>
    <w:rsid w:val="000751E0"/>
    <w:rsid w:val="00075282"/>
    <w:rsid w:val="00075430"/>
    <w:rsid w:val="00075456"/>
    <w:rsid w:val="00075643"/>
    <w:rsid w:val="00075648"/>
    <w:rsid w:val="00075748"/>
    <w:rsid w:val="000759C1"/>
    <w:rsid w:val="00075B96"/>
    <w:rsid w:val="00075C86"/>
    <w:rsid w:val="00075FCA"/>
    <w:rsid w:val="000763EC"/>
    <w:rsid w:val="0007674D"/>
    <w:rsid w:val="00076A36"/>
    <w:rsid w:val="00076A65"/>
    <w:rsid w:val="00076CA3"/>
    <w:rsid w:val="00076DD8"/>
    <w:rsid w:val="00076E8C"/>
    <w:rsid w:val="00076F5B"/>
    <w:rsid w:val="0007702B"/>
    <w:rsid w:val="00077109"/>
    <w:rsid w:val="00077110"/>
    <w:rsid w:val="000771AD"/>
    <w:rsid w:val="00077286"/>
    <w:rsid w:val="00077370"/>
    <w:rsid w:val="00077505"/>
    <w:rsid w:val="000779C8"/>
    <w:rsid w:val="00077A71"/>
    <w:rsid w:val="00077AFA"/>
    <w:rsid w:val="00077B5D"/>
    <w:rsid w:val="00077BF0"/>
    <w:rsid w:val="00077C46"/>
    <w:rsid w:val="00077D49"/>
    <w:rsid w:val="00077DA0"/>
    <w:rsid w:val="000800E6"/>
    <w:rsid w:val="000800E7"/>
    <w:rsid w:val="00080240"/>
    <w:rsid w:val="00080706"/>
    <w:rsid w:val="00080A12"/>
    <w:rsid w:val="00080B07"/>
    <w:rsid w:val="00080B89"/>
    <w:rsid w:val="00080BF1"/>
    <w:rsid w:val="00080E60"/>
    <w:rsid w:val="0008100C"/>
    <w:rsid w:val="000815EC"/>
    <w:rsid w:val="00081658"/>
    <w:rsid w:val="00081702"/>
    <w:rsid w:val="00081859"/>
    <w:rsid w:val="0008193A"/>
    <w:rsid w:val="00081BDA"/>
    <w:rsid w:val="00081E63"/>
    <w:rsid w:val="00081EDF"/>
    <w:rsid w:val="00082038"/>
    <w:rsid w:val="0008247F"/>
    <w:rsid w:val="0008248F"/>
    <w:rsid w:val="0008291C"/>
    <w:rsid w:val="00082D4F"/>
    <w:rsid w:val="00082ED3"/>
    <w:rsid w:val="0008361A"/>
    <w:rsid w:val="00083738"/>
    <w:rsid w:val="000837F2"/>
    <w:rsid w:val="000839A1"/>
    <w:rsid w:val="00083A5A"/>
    <w:rsid w:val="00083AD1"/>
    <w:rsid w:val="00083C61"/>
    <w:rsid w:val="00083DD8"/>
    <w:rsid w:val="00083DFE"/>
    <w:rsid w:val="0008410E"/>
    <w:rsid w:val="00084143"/>
    <w:rsid w:val="000841B3"/>
    <w:rsid w:val="000842C5"/>
    <w:rsid w:val="000842C9"/>
    <w:rsid w:val="0008430C"/>
    <w:rsid w:val="0008449F"/>
    <w:rsid w:val="0008478D"/>
    <w:rsid w:val="00084885"/>
    <w:rsid w:val="0008489C"/>
    <w:rsid w:val="00084B3F"/>
    <w:rsid w:val="00084D17"/>
    <w:rsid w:val="00084DF6"/>
    <w:rsid w:val="00084F11"/>
    <w:rsid w:val="00084FC9"/>
    <w:rsid w:val="00085194"/>
    <w:rsid w:val="0008523A"/>
    <w:rsid w:val="0008532A"/>
    <w:rsid w:val="0008551D"/>
    <w:rsid w:val="00085550"/>
    <w:rsid w:val="0008565A"/>
    <w:rsid w:val="0008574F"/>
    <w:rsid w:val="00085E6B"/>
    <w:rsid w:val="00085EC7"/>
    <w:rsid w:val="00086011"/>
    <w:rsid w:val="000861BD"/>
    <w:rsid w:val="000862B7"/>
    <w:rsid w:val="000862ED"/>
    <w:rsid w:val="000863E6"/>
    <w:rsid w:val="000863EE"/>
    <w:rsid w:val="000865D6"/>
    <w:rsid w:val="00086668"/>
    <w:rsid w:val="0008681B"/>
    <w:rsid w:val="0008694A"/>
    <w:rsid w:val="000869FB"/>
    <w:rsid w:val="00086B85"/>
    <w:rsid w:val="00086C39"/>
    <w:rsid w:val="00086CC2"/>
    <w:rsid w:val="00086CED"/>
    <w:rsid w:val="00086E95"/>
    <w:rsid w:val="0008702B"/>
    <w:rsid w:val="00087074"/>
    <w:rsid w:val="0008744D"/>
    <w:rsid w:val="0008757B"/>
    <w:rsid w:val="00087A43"/>
    <w:rsid w:val="00087BC0"/>
    <w:rsid w:val="000902FB"/>
    <w:rsid w:val="0009055B"/>
    <w:rsid w:val="000906F3"/>
    <w:rsid w:val="00090851"/>
    <w:rsid w:val="0009088C"/>
    <w:rsid w:val="00090B87"/>
    <w:rsid w:val="00090CFA"/>
    <w:rsid w:val="00090D6D"/>
    <w:rsid w:val="0009103C"/>
    <w:rsid w:val="000913A0"/>
    <w:rsid w:val="00091499"/>
    <w:rsid w:val="00091653"/>
    <w:rsid w:val="00091667"/>
    <w:rsid w:val="000918C6"/>
    <w:rsid w:val="00091A9B"/>
    <w:rsid w:val="00091B57"/>
    <w:rsid w:val="00091DB5"/>
    <w:rsid w:val="0009211F"/>
    <w:rsid w:val="00092239"/>
    <w:rsid w:val="000922D0"/>
    <w:rsid w:val="00092492"/>
    <w:rsid w:val="00092526"/>
    <w:rsid w:val="0009274B"/>
    <w:rsid w:val="00092857"/>
    <w:rsid w:val="0009285E"/>
    <w:rsid w:val="00092B3E"/>
    <w:rsid w:val="00092C5E"/>
    <w:rsid w:val="00092CC9"/>
    <w:rsid w:val="00092D41"/>
    <w:rsid w:val="00092D89"/>
    <w:rsid w:val="00092DF5"/>
    <w:rsid w:val="00092EB8"/>
    <w:rsid w:val="00092FAD"/>
    <w:rsid w:val="000931F6"/>
    <w:rsid w:val="00093203"/>
    <w:rsid w:val="000933DD"/>
    <w:rsid w:val="000933F0"/>
    <w:rsid w:val="00093751"/>
    <w:rsid w:val="0009379B"/>
    <w:rsid w:val="000939AD"/>
    <w:rsid w:val="000939C0"/>
    <w:rsid w:val="00093CD7"/>
    <w:rsid w:val="000941B3"/>
    <w:rsid w:val="00094216"/>
    <w:rsid w:val="00094363"/>
    <w:rsid w:val="000949C1"/>
    <w:rsid w:val="00094CB9"/>
    <w:rsid w:val="00094CC6"/>
    <w:rsid w:val="00094EE8"/>
    <w:rsid w:val="00095161"/>
    <w:rsid w:val="00095552"/>
    <w:rsid w:val="00095564"/>
    <w:rsid w:val="00095705"/>
    <w:rsid w:val="000959A4"/>
    <w:rsid w:val="00095A5D"/>
    <w:rsid w:val="00096288"/>
    <w:rsid w:val="00096466"/>
    <w:rsid w:val="000965C9"/>
    <w:rsid w:val="0009663A"/>
    <w:rsid w:val="00096662"/>
    <w:rsid w:val="00096778"/>
    <w:rsid w:val="00096879"/>
    <w:rsid w:val="000968D1"/>
    <w:rsid w:val="00096990"/>
    <w:rsid w:val="00096AA3"/>
    <w:rsid w:val="00096C81"/>
    <w:rsid w:val="00097283"/>
    <w:rsid w:val="000972A3"/>
    <w:rsid w:val="000972B7"/>
    <w:rsid w:val="00097494"/>
    <w:rsid w:val="00097509"/>
    <w:rsid w:val="000975FF"/>
    <w:rsid w:val="00097603"/>
    <w:rsid w:val="00097720"/>
    <w:rsid w:val="00097776"/>
    <w:rsid w:val="00097C6C"/>
    <w:rsid w:val="00097F3B"/>
    <w:rsid w:val="000A002C"/>
    <w:rsid w:val="000A00FD"/>
    <w:rsid w:val="000A019C"/>
    <w:rsid w:val="000A020E"/>
    <w:rsid w:val="000A02F9"/>
    <w:rsid w:val="000A0B4D"/>
    <w:rsid w:val="000A0B50"/>
    <w:rsid w:val="000A0B6C"/>
    <w:rsid w:val="000A0C36"/>
    <w:rsid w:val="000A0DBD"/>
    <w:rsid w:val="000A0DF0"/>
    <w:rsid w:val="000A1050"/>
    <w:rsid w:val="000A113F"/>
    <w:rsid w:val="000A162B"/>
    <w:rsid w:val="000A17EE"/>
    <w:rsid w:val="000A1897"/>
    <w:rsid w:val="000A1BB6"/>
    <w:rsid w:val="000A1BF1"/>
    <w:rsid w:val="000A1D49"/>
    <w:rsid w:val="000A2002"/>
    <w:rsid w:val="000A2232"/>
    <w:rsid w:val="000A22C8"/>
    <w:rsid w:val="000A26A5"/>
    <w:rsid w:val="000A2BB8"/>
    <w:rsid w:val="000A2D5D"/>
    <w:rsid w:val="000A2E04"/>
    <w:rsid w:val="000A2E25"/>
    <w:rsid w:val="000A2F58"/>
    <w:rsid w:val="000A3081"/>
    <w:rsid w:val="000A30CC"/>
    <w:rsid w:val="000A3139"/>
    <w:rsid w:val="000A31A1"/>
    <w:rsid w:val="000A35A5"/>
    <w:rsid w:val="000A3643"/>
    <w:rsid w:val="000A36E1"/>
    <w:rsid w:val="000A370A"/>
    <w:rsid w:val="000A3769"/>
    <w:rsid w:val="000A39F8"/>
    <w:rsid w:val="000A3AE2"/>
    <w:rsid w:val="000A3B0E"/>
    <w:rsid w:val="000A3BCA"/>
    <w:rsid w:val="000A3C4E"/>
    <w:rsid w:val="000A3CAE"/>
    <w:rsid w:val="000A40A3"/>
    <w:rsid w:val="000A423B"/>
    <w:rsid w:val="000A425E"/>
    <w:rsid w:val="000A42C2"/>
    <w:rsid w:val="000A4576"/>
    <w:rsid w:val="000A4675"/>
    <w:rsid w:val="000A467D"/>
    <w:rsid w:val="000A495B"/>
    <w:rsid w:val="000A4C4A"/>
    <w:rsid w:val="000A4E82"/>
    <w:rsid w:val="000A5294"/>
    <w:rsid w:val="000A533A"/>
    <w:rsid w:val="000A540E"/>
    <w:rsid w:val="000A5428"/>
    <w:rsid w:val="000A5583"/>
    <w:rsid w:val="000A5585"/>
    <w:rsid w:val="000A57E7"/>
    <w:rsid w:val="000A584A"/>
    <w:rsid w:val="000A5BBE"/>
    <w:rsid w:val="000A5D0E"/>
    <w:rsid w:val="000A5D37"/>
    <w:rsid w:val="000A5DFE"/>
    <w:rsid w:val="000A5F8F"/>
    <w:rsid w:val="000A5FFF"/>
    <w:rsid w:val="000A6404"/>
    <w:rsid w:val="000A65A6"/>
    <w:rsid w:val="000A6759"/>
    <w:rsid w:val="000A69A2"/>
    <w:rsid w:val="000A69E2"/>
    <w:rsid w:val="000A6A8B"/>
    <w:rsid w:val="000A6D60"/>
    <w:rsid w:val="000A722F"/>
    <w:rsid w:val="000A7377"/>
    <w:rsid w:val="000A7557"/>
    <w:rsid w:val="000A7684"/>
    <w:rsid w:val="000A76C2"/>
    <w:rsid w:val="000A7819"/>
    <w:rsid w:val="000A78E6"/>
    <w:rsid w:val="000A7ABF"/>
    <w:rsid w:val="000A7B82"/>
    <w:rsid w:val="000A7E30"/>
    <w:rsid w:val="000A7F23"/>
    <w:rsid w:val="000A7F9E"/>
    <w:rsid w:val="000B01BE"/>
    <w:rsid w:val="000B03CE"/>
    <w:rsid w:val="000B0410"/>
    <w:rsid w:val="000B04DB"/>
    <w:rsid w:val="000B0506"/>
    <w:rsid w:val="000B0659"/>
    <w:rsid w:val="000B0682"/>
    <w:rsid w:val="000B0C87"/>
    <w:rsid w:val="000B0CC0"/>
    <w:rsid w:val="000B0F7E"/>
    <w:rsid w:val="000B105C"/>
    <w:rsid w:val="000B1378"/>
    <w:rsid w:val="000B149A"/>
    <w:rsid w:val="000B1505"/>
    <w:rsid w:val="000B1622"/>
    <w:rsid w:val="000B16AF"/>
    <w:rsid w:val="000B1703"/>
    <w:rsid w:val="000B1823"/>
    <w:rsid w:val="000B202C"/>
    <w:rsid w:val="000B2065"/>
    <w:rsid w:val="000B209E"/>
    <w:rsid w:val="000B2194"/>
    <w:rsid w:val="000B2247"/>
    <w:rsid w:val="000B2443"/>
    <w:rsid w:val="000B268B"/>
    <w:rsid w:val="000B27BE"/>
    <w:rsid w:val="000B2BDB"/>
    <w:rsid w:val="000B2DD6"/>
    <w:rsid w:val="000B2F0C"/>
    <w:rsid w:val="000B30AF"/>
    <w:rsid w:val="000B33BD"/>
    <w:rsid w:val="000B3499"/>
    <w:rsid w:val="000B35E9"/>
    <w:rsid w:val="000B367A"/>
    <w:rsid w:val="000B36CE"/>
    <w:rsid w:val="000B3831"/>
    <w:rsid w:val="000B3AB1"/>
    <w:rsid w:val="000B3B33"/>
    <w:rsid w:val="000B3C13"/>
    <w:rsid w:val="000B3E65"/>
    <w:rsid w:val="000B3F60"/>
    <w:rsid w:val="000B42A3"/>
    <w:rsid w:val="000B42A7"/>
    <w:rsid w:val="000B42B5"/>
    <w:rsid w:val="000B43AD"/>
    <w:rsid w:val="000B453E"/>
    <w:rsid w:val="000B4548"/>
    <w:rsid w:val="000B4997"/>
    <w:rsid w:val="000B4A7C"/>
    <w:rsid w:val="000B4C07"/>
    <w:rsid w:val="000B4E60"/>
    <w:rsid w:val="000B4E71"/>
    <w:rsid w:val="000B5255"/>
    <w:rsid w:val="000B5269"/>
    <w:rsid w:val="000B5780"/>
    <w:rsid w:val="000B578E"/>
    <w:rsid w:val="000B5792"/>
    <w:rsid w:val="000B585C"/>
    <w:rsid w:val="000B5A25"/>
    <w:rsid w:val="000B5BA7"/>
    <w:rsid w:val="000B5C9F"/>
    <w:rsid w:val="000B5DB0"/>
    <w:rsid w:val="000B613D"/>
    <w:rsid w:val="000B6340"/>
    <w:rsid w:val="000B6465"/>
    <w:rsid w:val="000B64F2"/>
    <w:rsid w:val="000B6647"/>
    <w:rsid w:val="000B670D"/>
    <w:rsid w:val="000B67E4"/>
    <w:rsid w:val="000B68C0"/>
    <w:rsid w:val="000B691C"/>
    <w:rsid w:val="000B6963"/>
    <w:rsid w:val="000B6C12"/>
    <w:rsid w:val="000B711F"/>
    <w:rsid w:val="000B7291"/>
    <w:rsid w:val="000B72B8"/>
    <w:rsid w:val="000B780C"/>
    <w:rsid w:val="000B7817"/>
    <w:rsid w:val="000B7944"/>
    <w:rsid w:val="000B7ABE"/>
    <w:rsid w:val="000B7CDE"/>
    <w:rsid w:val="000B7D53"/>
    <w:rsid w:val="000B7D83"/>
    <w:rsid w:val="000B7F36"/>
    <w:rsid w:val="000C01A7"/>
    <w:rsid w:val="000C0332"/>
    <w:rsid w:val="000C0374"/>
    <w:rsid w:val="000C03F5"/>
    <w:rsid w:val="000C0471"/>
    <w:rsid w:val="000C0516"/>
    <w:rsid w:val="000C051B"/>
    <w:rsid w:val="000C0AD9"/>
    <w:rsid w:val="000C0AEC"/>
    <w:rsid w:val="000C0B0B"/>
    <w:rsid w:val="000C0C40"/>
    <w:rsid w:val="000C141C"/>
    <w:rsid w:val="000C1516"/>
    <w:rsid w:val="000C1549"/>
    <w:rsid w:val="000C15F0"/>
    <w:rsid w:val="000C17F9"/>
    <w:rsid w:val="000C1931"/>
    <w:rsid w:val="000C1959"/>
    <w:rsid w:val="000C19D8"/>
    <w:rsid w:val="000C1AB3"/>
    <w:rsid w:val="000C1B39"/>
    <w:rsid w:val="000C1D84"/>
    <w:rsid w:val="000C1E38"/>
    <w:rsid w:val="000C1F8D"/>
    <w:rsid w:val="000C1FDB"/>
    <w:rsid w:val="000C2087"/>
    <w:rsid w:val="000C20CD"/>
    <w:rsid w:val="000C2104"/>
    <w:rsid w:val="000C2261"/>
    <w:rsid w:val="000C2567"/>
    <w:rsid w:val="000C275D"/>
    <w:rsid w:val="000C28AF"/>
    <w:rsid w:val="000C2921"/>
    <w:rsid w:val="000C29E5"/>
    <w:rsid w:val="000C2B0D"/>
    <w:rsid w:val="000C2DBA"/>
    <w:rsid w:val="000C2F9D"/>
    <w:rsid w:val="000C321A"/>
    <w:rsid w:val="000C32E8"/>
    <w:rsid w:val="000C33B2"/>
    <w:rsid w:val="000C3435"/>
    <w:rsid w:val="000C3490"/>
    <w:rsid w:val="000C36BA"/>
    <w:rsid w:val="000C36D0"/>
    <w:rsid w:val="000C36F0"/>
    <w:rsid w:val="000C3800"/>
    <w:rsid w:val="000C39F4"/>
    <w:rsid w:val="000C3AF5"/>
    <w:rsid w:val="000C3E0E"/>
    <w:rsid w:val="000C4055"/>
    <w:rsid w:val="000C41F3"/>
    <w:rsid w:val="000C4446"/>
    <w:rsid w:val="000C4483"/>
    <w:rsid w:val="000C4809"/>
    <w:rsid w:val="000C48B3"/>
    <w:rsid w:val="000C498A"/>
    <w:rsid w:val="000C4B18"/>
    <w:rsid w:val="000C4BDB"/>
    <w:rsid w:val="000C4D09"/>
    <w:rsid w:val="000C4DE7"/>
    <w:rsid w:val="000C4F71"/>
    <w:rsid w:val="000C52C2"/>
    <w:rsid w:val="000C53A1"/>
    <w:rsid w:val="000C541E"/>
    <w:rsid w:val="000C5437"/>
    <w:rsid w:val="000C544B"/>
    <w:rsid w:val="000C566D"/>
    <w:rsid w:val="000C5A5B"/>
    <w:rsid w:val="000C5A5F"/>
    <w:rsid w:val="000C5A8C"/>
    <w:rsid w:val="000C5D2C"/>
    <w:rsid w:val="000C5F24"/>
    <w:rsid w:val="000C5FCC"/>
    <w:rsid w:val="000C5FD7"/>
    <w:rsid w:val="000C6284"/>
    <w:rsid w:val="000C6307"/>
    <w:rsid w:val="000C6650"/>
    <w:rsid w:val="000C6708"/>
    <w:rsid w:val="000C68AC"/>
    <w:rsid w:val="000C6BE3"/>
    <w:rsid w:val="000C6BEA"/>
    <w:rsid w:val="000C6C3A"/>
    <w:rsid w:val="000C6E2A"/>
    <w:rsid w:val="000C6FEB"/>
    <w:rsid w:val="000C712E"/>
    <w:rsid w:val="000C7312"/>
    <w:rsid w:val="000C7417"/>
    <w:rsid w:val="000C7518"/>
    <w:rsid w:val="000C765C"/>
    <w:rsid w:val="000C78B1"/>
    <w:rsid w:val="000C7ACD"/>
    <w:rsid w:val="000C7BD7"/>
    <w:rsid w:val="000C7D17"/>
    <w:rsid w:val="000C7E53"/>
    <w:rsid w:val="000D001B"/>
    <w:rsid w:val="000D01F3"/>
    <w:rsid w:val="000D054D"/>
    <w:rsid w:val="000D063E"/>
    <w:rsid w:val="000D0641"/>
    <w:rsid w:val="000D07C6"/>
    <w:rsid w:val="000D0B5A"/>
    <w:rsid w:val="000D0DC8"/>
    <w:rsid w:val="000D0DF7"/>
    <w:rsid w:val="000D1159"/>
    <w:rsid w:val="000D1501"/>
    <w:rsid w:val="000D165F"/>
    <w:rsid w:val="000D16F5"/>
    <w:rsid w:val="000D1851"/>
    <w:rsid w:val="000D18B6"/>
    <w:rsid w:val="000D1B0C"/>
    <w:rsid w:val="000D1B75"/>
    <w:rsid w:val="000D1DFC"/>
    <w:rsid w:val="000D21CF"/>
    <w:rsid w:val="000D2425"/>
    <w:rsid w:val="000D2791"/>
    <w:rsid w:val="000D2810"/>
    <w:rsid w:val="000D2A7C"/>
    <w:rsid w:val="000D2C99"/>
    <w:rsid w:val="000D2D2E"/>
    <w:rsid w:val="000D312B"/>
    <w:rsid w:val="000D3760"/>
    <w:rsid w:val="000D3785"/>
    <w:rsid w:val="000D3848"/>
    <w:rsid w:val="000D3FC2"/>
    <w:rsid w:val="000D40DA"/>
    <w:rsid w:val="000D4206"/>
    <w:rsid w:val="000D42E4"/>
    <w:rsid w:val="000D42FD"/>
    <w:rsid w:val="000D4310"/>
    <w:rsid w:val="000D44BD"/>
    <w:rsid w:val="000D46AB"/>
    <w:rsid w:val="000D49BB"/>
    <w:rsid w:val="000D5062"/>
    <w:rsid w:val="000D510D"/>
    <w:rsid w:val="000D5508"/>
    <w:rsid w:val="000D57F2"/>
    <w:rsid w:val="000D58C1"/>
    <w:rsid w:val="000D59C4"/>
    <w:rsid w:val="000D5A0F"/>
    <w:rsid w:val="000D5C16"/>
    <w:rsid w:val="000D5E3A"/>
    <w:rsid w:val="000D5E7A"/>
    <w:rsid w:val="000D5FCC"/>
    <w:rsid w:val="000D631B"/>
    <w:rsid w:val="000D6359"/>
    <w:rsid w:val="000D64C9"/>
    <w:rsid w:val="000D6658"/>
    <w:rsid w:val="000D6735"/>
    <w:rsid w:val="000D6C2F"/>
    <w:rsid w:val="000D6D4F"/>
    <w:rsid w:val="000D6DB3"/>
    <w:rsid w:val="000D6F97"/>
    <w:rsid w:val="000D701D"/>
    <w:rsid w:val="000D714D"/>
    <w:rsid w:val="000D728D"/>
    <w:rsid w:val="000D74E4"/>
    <w:rsid w:val="000D7509"/>
    <w:rsid w:val="000D757D"/>
    <w:rsid w:val="000D75F3"/>
    <w:rsid w:val="000D771F"/>
    <w:rsid w:val="000D7A6F"/>
    <w:rsid w:val="000D7C37"/>
    <w:rsid w:val="000E02A6"/>
    <w:rsid w:val="000E0584"/>
    <w:rsid w:val="000E0590"/>
    <w:rsid w:val="000E067B"/>
    <w:rsid w:val="000E0BC7"/>
    <w:rsid w:val="000E0C84"/>
    <w:rsid w:val="000E0DD0"/>
    <w:rsid w:val="000E0E03"/>
    <w:rsid w:val="000E0FE4"/>
    <w:rsid w:val="000E1080"/>
    <w:rsid w:val="000E1127"/>
    <w:rsid w:val="000E131A"/>
    <w:rsid w:val="000E16D2"/>
    <w:rsid w:val="000E1827"/>
    <w:rsid w:val="000E1BA2"/>
    <w:rsid w:val="000E1BFE"/>
    <w:rsid w:val="000E1D05"/>
    <w:rsid w:val="000E1D86"/>
    <w:rsid w:val="000E1E79"/>
    <w:rsid w:val="000E1F57"/>
    <w:rsid w:val="000E2147"/>
    <w:rsid w:val="000E2239"/>
    <w:rsid w:val="000E2329"/>
    <w:rsid w:val="000E2488"/>
    <w:rsid w:val="000E28A7"/>
    <w:rsid w:val="000E2ADE"/>
    <w:rsid w:val="000E2B2E"/>
    <w:rsid w:val="000E2F0F"/>
    <w:rsid w:val="000E2FAE"/>
    <w:rsid w:val="000E305F"/>
    <w:rsid w:val="000E31C1"/>
    <w:rsid w:val="000E328C"/>
    <w:rsid w:val="000E33A5"/>
    <w:rsid w:val="000E3461"/>
    <w:rsid w:val="000E3516"/>
    <w:rsid w:val="000E3D9B"/>
    <w:rsid w:val="000E3F23"/>
    <w:rsid w:val="000E40F3"/>
    <w:rsid w:val="000E42DD"/>
    <w:rsid w:val="000E43C4"/>
    <w:rsid w:val="000E43ED"/>
    <w:rsid w:val="000E4452"/>
    <w:rsid w:val="000E4746"/>
    <w:rsid w:val="000E4AA1"/>
    <w:rsid w:val="000E4B58"/>
    <w:rsid w:val="000E4BD4"/>
    <w:rsid w:val="000E4FC7"/>
    <w:rsid w:val="000E5530"/>
    <w:rsid w:val="000E56C2"/>
    <w:rsid w:val="000E5794"/>
    <w:rsid w:val="000E59D0"/>
    <w:rsid w:val="000E5AB6"/>
    <w:rsid w:val="000E5CCC"/>
    <w:rsid w:val="000E5E8F"/>
    <w:rsid w:val="000E61A4"/>
    <w:rsid w:val="000E63B0"/>
    <w:rsid w:val="000E6519"/>
    <w:rsid w:val="000E6624"/>
    <w:rsid w:val="000E68AA"/>
    <w:rsid w:val="000E6B1D"/>
    <w:rsid w:val="000E6F19"/>
    <w:rsid w:val="000E6F77"/>
    <w:rsid w:val="000E7013"/>
    <w:rsid w:val="000E71A2"/>
    <w:rsid w:val="000E7399"/>
    <w:rsid w:val="000E743F"/>
    <w:rsid w:val="000E76BF"/>
    <w:rsid w:val="000E76FB"/>
    <w:rsid w:val="000E79D6"/>
    <w:rsid w:val="000E7C5B"/>
    <w:rsid w:val="000E7E3A"/>
    <w:rsid w:val="000F0046"/>
    <w:rsid w:val="000F00A3"/>
    <w:rsid w:val="000F037D"/>
    <w:rsid w:val="000F0ABC"/>
    <w:rsid w:val="000F0B6B"/>
    <w:rsid w:val="000F0C11"/>
    <w:rsid w:val="000F0CC6"/>
    <w:rsid w:val="000F0E8F"/>
    <w:rsid w:val="000F0F36"/>
    <w:rsid w:val="000F0F84"/>
    <w:rsid w:val="000F123C"/>
    <w:rsid w:val="000F184C"/>
    <w:rsid w:val="000F18FC"/>
    <w:rsid w:val="000F1BB0"/>
    <w:rsid w:val="000F1F76"/>
    <w:rsid w:val="000F1FC4"/>
    <w:rsid w:val="000F2041"/>
    <w:rsid w:val="000F22DA"/>
    <w:rsid w:val="000F23A0"/>
    <w:rsid w:val="000F27DD"/>
    <w:rsid w:val="000F2902"/>
    <w:rsid w:val="000F2A5B"/>
    <w:rsid w:val="000F2D42"/>
    <w:rsid w:val="000F2E1B"/>
    <w:rsid w:val="000F3265"/>
    <w:rsid w:val="000F35C8"/>
    <w:rsid w:val="000F38FF"/>
    <w:rsid w:val="000F3934"/>
    <w:rsid w:val="000F395D"/>
    <w:rsid w:val="000F3A42"/>
    <w:rsid w:val="000F3AA2"/>
    <w:rsid w:val="000F3C98"/>
    <w:rsid w:val="000F3D29"/>
    <w:rsid w:val="000F3F58"/>
    <w:rsid w:val="000F3F5E"/>
    <w:rsid w:val="000F401C"/>
    <w:rsid w:val="000F40C0"/>
    <w:rsid w:val="000F417D"/>
    <w:rsid w:val="000F4337"/>
    <w:rsid w:val="000F45A0"/>
    <w:rsid w:val="000F484B"/>
    <w:rsid w:val="000F48F3"/>
    <w:rsid w:val="000F4953"/>
    <w:rsid w:val="000F4B21"/>
    <w:rsid w:val="000F510A"/>
    <w:rsid w:val="000F5448"/>
    <w:rsid w:val="000F54F8"/>
    <w:rsid w:val="000F550B"/>
    <w:rsid w:val="000F56BA"/>
    <w:rsid w:val="000F58FE"/>
    <w:rsid w:val="000F5A15"/>
    <w:rsid w:val="000F5C5E"/>
    <w:rsid w:val="000F5CC9"/>
    <w:rsid w:val="000F5D4B"/>
    <w:rsid w:val="000F5EC7"/>
    <w:rsid w:val="000F622B"/>
    <w:rsid w:val="000F6815"/>
    <w:rsid w:val="000F6A7D"/>
    <w:rsid w:val="000F6B23"/>
    <w:rsid w:val="000F6D0A"/>
    <w:rsid w:val="000F6D64"/>
    <w:rsid w:val="000F6E21"/>
    <w:rsid w:val="000F6F0B"/>
    <w:rsid w:val="000F709A"/>
    <w:rsid w:val="000F7184"/>
    <w:rsid w:val="000F72F6"/>
    <w:rsid w:val="000F7330"/>
    <w:rsid w:val="000F743B"/>
    <w:rsid w:val="000F7724"/>
    <w:rsid w:val="000F77C8"/>
    <w:rsid w:val="000F78D8"/>
    <w:rsid w:val="000F78E0"/>
    <w:rsid w:val="000F7930"/>
    <w:rsid w:val="000F7947"/>
    <w:rsid w:val="000F798D"/>
    <w:rsid w:val="000F7BC6"/>
    <w:rsid w:val="000F7C15"/>
    <w:rsid w:val="000F7D36"/>
    <w:rsid w:val="000F7EC6"/>
    <w:rsid w:val="000F7F76"/>
    <w:rsid w:val="00100000"/>
    <w:rsid w:val="001000B8"/>
    <w:rsid w:val="001007DE"/>
    <w:rsid w:val="0010085B"/>
    <w:rsid w:val="00100A9A"/>
    <w:rsid w:val="00100B9B"/>
    <w:rsid w:val="00100D1E"/>
    <w:rsid w:val="0010112E"/>
    <w:rsid w:val="0010127A"/>
    <w:rsid w:val="001012B3"/>
    <w:rsid w:val="00101340"/>
    <w:rsid w:val="0010162D"/>
    <w:rsid w:val="001017CF"/>
    <w:rsid w:val="0010187D"/>
    <w:rsid w:val="00101921"/>
    <w:rsid w:val="00101927"/>
    <w:rsid w:val="00101D50"/>
    <w:rsid w:val="00101D57"/>
    <w:rsid w:val="00101D8C"/>
    <w:rsid w:val="0010202E"/>
    <w:rsid w:val="00102115"/>
    <w:rsid w:val="00102171"/>
    <w:rsid w:val="001022A0"/>
    <w:rsid w:val="001022DC"/>
    <w:rsid w:val="0010269A"/>
    <w:rsid w:val="0010299E"/>
    <w:rsid w:val="00102E10"/>
    <w:rsid w:val="00102FCC"/>
    <w:rsid w:val="001034FE"/>
    <w:rsid w:val="0010358C"/>
    <w:rsid w:val="001036D1"/>
    <w:rsid w:val="001036D3"/>
    <w:rsid w:val="0010370E"/>
    <w:rsid w:val="00103A14"/>
    <w:rsid w:val="00103AA5"/>
    <w:rsid w:val="00103B08"/>
    <w:rsid w:val="00103B76"/>
    <w:rsid w:val="00103C72"/>
    <w:rsid w:val="00103CE3"/>
    <w:rsid w:val="00103DDA"/>
    <w:rsid w:val="00103DDC"/>
    <w:rsid w:val="00103E77"/>
    <w:rsid w:val="00103FD4"/>
    <w:rsid w:val="0010440C"/>
    <w:rsid w:val="0010442E"/>
    <w:rsid w:val="001049E6"/>
    <w:rsid w:val="00104A03"/>
    <w:rsid w:val="00104D10"/>
    <w:rsid w:val="00104D92"/>
    <w:rsid w:val="00104DF1"/>
    <w:rsid w:val="0010500D"/>
    <w:rsid w:val="00105010"/>
    <w:rsid w:val="0010511F"/>
    <w:rsid w:val="00105276"/>
    <w:rsid w:val="001054F4"/>
    <w:rsid w:val="001055B9"/>
    <w:rsid w:val="00105AF3"/>
    <w:rsid w:val="00105C08"/>
    <w:rsid w:val="00105C69"/>
    <w:rsid w:val="00105C7D"/>
    <w:rsid w:val="00105E53"/>
    <w:rsid w:val="00105EB8"/>
    <w:rsid w:val="00106027"/>
    <w:rsid w:val="0010633E"/>
    <w:rsid w:val="001063F5"/>
    <w:rsid w:val="00106543"/>
    <w:rsid w:val="00106753"/>
    <w:rsid w:val="001067A1"/>
    <w:rsid w:val="0010694D"/>
    <w:rsid w:val="00106974"/>
    <w:rsid w:val="00106A3E"/>
    <w:rsid w:val="00106A4C"/>
    <w:rsid w:val="00106AAF"/>
    <w:rsid w:val="00106E49"/>
    <w:rsid w:val="00106EAF"/>
    <w:rsid w:val="001074C3"/>
    <w:rsid w:val="00107540"/>
    <w:rsid w:val="0010761D"/>
    <w:rsid w:val="0010773D"/>
    <w:rsid w:val="00107934"/>
    <w:rsid w:val="00107BCE"/>
    <w:rsid w:val="00107D44"/>
    <w:rsid w:val="001100D9"/>
    <w:rsid w:val="001100FB"/>
    <w:rsid w:val="001102A5"/>
    <w:rsid w:val="001105AD"/>
    <w:rsid w:val="001105C3"/>
    <w:rsid w:val="001106D3"/>
    <w:rsid w:val="00110733"/>
    <w:rsid w:val="00110874"/>
    <w:rsid w:val="00110A45"/>
    <w:rsid w:val="00110B12"/>
    <w:rsid w:val="00110C2E"/>
    <w:rsid w:val="00110CD2"/>
    <w:rsid w:val="00110EB1"/>
    <w:rsid w:val="001110C0"/>
    <w:rsid w:val="001111FA"/>
    <w:rsid w:val="001112D3"/>
    <w:rsid w:val="001112F6"/>
    <w:rsid w:val="0011137B"/>
    <w:rsid w:val="001114D4"/>
    <w:rsid w:val="00111543"/>
    <w:rsid w:val="00111587"/>
    <w:rsid w:val="00111793"/>
    <w:rsid w:val="00111923"/>
    <w:rsid w:val="0011193F"/>
    <w:rsid w:val="00111C41"/>
    <w:rsid w:val="00111D80"/>
    <w:rsid w:val="00111DBA"/>
    <w:rsid w:val="00111FCD"/>
    <w:rsid w:val="001120C1"/>
    <w:rsid w:val="001121C4"/>
    <w:rsid w:val="00112470"/>
    <w:rsid w:val="00112573"/>
    <w:rsid w:val="0011266B"/>
    <w:rsid w:val="00112685"/>
    <w:rsid w:val="001128C3"/>
    <w:rsid w:val="00112A47"/>
    <w:rsid w:val="00112B41"/>
    <w:rsid w:val="00112E04"/>
    <w:rsid w:val="0011320E"/>
    <w:rsid w:val="00113484"/>
    <w:rsid w:val="00113644"/>
    <w:rsid w:val="001136CF"/>
    <w:rsid w:val="00113872"/>
    <w:rsid w:val="00113AC5"/>
    <w:rsid w:val="00113C16"/>
    <w:rsid w:val="00113C6D"/>
    <w:rsid w:val="00113E2D"/>
    <w:rsid w:val="00113F03"/>
    <w:rsid w:val="00114254"/>
    <w:rsid w:val="00114647"/>
    <w:rsid w:val="001146D8"/>
    <w:rsid w:val="001146DE"/>
    <w:rsid w:val="00114701"/>
    <w:rsid w:val="00114853"/>
    <w:rsid w:val="00114C29"/>
    <w:rsid w:val="00114EA9"/>
    <w:rsid w:val="001151C0"/>
    <w:rsid w:val="00115382"/>
    <w:rsid w:val="001153A6"/>
    <w:rsid w:val="0011544E"/>
    <w:rsid w:val="00115501"/>
    <w:rsid w:val="0011553F"/>
    <w:rsid w:val="001157EA"/>
    <w:rsid w:val="00115866"/>
    <w:rsid w:val="00115B76"/>
    <w:rsid w:val="00115CD5"/>
    <w:rsid w:val="00115D2C"/>
    <w:rsid w:val="00115EF2"/>
    <w:rsid w:val="00115F03"/>
    <w:rsid w:val="001160CD"/>
    <w:rsid w:val="0011611C"/>
    <w:rsid w:val="0011614F"/>
    <w:rsid w:val="00116209"/>
    <w:rsid w:val="00116369"/>
    <w:rsid w:val="00116411"/>
    <w:rsid w:val="001164AE"/>
    <w:rsid w:val="00116774"/>
    <w:rsid w:val="0011677A"/>
    <w:rsid w:val="00116A03"/>
    <w:rsid w:val="00116A4F"/>
    <w:rsid w:val="00116AB1"/>
    <w:rsid w:val="00116BA1"/>
    <w:rsid w:val="00116DCA"/>
    <w:rsid w:val="00116F5C"/>
    <w:rsid w:val="00117293"/>
    <w:rsid w:val="00117403"/>
    <w:rsid w:val="00117454"/>
    <w:rsid w:val="001176C9"/>
    <w:rsid w:val="00117957"/>
    <w:rsid w:val="00120077"/>
    <w:rsid w:val="00120615"/>
    <w:rsid w:val="001207CC"/>
    <w:rsid w:val="001207D2"/>
    <w:rsid w:val="00120845"/>
    <w:rsid w:val="001209DF"/>
    <w:rsid w:val="00120A6E"/>
    <w:rsid w:val="00120B76"/>
    <w:rsid w:val="00120C92"/>
    <w:rsid w:val="00120EE5"/>
    <w:rsid w:val="00120FAA"/>
    <w:rsid w:val="00120FD7"/>
    <w:rsid w:val="00120FD8"/>
    <w:rsid w:val="001210E4"/>
    <w:rsid w:val="00121276"/>
    <w:rsid w:val="001212E3"/>
    <w:rsid w:val="0012156B"/>
    <w:rsid w:val="0012170A"/>
    <w:rsid w:val="001217DA"/>
    <w:rsid w:val="00121A80"/>
    <w:rsid w:val="00121A90"/>
    <w:rsid w:val="00121BDE"/>
    <w:rsid w:val="00121C96"/>
    <w:rsid w:val="00121D1D"/>
    <w:rsid w:val="00121EAA"/>
    <w:rsid w:val="00121F96"/>
    <w:rsid w:val="00122022"/>
    <w:rsid w:val="00122491"/>
    <w:rsid w:val="00122581"/>
    <w:rsid w:val="001225BB"/>
    <w:rsid w:val="001225F4"/>
    <w:rsid w:val="0012274E"/>
    <w:rsid w:val="001228AF"/>
    <w:rsid w:val="00122945"/>
    <w:rsid w:val="00122A79"/>
    <w:rsid w:val="00122C9F"/>
    <w:rsid w:val="00122D34"/>
    <w:rsid w:val="00123315"/>
    <w:rsid w:val="0012346B"/>
    <w:rsid w:val="0012384C"/>
    <w:rsid w:val="001239A8"/>
    <w:rsid w:val="001239F9"/>
    <w:rsid w:val="00123B04"/>
    <w:rsid w:val="00123D80"/>
    <w:rsid w:val="00123E62"/>
    <w:rsid w:val="00123EBE"/>
    <w:rsid w:val="00123EF6"/>
    <w:rsid w:val="00123FCC"/>
    <w:rsid w:val="001240BA"/>
    <w:rsid w:val="0012451D"/>
    <w:rsid w:val="00124622"/>
    <w:rsid w:val="001247B4"/>
    <w:rsid w:val="00124823"/>
    <w:rsid w:val="001248C2"/>
    <w:rsid w:val="0012494A"/>
    <w:rsid w:val="00124996"/>
    <w:rsid w:val="001249DC"/>
    <w:rsid w:val="00124DB1"/>
    <w:rsid w:val="00124ED8"/>
    <w:rsid w:val="001250C9"/>
    <w:rsid w:val="001252E2"/>
    <w:rsid w:val="001253BC"/>
    <w:rsid w:val="00125456"/>
    <w:rsid w:val="001255A9"/>
    <w:rsid w:val="001256BA"/>
    <w:rsid w:val="00125953"/>
    <w:rsid w:val="001261F7"/>
    <w:rsid w:val="00126650"/>
    <w:rsid w:val="00126654"/>
    <w:rsid w:val="0012670D"/>
    <w:rsid w:val="00126957"/>
    <w:rsid w:val="00126979"/>
    <w:rsid w:val="00126B17"/>
    <w:rsid w:val="00126C52"/>
    <w:rsid w:val="00126DDD"/>
    <w:rsid w:val="00126EE9"/>
    <w:rsid w:val="001273EB"/>
    <w:rsid w:val="001275B1"/>
    <w:rsid w:val="00127827"/>
    <w:rsid w:val="00127971"/>
    <w:rsid w:val="00127CCC"/>
    <w:rsid w:val="00127CE1"/>
    <w:rsid w:val="00127D16"/>
    <w:rsid w:val="00127FE1"/>
    <w:rsid w:val="00130069"/>
    <w:rsid w:val="001301F9"/>
    <w:rsid w:val="00130768"/>
    <w:rsid w:val="00130882"/>
    <w:rsid w:val="001308D1"/>
    <w:rsid w:val="00130D5F"/>
    <w:rsid w:val="00130F10"/>
    <w:rsid w:val="00131006"/>
    <w:rsid w:val="00131292"/>
    <w:rsid w:val="001313C9"/>
    <w:rsid w:val="00131451"/>
    <w:rsid w:val="001315F4"/>
    <w:rsid w:val="001315F5"/>
    <w:rsid w:val="00131B83"/>
    <w:rsid w:val="00131C6E"/>
    <w:rsid w:val="00131CF0"/>
    <w:rsid w:val="00131CF8"/>
    <w:rsid w:val="00131E16"/>
    <w:rsid w:val="00131E5A"/>
    <w:rsid w:val="00131FFD"/>
    <w:rsid w:val="00132204"/>
    <w:rsid w:val="001323AF"/>
    <w:rsid w:val="0013246E"/>
    <w:rsid w:val="001325A7"/>
    <w:rsid w:val="0013263C"/>
    <w:rsid w:val="0013294F"/>
    <w:rsid w:val="00132D84"/>
    <w:rsid w:val="00132DBC"/>
    <w:rsid w:val="00132DC5"/>
    <w:rsid w:val="00132E3E"/>
    <w:rsid w:val="0013308F"/>
    <w:rsid w:val="0013325B"/>
    <w:rsid w:val="00133554"/>
    <w:rsid w:val="00133873"/>
    <w:rsid w:val="00133A1E"/>
    <w:rsid w:val="00133CA7"/>
    <w:rsid w:val="00133CB1"/>
    <w:rsid w:val="00133E46"/>
    <w:rsid w:val="00133FD7"/>
    <w:rsid w:val="0013404D"/>
    <w:rsid w:val="00134261"/>
    <w:rsid w:val="00134309"/>
    <w:rsid w:val="001343E6"/>
    <w:rsid w:val="00134483"/>
    <w:rsid w:val="001344F4"/>
    <w:rsid w:val="001349B5"/>
    <w:rsid w:val="00134D48"/>
    <w:rsid w:val="00134E69"/>
    <w:rsid w:val="00135117"/>
    <w:rsid w:val="001353EE"/>
    <w:rsid w:val="0013552C"/>
    <w:rsid w:val="00135727"/>
    <w:rsid w:val="00135882"/>
    <w:rsid w:val="00135893"/>
    <w:rsid w:val="00135A1B"/>
    <w:rsid w:val="00135E39"/>
    <w:rsid w:val="00136042"/>
    <w:rsid w:val="001360E1"/>
    <w:rsid w:val="001362D2"/>
    <w:rsid w:val="0013633A"/>
    <w:rsid w:val="0013636A"/>
    <w:rsid w:val="001364B2"/>
    <w:rsid w:val="00136500"/>
    <w:rsid w:val="0013663F"/>
    <w:rsid w:val="0013698F"/>
    <w:rsid w:val="00136FDF"/>
    <w:rsid w:val="00137177"/>
    <w:rsid w:val="00137354"/>
    <w:rsid w:val="0013737D"/>
    <w:rsid w:val="001374E0"/>
    <w:rsid w:val="001375D7"/>
    <w:rsid w:val="0013760B"/>
    <w:rsid w:val="001379E6"/>
    <w:rsid w:val="00137B12"/>
    <w:rsid w:val="00137BFE"/>
    <w:rsid w:val="00137CDB"/>
    <w:rsid w:val="00137DE4"/>
    <w:rsid w:val="00137F1D"/>
    <w:rsid w:val="00137F46"/>
    <w:rsid w:val="0014042E"/>
    <w:rsid w:val="0014045F"/>
    <w:rsid w:val="001404BD"/>
    <w:rsid w:val="001405F6"/>
    <w:rsid w:val="0014077D"/>
    <w:rsid w:val="001407BC"/>
    <w:rsid w:val="001407C9"/>
    <w:rsid w:val="0014083D"/>
    <w:rsid w:val="001408B0"/>
    <w:rsid w:val="00140A97"/>
    <w:rsid w:val="00140F10"/>
    <w:rsid w:val="00140FE1"/>
    <w:rsid w:val="001412D6"/>
    <w:rsid w:val="001414FD"/>
    <w:rsid w:val="001417EC"/>
    <w:rsid w:val="00141946"/>
    <w:rsid w:val="00141A62"/>
    <w:rsid w:val="00141E3F"/>
    <w:rsid w:val="00141F6E"/>
    <w:rsid w:val="0014210E"/>
    <w:rsid w:val="00142132"/>
    <w:rsid w:val="001423F5"/>
    <w:rsid w:val="00142483"/>
    <w:rsid w:val="001424D5"/>
    <w:rsid w:val="001425C0"/>
    <w:rsid w:val="00142A9E"/>
    <w:rsid w:val="00142D18"/>
    <w:rsid w:val="00142FCB"/>
    <w:rsid w:val="00143136"/>
    <w:rsid w:val="00143269"/>
    <w:rsid w:val="001432A1"/>
    <w:rsid w:val="001433EB"/>
    <w:rsid w:val="001434BB"/>
    <w:rsid w:val="0014389F"/>
    <w:rsid w:val="00143A84"/>
    <w:rsid w:val="00143C11"/>
    <w:rsid w:val="00143CDE"/>
    <w:rsid w:val="00143CE9"/>
    <w:rsid w:val="00143DC1"/>
    <w:rsid w:val="00143DF8"/>
    <w:rsid w:val="00143E35"/>
    <w:rsid w:val="00143F73"/>
    <w:rsid w:val="00144065"/>
    <w:rsid w:val="001442FD"/>
    <w:rsid w:val="00144473"/>
    <w:rsid w:val="001446D6"/>
    <w:rsid w:val="0014482D"/>
    <w:rsid w:val="00144891"/>
    <w:rsid w:val="00144BA3"/>
    <w:rsid w:val="00144C14"/>
    <w:rsid w:val="00144CBC"/>
    <w:rsid w:val="00145261"/>
    <w:rsid w:val="00145300"/>
    <w:rsid w:val="00145728"/>
    <w:rsid w:val="0014572F"/>
    <w:rsid w:val="00145928"/>
    <w:rsid w:val="00145AD3"/>
    <w:rsid w:val="00145E9B"/>
    <w:rsid w:val="0014603E"/>
    <w:rsid w:val="001461FA"/>
    <w:rsid w:val="0014624B"/>
    <w:rsid w:val="0014667C"/>
    <w:rsid w:val="0014686C"/>
    <w:rsid w:val="00146B2A"/>
    <w:rsid w:val="00146E9E"/>
    <w:rsid w:val="00146F19"/>
    <w:rsid w:val="00146FF5"/>
    <w:rsid w:val="00147085"/>
    <w:rsid w:val="00147304"/>
    <w:rsid w:val="00147682"/>
    <w:rsid w:val="001477E0"/>
    <w:rsid w:val="001478CE"/>
    <w:rsid w:val="00147998"/>
    <w:rsid w:val="001479B2"/>
    <w:rsid w:val="001479E0"/>
    <w:rsid w:val="001479EA"/>
    <w:rsid w:val="00147BFE"/>
    <w:rsid w:val="00147C98"/>
    <w:rsid w:val="00147DA3"/>
    <w:rsid w:val="00147EF9"/>
    <w:rsid w:val="00147F71"/>
    <w:rsid w:val="00150223"/>
    <w:rsid w:val="00150262"/>
    <w:rsid w:val="00150297"/>
    <w:rsid w:val="001503ED"/>
    <w:rsid w:val="0015047A"/>
    <w:rsid w:val="001506C1"/>
    <w:rsid w:val="001506F1"/>
    <w:rsid w:val="001507F4"/>
    <w:rsid w:val="00150C24"/>
    <w:rsid w:val="00150F32"/>
    <w:rsid w:val="00150F49"/>
    <w:rsid w:val="00150FAC"/>
    <w:rsid w:val="00150FD8"/>
    <w:rsid w:val="001510B6"/>
    <w:rsid w:val="0015128A"/>
    <w:rsid w:val="001512A1"/>
    <w:rsid w:val="0015131F"/>
    <w:rsid w:val="001514BB"/>
    <w:rsid w:val="0015157A"/>
    <w:rsid w:val="001517CA"/>
    <w:rsid w:val="00151B23"/>
    <w:rsid w:val="00151C0C"/>
    <w:rsid w:val="00151D67"/>
    <w:rsid w:val="00151EE4"/>
    <w:rsid w:val="00152006"/>
    <w:rsid w:val="00152369"/>
    <w:rsid w:val="001523AC"/>
    <w:rsid w:val="001524CE"/>
    <w:rsid w:val="001526E3"/>
    <w:rsid w:val="001526EA"/>
    <w:rsid w:val="00152749"/>
    <w:rsid w:val="0015276E"/>
    <w:rsid w:val="00152797"/>
    <w:rsid w:val="00152A18"/>
    <w:rsid w:val="00152B0F"/>
    <w:rsid w:val="00152C13"/>
    <w:rsid w:val="00152D77"/>
    <w:rsid w:val="00152E73"/>
    <w:rsid w:val="0015329D"/>
    <w:rsid w:val="00153409"/>
    <w:rsid w:val="00153697"/>
    <w:rsid w:val="001536C2"/>
    <w:rsid w:val="001538FC"/>
    <w:rsid w:val="001538FD"/>
    <w:rsid w:val="00153920"/>
    <w:rsid w:val="001539D5"/>
    <w:rsid w:val="00153A64"/>
    <w:rsid w:val="00153B5F"/>
    <w:rsid w:val="00153B71"/>
    <w:rsid w:val="00153DC0"/>
    <w:rsid w:val="00153EAC"/>
    <w:rsid w:val="001542DA"/>
    <w:rsid w:val="001542FD"/>
    <w:rsid w:val="00154435"/>
    <w:rsid w:val="00154666"/>
    <w:rsid w:val="001547D6"/>
    <w:rsid w:val="00154AC6"/>
    <w:rsid w:val="00154C16"/>
    <w:rsid w:val="00154DB4"/>
    <w:rsid w:val="00154F38"/>
    <w:rsid w:val="00154F3D"/>
    <w:rsid w:val="001555C8"/>
    <w:rsid w:val="001555CD"/>
    <w:rsid w:val="0015580B"/>
    <w:rsid w:val="00155A84"/>
    <w:rsid w:val="00155A98"/>
    <w:rsid w:val="00155ABF"/>
    <w:rsid w:val="00155B22"/>
    <w:rsid w:val="00155CD3"/>
    <w:rsid w:val="00155DBE"/>
    <w:rsid w:val="00155F61"/>
    <w:rsid w:val="00156077"/>
    <w:rsid w:val="0015615B"/>
    <w:rsid w:val="0015623B"/>
    <w:rsid w:val="00156551"/>
    <w:rsid w:val="0015657D"/>
    <w:rsid w:val="00156795"/>
    <w:rsid w:val="00156E6D"/>
    <w:rsid w:val="00157283"/>
    <w:rsid w:val="00157471"/>
    <w:rsid w:val="00157472"/>
    <w:rsid w:val="001574B6"/>
    <w:rsid w:val="001575D5"/>
    <w:rsid w:val="00157836"/>
    <w:rsid w:val="00157A1C"/>
    <w:rsid w:val="00157ACA"/>
    <w:rsid w:val="00157B17"/>
    <w:rsid w:val="00157C94"/>
    <w:rsid w:val="00160089"/>
    <w:rsid w:val="00160129"/>
    <w:rsid w:val="001601D2"/>
    <w:rsid w:val="0016024B"/>
    <w:rsid w:val="0016040A"/>
    <w:rsid w:val="001604BC"/>
    <w:rsid w:val="001608DD"/>
    <w:rsid w:val="0016097D"/>
    <w:rsid w:val="00160A88"/>
    <w:rsid w:val="00160D25"/>
    <w:rsid w:val="00160DD4"/>
    <w:rsid w:val="00160FA4"/>
    <w:rsid w:val="00160FDC"/>
    <w:rsid w:val="00161268"/>
    <w:rsid w:val="00161485"/>
    <w:rsid w:val="00161731"/>
    <w:rsid w:val="00161770"/>
    <w:rsid w:val="001618B3"/>
    <w:rsid w:val="0016199A"/>
    <w:rsid w:val="00161B7E"/>
    <w:rsid w:val="00161DCC"/>
    <w:rsid w:val="00162007"/>
    <w:rsid w:val="00162233"/>
    <w:rsid w:val="001622D1"/>
    <w:rsid w:val="0016237D"/>
    <w:rsid w:val="001623DC"/>
    <w:rsid w:val="001623FF"/>
    <w:rsid w:val="00162414"/>
    <w:rsid w:val="00162433"/>
    <w:rsid w:val="0016256D"/>
    <w:rsid w:val="001625B3"/>
    <w:rsid w:val="00162695"/>
    <w:rsid w:val="001626C1"/>
    <w:rsid w:val="00162799"/>
    <w:rsid w:val="0016288A"/>
    <w:rsid w:val="00162BBA"/>
    <w:rsid w:val="00162D36"/>
    <w:rsid w:val="00162D75"/>
    <w:rsid w:val="00162E22"/>
    <w:rsid w:val="00162FA6"/>
    <w:rsid w:val="001630A4"/>
    <w:rsid w:val="00163263"/>
    <w:rsid w:val="00163634"/>
    <w:rsid w:val="00163640"/>
    <w:rsid w:val="00163F39"/>
    <w:rsid w:val="00163FB1"/>
    <w:rsid w:val="00163FFE"/>
    <w:rsid w:val="00164008"/>
    <w:rsid w:val="0016427E"/>
    <w:rsid w:val="001643A9"/>
    <w:rsid w:val="00164780"/>
    <w:rsid w:val="001647E4"/>
    <w:rsid w:val="001647EC"/>
    <w:rsid w:val="00164E98"/>
    <w:rsid w:val="0016516E"/>
    <w:rsid w:val="0016521C"/>
    <w:rsid w:val="001653B4"/>
    <w:rsid w:val="001656B7"/>
    <w:rsid w:val="001656FC"/>
    <w:rsid w:val="00165812"/>
    <w:rsid w:val="001659A2"/>
    <w:rsid w:val="00165BD3"/>
    <w:rsid w:val="00165C1D"/>
    <w:rsid w:val="00165C98"/>
    <w:rsid w:val="00165D91"/>
    <w:rsid w:val="00165F3A"/>
    <w:rsid w:val="00165FB1"/>
    <w:rsid w:val="00165FE8"/>
    <w:rsid w:val="00166017"/>
    <w:rsid w:val="00166045"/>
    <w:rsid w:val="00166293"/>
    <w:rsid w:val="001662B2"/>
    <w:rsid w:val="001662CA"/>
    <w:rsid w:val="0016636B"/>
    <w:rsid w:val="001663C0"/>
    <w:rsid w:val="00166770"/>
    <w:rsid w:val="0016685B"/>
    <w:rsid w:val="00166A70"/>
    <w:rsid w:val="00166B9D"/>
    <w:rsid w:val="00166BCB"/>
    <w:rsid w:val="00166C58"/>
    <w:rsid w:val="00166CB3"/>
    <w:rsid w:val="00166F54"/>
    <w:rsid w:val="00167221"/>
    <w:rsid w:val="0016728D"/>
    <w:rsid w:val="00167372"/>
    <w:rsid w:val="0016748B"/>
    <w:rsid w:val="001674B3"/>
    <w:rsid w:val="0016780C"/>
    <w:rsid w:val="00167893"/>
    <w:rsid w:val="00167ACD"/>
    <w:rsid w:val="00167BF2"/>
    <w:rsid w:val="00167C23"/>
    <w:rsid w:val="00167DB6"/>
    <w:rsid w:val="00167E8B"/>
    <w:rsid w:val="00167E94"/>
    <w:rsid w:val="00167F82"/>
    <w:rsid w:val="00170102"/>
    <w:rsid w:val="0017077B"/>
    <w:rsid w:val="0017086F"/>
    <w:rsid w:val="001708B8"/>
    <w:rsid w:val="00170A21"/>
    <w:rsid w:val="00170A2F"/>
    <w:rsid w:val="00170C45"/>
    <w:rsid w:val="00170C57"/>
    <w:rsid w:val="00170DE1"/>
    <w:rsid w:val="00170EA4"/>
    <w:rsid w:val="00171028"/>
    <w:rsid w:val="00171036"/>
    <w:rsid w:val="00171598"/>
    <w:rsid w:val="00171723"/>
    <w:rsid w:val="001717AC"/>
    <w:rsid w:val="001718FC"/>
    <w:rsid w:val="00171C2F"/>
    <w:rsid w:val="00171CCC"/>
    <w:rsid w:val="00171DA1"/>
    <w:rsid w:val="0017206E"/>
    <w:rsid w:val="001720CD"/>
    <w:rsid w:val="00172381"/>
    <w:rsid w:val="001723FB"/>
    <w:rsid w:val="00172591"/>
    <w:rsid w:val="001725CD"/>
    <w:rsid w:val="0017263F"/>
    <w:rsid w:val="001726EC"/>
    <w:rsid w:val="00172717"/>
    <w:rsid w:val="0017279E"/>
    <w:rsid w:val="00172B6E"/>
    <w:rsid w:val="00172CFB"/>
    <w:rsid w:val="00172DFD"/>
    <w:rsid w:val="00173053"/>
    <w:rsid w:val="001730E3"/>
    <w:rsid w:val="001731D8"/>
    <w:rsid w:val="001732B9"/>
    <w:rsid w:val="001732C5"/>
    <w:rsid w:val="001733D4"/>
    <w:rsid w:val="00173551"/>
    <w:rsid w:val="00173976"/>
    <w:rsid w:val="00173B5C"/>
    <w:rsid w:val="00173B87"/>
    <w:rsid w:val="00173BD6"/>
    <w:rsid w:val="0017400D"/>
    <w:rsid w:val="001740A2"/>
    <w:rsid w:val="00174230"/>
    <w:rsid w:val="00174267"/>
    <w:rsid w:val="00174305"/>
    <w:rsid w:val="00174772"/>
    <w:rsid w:val="0017481D"/>
    <w:rsid w:val="00174893"/>
    <w:rsid w:val="00174FEA"/>
    <w:rsid w:val="00175959"/>
    <w:rsid w:val="001759E3"/>
    <w:rsid w:val="00175A0D"/>
    <w:rsid w:val="00175B85"/>
    <w:rsid w:val="00175EB7"/>
    <w:rsid w:val="00175FFE"/>
    <w:rsid w:val="00176034"/>
    <w:rsid w:val="0017603D"/>
    <w:rsid w:val="001760E6"/>
    <w:rsid w:val="0017625E"/>
    <w:rsid w:val="00176639"/>
    <w:rsid w:val="00176886"/>
    <w:rsid w:val="00176907"/>
    <w:rsid w:val="00176949"/>
    <w:rsid w:val="00176A67"/>
    <w:rsid w:val="00176C3B"/>
    <w:rsid w:val="00176D6E"/>
    <w:rsid w:val="00177023"/>
    <w:rsid w:val="00177026"/>
    <w:rsid w:val="00177226"/>
    <w:rsid w:val="001777D5"/>
    <w:rsid w:val="001778C1"/>
    <w:rsid w:val="001779FC"/>
    <w:rsid w:val="00177B3F"/>
    <w:rsid w:val="00177D0D"/>
    <w:rsid w:val="00177E6E"/>
    <w:rsid w:val="00180054"/>
    <w:rsid w:val="0018013A"/>
    <w:rsid w:val="00180498"/>
    <w:rsid w:val="001805BC"/>
    <w:rsid w:val="00180768"/>
    <w:rsid w:val="001807F6"/>
    <w:rsid w:val="00180843"/>
    <w:rsid w:val="001808D7"/>
    <w:rsid w:val="00180982"/>
    <w:rsid w:val="001809AA"/>
    <w:rsid w:val="00180BFF"/>
    <w:rsid w:val="00180DCE"/>
    <w:rsid w:val="00180E71"/>
    <w:rsid w:val="00180F6A"/>
    <w:rsid w:val="00180F7A"/>
    <w:rsid w:val="00181114"/>
    <w:rsid w:val="00181176"/>
    <w:rsid w:val="00181356"/>
    <w:rsid w:val="001813EE"/>
    <w:rsid w:val="001815A1"/>
    <w:rsid w:val="00181614"/>
    <w:rsid w:val="0018169C"/>
    <w:rsid w:val="00181830"/>
    <w:rsid w:val="00181845"/>
    <w:rsid w:val="001818FF"/>
    <w:rsid w:val="00181B1B"/>
    <w:rsid w:val="00181BCF"/>
    <w:rsid w:val="00182040"/>
    <w:rsid w:val="001820DD"/>
    <w:rsid w:val="001822E2"/>
    <w:rsid w:val="00182A3A"/>
    <w:rsid w:val="00182AB7"/>
    <w:rsid w:val="00182C77"/>
    <w:rsid w:val="00182C7E"/>
    <w:rsid w:val="00182CC6"/>
    <w:rsid w:val="00182CD5"/>
    <w:rsid w:val="00182D39"/>
    <w:rsid w:val="00182D5A"/>
    <w:rsid w:val="001837CC"/>
    <w:rsid w:val="001838A0"/>
    <w:rsid w:val="00183C39"/>
    <w:rsid w:val="00183FD3"/>
    <w:rsid w:val="00184166"/>
    <w:rsid w:val="00184389"/>
    <w:rsid w:val="001845A9"/>
    <w:rsid w:val="001845AD"/>
    <w:rsid w:val="00184648"/>
    <w:rsid w:val="00184975"/>
    <w:rsid w:val="001849C4"/>
    <w:rsid w:val="00184B29"/>
    <w:rsid w:val="00184E45"/>
    <w:rsid w:val="00185176"/>
    <w:rsid w:val="0018532A"/>
    <w:rsid w:val="00185469"/>
    <w:rsid w:val="001854CA"/>
    <w:rsid w:val="001856B0"/>
    <w:rsid w:val="001856BE"/>
    <w:rsid w:val="00185A1E"/>
    <w:rsid w:val="00185A25"/>
    <w:rsid w:val="00185C19"/>
    <w:rsid w:val="00185C59"/>
    <w:rsid w:val="00185E3A"/>
    <w:rsid w:val="00185F22"/>
    <w:rsid w:val="001861F8"/>
    <w:rsid w:val="00186293"/>
    <w:rsid w:val="00186369"/>
    <w:rsid w:val="001863BB"/>
    <w:rsid w:val="00186503"/>
    <w:rsid w:val="001869FA"/>
    <w:rsid w:val="00186E1E"/>
    <w:rsid w:val="00186FED"/>
    <w:rsid w:val="00187056"/>
    <w:rsid w:val="001870B2"/>
    <w:rsid w:val="001871AD"/>
    <w:rsid w:val="00187306"/>
    <w:rsid w:val="00187748"/>
    <w:rsid w:val="00187CD0"/>
    <w:rsid w:val="00187D32"/>
    <w:rsid w:val="00187E61"/>
    <w:rsid w:val="00187ED4"/>
    <w:rsid w:val="0019002B"/>
    <w:rsid w:val="0019015F"/>
    <w:rsid w:val="001902AA"/>
    <w:rsid w:val="00190555"/>
    <w:rsid w:val="0019056A"/>
    <w:rsid w:val="00190798"/>
    <w:rsid w:val="001907A9"/>
    <w:rsid w:val="00190948"/>
    <w:rsid w:val="001909D4"/>
    <w:rsid w:val="00190A4A"/>
    <w:rsid w:val="00190AA4"/>
    <w:rsid w:val="00190D0D"/>
    <w:rsid w:val="001910B6"/>
    <w:rsid w:val="00191123"/>
    <w:rsid w:val="001912C9"/>
    <w:rsid w:val="001914B8"/>
    <w:rsid w:val="0019162A"/>
    <w:rsid w:val="00191671"/>
    <w:rsid w:val="0019171A"/>
    <w:rsid w:val="00191952"/>
    <w:rsid w:val="00191E12"/>
    <w:rsid w:val="00191FBB"/>
    <w:rsid w:val="001920FD"/>
    <w:rsid w:val="0019212E"/>
    <w:rsid w:val="00192193"/>
    <w:rsid w:val="00192215"/>
    <w:rsid w:val="0019221D"/>
    <w:rsid w:val="00192301"/>
    <w:rsid w:val="00192447"/>
    <w:rsid w:val="0019272C"/>
    <w:rsid w:val="00192B0D"/>
    <w:rsid w:val="00192CC7"/>
    <w:rsid w:val="00192E19"/>
    <w:rsid w:val="00192E71"/>
    <w:rsid w:val="00192F78"/>
    <w:rsid w:val="0019328E"/>
    <w:rsid w:val="00193482"/>
    <w:rsid w:val="00193491"/>
    <w:rsid w:val="00193522"/>
    <w:rsid w:val="0019357B"/>
    <w:rsid w:val="00193722"/>
    <w:rsid w:val="0019384C"/>
    <w:rsid w:val="00193C1C"/>
    <w:rsid w:val="00193D3F"/>
    <w:rsid w:val="00193E2D"/>
    <w:rsid w:val="00193EAC"/>
    <w:rsid w:val="00193F75"/>
    <w:rsid w:val="001940B0"/>
    <w:rsid w:val="0019413A"/>
    <w:rsid w:val="001941AE"/>
    <w:rsid w:val="00194524"/>
    <w:rsid w:val="00194632"/>
    <w:rsid w:val="00194701"/>
    <w:rsid w:val="001948AE"/>
    <w:rsid w:val="001948E6"/>
    <w:rsid w:val="0019496D"/>
    <w:rsid w:val="0019498A"/>
    <w:rsid w:val="00194CDD"/>
    <w:rsid w:val="00194E5C"/>
    <w:rsid w:val="00194FF9"/>
    <w:rsid w:val="0019507B"/>
    <w:rsid w:val="0019531C"/>
    <w:rsid w:val="001953B4"/>
    <w:rsid w:val="00195433"/>
    <w:rsid w:val="001954BB"/>
    <w:rsid w:val="001954DC"/>
    <w:rsid w:val="00195613"/>
    <w:rsid w:val="00195AA6"/>
    <w:rsid w:val="00195D15"/>
    <w:rsid w:val="00195EE5"/>
    <w:rsid w:val="00196632"/>
    <w:rsid w:val="00196668"/>
    <w:rsid w:val="00196669"/>
    <w:rsid w:val="00196724"/>
    <w:rsid w:val="001967E3"/>
    <w:rsid w:val="00196808"/>
    <w:rsid w:val="001969F0"/>
    <w:rsid w:val="00196BC6"/>
    <w:rsid w:val="00196D35"/>
    <w:rsid w:val="00196DD1"/>
    <w:rsid w:val="00196DD2"/>
    <w:rsid w:val="0019715B"/>
    <w:rsid w:val="00197197"/>
    <w:rsid w:val="00197232"/>
    <w:rsid w:val="0019737E"/>
    <w:rsid w:val="001975B5"/>
    <w:rsid w:val="001976B8"/>
    <w:rsid w:val="0019799E"/>
    <w:rsid w:val="00197D3D"/>
    <w:rsid w:val="00197D54"/>
    <w:rsid w:val="001A01B3"/>
    <w:rsid w:val="001A0370"/>
    <w:rsid w:val="001A0393"/>
    <w:rsid w:val="001A06A1"/>
    <w:rsid w:val="001A083F"/>
    <w:rsid w:val="001A0931"/>
    <w:rsid w:val="001A096D"/>
    <w:rsid w:val="001A0A26"/>
    <w:rsid w:val="001A0AD2"/>
    <w:rsid w:val="001A0CCC"/>
    <w:rsid w:val="001A0D88"/>
    <w:rsid w:val="001A0DC6"/>
    <w:rsid w:val="001A0FD2"/>
    <w:rsid w:val="001A105A"/>
    <w:rsid w:val="001A1492"/>
    <w:rsid w:val="001A14FB"/>
    <w:rsid w:val="001A1613"/>
    <w:rsid w:val="001A1ADC"/>
    <w:rsid w:val="001A1BF0"/>
    <w:rsid w:val="001A1CE4"/>
    <w:rsid w:val="001A2084"/>
    <w:rsid w:val="001A2245"/>
    <w:rsid w:val="001A2261"/>
    <w:rsid w:val="001A2434"/>
    <w:rsid w:val="001A2BAF"/>
    <w:rsid w:val="001A2C97"/>
    <w:rsid w:val="001A2D7B"/>
    <w:rsid w:val="001A2F65"/>
    <w:rsid w:val="001A313E"/>
    <w:rsid w:val="001A34AB"/>
    <w:rsid w:val="001A35D8"/>
    <w:rsid w:val="001A36C8"/>
    <w:rsid w:val="001A372C"/>
    <w:rsid w:val="001A38AD"/>
    <w:rsid w:val="001A3C03"/>
    <w:rsid w:val="001A3CBE"/>
    <w:rsid w:val="001A3FEF"/>
    <w:rsid w:val="001A4092"/>
    <w:rsid w:val="001A44BB"/>
    <w:rsid w:val="001A48A1"/>
    <w:rsid w:val="001A4909"/>
    <w:rsid w:val="001A4A69"/>
    <w:rsid w:val="001A4DAD"/>
    <w:rsid w:val="001A4EE6"/>
    <w:rsid w:val="001A4F17"/>
    <w:rsid w:val="001A5251"/>
    <w:rsid w:val="001A5462"/>
    <w:rsid w:val="001A56DE"/>
    <w:rsid w:val="001A5886"/>
    <w:rsid w:val="001A59E6"/>
    <w:rsid w:val="001A5ACE"/>
    <w:rsid w:val="001A5ADA"/>
    <w:rsid w:val="001A5DC3"/>
    <w:rsid w:val="001A5ED4"/>
    <w:rsid w:val="001A5F2B"/>
    <w:rsid w:val="001A5FF8"/>
    <w:rsid w:val="001A6102"/>
    <w:rsid w:val="001A6119"/>
    <w:rsid w:val="001A61F5"/>
    <w:rsid w:val="001A6217"/>
    <w:rsid w:val="001A6548"/>
    <w:rsid w:val="001A6658"/>
    <w:rsid w:val="001A6AD5"/>
    <w:rsid w:val="001A6D28"/>
    <w:rsid w:val="001A6E1B"/>
    <w:rsid w:val="001A6EA9"/>
    <w:rsid w:val="001A6FDE"/>
    <w:rsid w:val="001A704A"/>
    <w:rsid w:val="001A71EB"/>
    <w:rsid w:val="001A74D0"/>
    <w:rsid w:val="001A752E"/>
    <w:rsid w:val="001A762B"/>
    <w:rsid w:val="001A7A9C"/>
    <w:rsid w:val="001A7B1F"/>
    <w:rsid w:val="001A7B7C"/>
    <w:rsid w:val="001A7BF5"/>
    <w:rsid w:val="001A7DD9"/>
    <w:rsid w:val="001B031C"/>
    <w:rsid w:val="001B05E1"/>
    <w:rsid w:val="001B05FF"/>
    <w:rsid w:val="001B092F"/>
    <w:rsid w:val="001B09F0"/>
    <w:rsid w:val="001B0C75"/>
    <w:rsid w:val="001B0CE7"/>
    <w:rsid w:val="001B0E25"/>
    <w:rsid w:val="001B0F9E"/>
    <w:rsid w:val="001B11DE"/>
    <w:rsid w:val="001B1376"/>
    <w:rsid w:val="001B1399"/>
    <w:rsid w:val="001B142C"/>
    <w:rsid w:val="001B1575"/>
    <w:rsid w:val="001B173A"/>
    <w:rsid w:val="001B18AA"/>
    <w:rsid w:val="001B18CC"/>
    <w:rsid w:val="001B193B"/>
    <w:rsid w:val="001B194A"/>
    <w:rsid w:val="001B1AAB"/>
    <w:rsid w:val="001B1BD9"/>
    <w:rsid w:val="001B1F4E"/>
    <w:rsid w:val="001B219B"/>
    <w:rsid w:val="001B2949"/>
    <w:rsid w:val="001B29ED"/>
    <w:rsid w:val="001B2A58"/>
    <w:rsid w:val="001B2AC3"/>
    <w:rsid w:val="001B2C15"/>
    <w:rsid w:val="001B3026"/>
    <w:rsid w:val="001B31E2"/>
    <w:rsid w:val="001B326F"/>
    <w:rsid w:val="001B363C"/>
    <w:rsid w:val="001B36CC"/>
    <w:rsid w:val="001B3703"/>
    <w:rsid w:val="001B37B0"/>
    <w:rsid w:val="001B3A52"/>
    <w:rsid w:val="001B3B4A"/>
    <w:rsid w:val="001B3B7E"/>
    <w:rsid w:val="001B3C1B"/>
    <w:rsid w:val="001B3C97"/>
    <w:rsid w:val="001B3D05"/>
    <w:rsid w:val="001B408A"/>
    <w:rsid w:val="001B43C1"/>
    <w:rsid w:val="001B43FD"/>
    <w:rsid w:val="001B4848"/>
    <w:rsid w:val="001B5062"/>
    <w:rsid w:val="001B5071"/>
    <w:rsid w:val="001B5279"/>
    <w:rsid w:val="001B5366"/>
    <w:rsid w:val="001B56CE"/>
    <w:rsid w:val="001B5965"/>
    <w:rsid w:val="001B5AD7"/>
    <w:rsid w:val="001B5D4A"/>
    <w:rsid w:val="001B5D68"/>
    <w:rsid w:val="001B5F39"/>
    <w:rsid w:val="001B637C"/>
    <w:rsid w:val="001B64D2"/>
    <w:rsid w:val="001B654B"/>
    <w:rsid w:val="001B65CE"/>
    <w:rsid w:val="001B66B1"/>
    <w:rsid w:val="001B69B7"/>
    <w:rsid w:val="001B6CA9"/>
    <w:rsid w:val="001B6CB5"/>
    <w:rsid w:val="001B6DFA"/>
    <w:rsid w:val="001B7078"/>
    <w:rsid w:val="001B726A"/>
    <w:rsid w:val="001B737D"/>
    <w:rsid w:val="001B73E3"/>
    <w:rsid w:val="001B7A6D"/>
    <w:rsid w:val="001B7B02"/>
    <w:rsid w:val="001B7B56"/>
    <w:rsid w:val="001B7B89"/>
    <w:rsid w:val="001B7CC1"/>
    <w:rsid w:val="001B7E28"/>
    <w:rsid w:val="001B7F19"/>
    <w:rsid w:val="001B7FBF"/>
    <w:rsid w:val="001B7FC3"/>
    <w:rsid w:val="001B7FD5"/>
    <w:rsid w:val="001C0126"/>
    <w:rsid w:val="001C02E6"/>
    <w:rsid w:val="001C036F"/>
    <w:rsid w:val="001C0459"/>
    <w:rsid w:val="001C0494"/>
    <w:rsid w:val="001C06FC"/>
    <w:rsid w:val="001C0903"/>
    <w:rsid w:val="001C09F9"/>
    <w:rsid w:val="001C0B88"/>
    <w:rsid w:val="001C0D3B"/>
    <w:rsid w:val="001C0D64"/>
    <w:rsid w:val="001C0D80"/>
    <w:rsid w:val="001C0E8C"/>
    <w:rsid w:val="001C0F38"/>
    <w:rsid w:val="001C1092"/>
    <w:rsid w:val="001C1099"/>
    <w:rsid w:val="001C11F3"/>
    <w:rsid w:val="001C1306"/>
    <w:rsid w:val="001C1364"/>
    <w:rsid w:val="001C1482"/>
    <w:rsid w:val="001C1494"/>
    <w:rsid w:val="001C163E"/>
    <w:rsid w:val="001C1ADA"/>
    <w:rsid w:val="001C1F14"/>
    <w:rsid w:val="001C1F71"/>
    <w:rsid w:val="001C1FF6"/>
    <w:rsid w:val="001C21B1"/>
    <w:rsid w:val="001C2378"/>
    <w:rsid w:val="001C23E4"/>
    <w:rsid w:val="001C24E4"/>
    <w:rsid w:val="001C2506"/>
    <w:rsid w:val="001C259F"/>
    <w:rsid w:val="001C285D"/>
    <w:rsid w:val="001C2D19"/>
    <w:rsid w:val="001C2FF0"/>
    <w:rsid w:val="001C31A5"/>
    <w:rsid w:val="001C35E8"/>
    <w:rsid w:val="001C3681"/>
    <w:rsid w:val="001C3737"/>
    <w:rsid w:val="001C375A"/>
    <w:rsid w:val="001C3804"/>
    <w:rsid w:val="001C3872"/>
    <w:rsid w:val="001C3E71"/>
    <w:rsid w:val="001C3F61"/>
    <w:rsid w:val="001C3FD6"/>
    <w:rsid w:val="001C418D"/>
    <w:rsid w:val="001C4273"/>
    <w:rsid w:val="001C42B7"/>
    <w:rsid w:val="001C42F1"/>
    <w:rsid w:val="001C445B"/>
    <w:rsid w:val="001C45E9"/>
    <w:rsid w:val="001C47FF"/>
    <w:rsid w:val="001C480D"/>
    <w:rsid w:val="001C495D"/>
    <w:rsid w:val="001C497B"/>
    <w:rsid w:val="001C4A21"/>
    <w:rsid w:val="001C4DFF"/>
    <w:rsid w:val="001C4E25"/>
    <w:rsid w:val="001C4F02"/>
    <w:rsid w:val="001C4F99"/>
    <w:rsid w:val="001C5027"/>
    <w:rsid w:val="001C5112"/>
    <w:rsid w:val="001C5145"/>
    <w:rsid w:val="001C51AA"/>
    <w:rsid w:val="001C51BB"/>
    <w:rsid w:val="001C5258"/>
    <w:rsid w:val="001C53AC"/>
    <w:rsid w:val="001C58A4"/>
    <w:rsid w:val="001C593D"/>
    <w:rsid w:val="001C5CC6"/>
    <w:rsid w:val="001C5ED9"/>
    <w:rsid w:val="001C60FA"/>
    <w:rsid w:val="001C6431"/>
    <w:rsid w:val="001C6458"/>
    <w:rsid w:val="001C69C0"/>
    <w:rsid w:val="001C6A7C"/>
    <w:rsid w:val="001C6A86"/>
    <w:rsid w:val="001C6C4E"/>
    <w:rsid w:val="001C6C5C"/>
    <w:rsid w:val="001C6FAC"/>
    <w:rsid w:val="001C701C"/>
    <w:rsid w:val="001C7030"/>
    <w:rsid w:val="001C7045"/>
    <w:rsid w:val="001C714D"/>
    <w:rsid w:val="001C74FF"/>
    <w:rsid w:val="001C750B"/>
    <w:rsid w:val="001C753D"/>
    <w:rsid w:val="001C76E5"/>
    <w:rsid w:val="001C7700"/>
    <w:rsid w:val="001C7729"/>
    <w:rsid w:val="001C7730"/>
    <w:rsid w:val="001C783D"/>
    <w:rsid w:val="001C7919"/>
    <w:rsid w:val="001C7B8C"/>
    <w:rsid w:val="001C7B95"/>
    <w:rsid w:val="001C7D41"/>
    <w:rsid w:val="001D0153"/>
    <w:rsid w:val="001D029E"/>
    <w:rsid w:val="001D0A26"/>
    <w:rsid w:val="001D0BFE"/>
    <w:rsid w:val="001D0D14"/>
    <w:rsid w:val="001D0EFF"/>
    <w:rsid w:val="001D0FE2"/>
    <w:rsid w:val="001D165D"/>
    <w:rsid w:val="001D18C0"/>
    <w:rsid w:val="001D1AD3"/>
    <w:rsid w:val="001D1BFD"/>
    <w:rsid w:val="001D1CBB"/>
    <w:rsid w:val="001D1D78"/>
    <w:rsid w:val="001D1F5C"/>
    <w:rsid w:val="001D2432"/>
    <w:rsid w:val="001D25B1"/>
    <w:rsid w:val="001D2642"/>
    <w:rsid w:val="001D2762"/>
    <w:rsid w:val="001D29A5"/>
    <w:rsid w:val="001D29AF"/>
    <w:rsid w:val="001D2CFB"/>
    <w:rsid w:val="001D2D8D"/>
    <w:rsid w:val="001D3078"/>
    <w:rsid w:val="001D30BB"/>
    <w:rsid w:val="001D31E3"/>
    <w:rsid w:val="001D3234"/>
    <w:rsid w:val="001D33EC"/>
    <w:rsid w:val="001D34B8"/>
    <w:rsid w:val="001D35F2"/>
    <w:rsid w:val="001D3909"/>
    <w:rsid w:val="001D39D0"/>
    <w:rsid w:val="001D3AB9"/>
    <w:rsid w:val="001D3D05"/>
    <w:rsid w:val="001D3DDC"/>
    <w:rsid w:val="001D3E00"/>
    <w:rsid w:val="001D3E06"/>
    <w:rsid w:val="001D4030"/>
    <w:rsid w:val="001D403C"/>
    <w:rsid w:val="001D404C"/>
    <w:rsid w:val="001D40FF"/>
    <w:rsid w:val="001D42F4"/>
    <w:rsid w:val="001D4431"/>
    <w:rsid w:val="001D45BF"/>
    <w:rsid w:val="001D45F7"/>
    <w:rsid w:val="001D48D7"/>
    <w:rsid w:val="001D4B0E"/>
    <w:rsid w:val="001D4B92"/>
    <w:rsid w:val="001D4C81"/>
    <w:rsid w:val="001D50BF"/>
    <w:rsid w:val="001D530F"/>
    <w:rsid w:val="001D5436"/>
    <w:rsid w:val="001D576B"/>
    <w:rsid w:val="001D5895"/>
    <w:rsid w:val="001D58C5"/>
    <w:rsid w:val="001D5931"/>
    <w:rsid w:val="001D5AFC"/>
    <w:rsid w:val="001D5D98"/>
    <w:rsid w:val="001D5FAC"/>
    <w:rsid w:val="001D62E4"/>
    <w:rsid w:val="001D639A"/>
    <w:rsid w:val="001D6860"/>
    <w:rsid w:val="001D69C5"/>
    <w:rsid w:val="001D69CA"/>
    <w:rsid w:val="001D6DD3"/>
    <w:rsid w:val="001D6F52"/>
    <w:rsid w:val="001D71B9"/>
    <w:rsid w:val="001D7332"/>
    <w:rsid w:val="001D7516"/>
    <w:rsid w:val="001D7632"/>
    <w:rsid w:val="001D77A6"/>
    <w:rsid w:val="001D788C"/>
    <w:rsid w:val="001D7A6A"/>
    <w:rsid w:val="001D7ADF"/>
    <w:rsid w:val="001D7C09"/>
    <w:rsid w:val="001D7E1A"/>
    <w:rsid w:val="001D7E44"/>
    <w:rsid w:val="001D7FF0"/>
    <w:rsid w:val="001E027A"/>
    <w:rsid w:val="001E02BF"/>
    <w:rsid w:val="001E0667"/>
    <w:rsid w:val="001E0B07"/>
    <w:rsid w:val="001E0BA8"/>
    <w:rsid w:val="001E0BE3"/>
    <w:rsid w:val="001E0D5E"/>
    <w:rsid w:val="001E0D9C"/>
    <w:rsid w:val="001E0EC1"/>
    <w:rsid w:val="001E1449"/>
    <w:rsid w:val="001E1476"/>
    <w:rsid w:val="001E155C"/>
    <w:rsid w:val="001E1733"/>
    <w:rsid w:val="001E19A9"/>
    <w:rsid w:val="001E19B2"/>
    <w:rsid w:val="001E1DB0"/>
    <w:rsid w:val="001E1DF2"/>
    <w:rsid w:val="001E1ECC"/>
    <w:rsid w:val="001E2128"/>
    <w:rsid w:val="001E235B"/>
    <w:rsid w:val="001E235C"/>
    <w:rsid w:val="001E27FC"/>
    <w:rsid w:val="001E28A6"/>
    <w:rsid w:val="001E2923"/>
    <w:rsid w:val="001E2B65"/>
    <w:rsid w:val="001E2BFF"/>
    <w:rsid w:val="001E2D10"/>
    <w:rsid w:val="001E2EDE"/>
    <w:rsid w:val="001E2F41"/>
    <w:rsid w:val="001E2FF4"/>
    <w:rsid w:val="001E30EE"/>
    <w:rsid w:val="001E324F"/>
    <w:rsid w:val="001E332C"/>
    <w:rsid w:val="001E33B2"/>
    <w:rsid w:val="001E33C9"/>
    <w:rsid w:val="001E3608"/>
    <w:rsid w:val="001E3854"/>
    <w:rsid w:val="001E3992"/>
    <w:rsid w:val="001E3BD3"/>
    <w:rsid w:val="001E3E8F"/>
    <w:rsid w:val="001E3FFD"/>
    <w:rsid w:val="001E4218"/>
    <w:rsid w:val="001E4492"/>
    <w:rsid w:val="001E4B4D"/>
    <w:rsid w:val="001E5068"/>
    <w:rsid w:val="001E565F"/>
    <w:rsid w:val="001E582A"/>
    <w:rsid w:val="001E5F3E"/>
    <w:rsid w:val="001E5F91"/>
    <w:rsid w:val="001E6139"/>
    <w:rsid w:val="001E6155"/>
    <w:rsid w:val="001E6297"/>
    <w:rsid w:val="001E64F0"/>
    <w:rsid w:val="001E65C7"/>
    <w:rsid w:val="001E6839"/>
    <w:rsid w:val="001E69E5"/>
    <w:rsid w:val="001E6C31"/>
    <w:rsid w:val="001E6DF7"/>
    <w:rsid w:val="001E6E21"/>
    <w:rsid w:val="001E6FBF"/>
    <w:rsid w:val="001E7011"/>
    <w:rsid w:val="001E7469"/>
    <w:rsid w:val="001E76F0"/>
    <w:rsid w:val="001E785A"/>
    <w:rsid w:val="001E7A2A"/>
    <w:rsid w:val="001E7B75"/>
    <w:rsid w:val="001E7E3B"/>
    <w:rsid w:val="001F01F5"/>
    <w:rsid w:val="001F028D"/>
    <w:rsid w:val="001F02E9"/>
    <w:rsid w:val="001F0488"/>
    <w:rsid w:val="001F05D2"/>
    <w:rsid w:val="001F0750"/>
    <w:rsid w:val="001F09C4"/>
    <w:rsid w:val="001F0D67"/>
    <w:rsid w:val="001F0E09"/>
    <w:rsid w:val="001F1268"/>
    <w:rsid w:val="001F12E3"/>
    <w:rsid w:val="001F13CA"/>
    <w:rsid w:val="001F13E4"/>
    <w:rsid w:val="001F142C"/>
    <w:rsid w:val="001F14E1"/>
    <w:rsid w:val="001F1651"/>
    <w:rsid w:val="001F1820"/>
    <w:rsid w:val="001F1869"/>
    <w:rsid w:val="001F18FE"/>
    <w:rsid w:val="001F1A9B"/>
    <w:rsid w:val="001F1EFA"/>
    <w:rsid w:val="001F21EA"/>
    <w:rsid w:val="001F2344"/>
    <w:rsid w:val="001F2501"/>
    <w:rsid w:val="001F2674"/>
    <w:rsid w:val="001F27B9"/>
    <w:rsid w:val="001F29EE"/>
    <w:rsid w:val="001F2A8C"/>
    <w:rsid w:val="001F2A8D"/>
    <w:rsid w:val="001F2B4F"/>
    <w:rsid w:val="001F2F67"/>
    <w:rsid w:val="001F3049"/>
    <w:rsid w:val="001F31A5"/>
    <w:rsid w:val="001F31E1"/>
    <w:rsid w:val="001F3215"/>
    <w:rsid w:val="001F34AF"/>
    <w:rsid w:val="001F3675"/>
    <w:rsid w:val="001F371C"/>
    <w:rsid w:val="001F3941"/>
    <w:rsid w:val="001F3AFE"/>
    <w:rsid w:val="001F3C44"/>
    <w:rsid w:val="001F3D77"/>
    <w:rsid w:val="001F3FD5"/>
    <w:rsid w:val="001F4161"/>
    <w:rsid w:val="001F41CC"/>
    <w:rsid w:val="001F4273"/>
    <w:rsid w:val="001F435F"/>
    <w:rsid w:val="001F4390"/>
    <w:rsid w:val="001F4519"/>
    <w:rsid w:val="001F45BB"/>
    <w:rsid w:val="001F4B13"/>
    <w:rsid w:val="001F4B42"/>
    <w:rsid w:val="001F4F49"/>
    <w:rsid w:val="001F506D"/>
    <w:rsid w:val="001F50EE"/>
    <w:rsid w:val="001F519A"/>
    <w:rsid w:val="001F5318"/>
    <w:rsid w:val="001F55D7"/>
    <w:rsid w:val="001F56A7"/>
    <w:rsid w:val="001F5801"/>
    <w:rsid w:val="001F58C6"/>
    <w:rsid w:val="001F5FBF"/>
    <w:rsid w:val="001F64FF"/>
    <w:rsid w:val="001F6566"/>
    <w:rsid w:val="001F664C"/>
    <w:rsid w:val="001F6792"/>
    <w:rsid w:val="001F67C4"/>
    <w:rsid w:val="001F6A30"/>
    <w:rsid w:val="001F6A94"/>
    <w:rsid w:val="001F6B05"/>
    <w:rsid w:val="001F6CCD"/>
    <w:rsid w:val="001F6F2F"/>
    <w:rsid w:val="001F7272"/>
    <w:rsid w:val="001F73F2"/>
    <w:rsid w:val="001F7604"/>
    <w:rsid w:val="001F7718"/>
    <w:rsid w:val="001F779A"/>
    <w:rsid w:val="001F79C7"/>
    <w:rsid w:val="001F79E6"/>
    <w:rsid w:val="001F7AB7"/>
    <w:rsid w:val="001F7B83"/>
    <w:rsid w:val="001F7D37"/>
    <w:rsid w:val="001F7FA9"/>
    <w:rsid w:val="002000E9"/>
    <w:rsid w:val="002003C0"/>
    <w:rsid w:val="002004AA"/>
    <w:rsid w:val="002004DF"/>
    <w:rsid w:val="002006F2"/>
    <w:rsid w:val="00200969"/>
    <w:rsid w:val="00200CE2"/>
    <w:rsid w:val="00200E40"/>
    <w:rsid w:val="00200E42"/>
    <w:rsid w:val="00200E53"/>
    <w:rsid w:val="00200F2E"/>
    <w:rsid w:val="00201076"/>
    <w:rsid w:val="002011D8"/>
    <w:rsid w:val="00201251"/>
    <w:rsid w:val="0020136E"/>
    <w:rsid w:val="0020149A"/>
    <w:rsid w:val="002015A2"/>
    <w:rsid w:val="0020173E"/>
    <w:rsid w:val="002017B6"/>
    <w:rsid w:val="00201D5A"/>
    <w:rsid w:val="00201D9F"/>
    <w:rsid w:val="00201E80"/>
    <w:rsid w:val="00201F69"/>
    <w:rsid w:val="00201FEC"/>
    <w:rsid w:val="00202169"/>
    <w:rsid w:val="00202329"/>
    <w:rsid w:val="002025A9"/>
    <w:rsid w:val="0020262E"/>
    <w:rsid w:val="002028C0"/>
    <w:rsid w:val="00202A5B"/>
    <w:rsid w:val="00202D38"/>
    <w:rsid w:val="00202E8A"/>
    <w:rsid w:val="00203012"/>
    <w:rsid w:val="002030CD"/>
    <w:rsid w:val="002030F9"/>
    <w:rsid w:val="00203118"/>
    <w:rsid w:val="00203137"/>
    <w:rsid w:val="0020333D"/>
    <w:rsid w:val="0020339A"/>
    <w:rsid w:val="002033B9"/>
    <w:rsid w:val="00203583"/>
    <w:rsid w:val="00203590"/>
    <w:rsid w:val="0020385F"/>
    <w:rsid w:val="00203E2B"/>
    <w:rsid w:val="00203EFD"/>
    <w:rsid w:val="00204002"/>
    <w:rsid w:val="002042F6"/>
    <w:rsid w:val="00204339"/>
    <w:rsid w:val="00204378"/>
    <w:rsid w:val="002048D7"/>
    <w:rsid w:val="00204C06"/>
    <w:rsid w:val="00204EF5"/>
    <w:rsid w:val="002050A9"/>
    <w:rsid w:val="0020510D"/>
    <w:rsid w:val="0020532D"/>
    <w:rsid w:val="002055FD"/>
    <w:rsid w:val="002058B5"/>
    <w:rsid w:val="002058E6"/>
    <w:rsid w:val="00205BBA"/>
    <w:rsid w:val="00205CDB"/>
    <w:rsid w:val="00205CDE"/>
    <w:rsid w:val="00205D80"/>
    <w:rsid w:val="00205E57"/>
    <w:rsid w:val="00206132"/>
    <w:rsid w:val="00206404"/>
    <w:rsid w:val="00206434"/>
    <w:rsid w:val="002065F9"/>
    <w:rsid w:val="00206646"/>
    <w:rsid w:val="00206647"/>
    <w:rsid w:val="0020675A"/>
    <w:rsid w:val="0020686F"/>
    <w:rsid w:val="002068AE"/>
    <w:rsid w:val="002069EA"/>
    <w:rsid w:val="00206C4A"/>
    <w:rsid w:val="00206FEC"/>
    <w:rsid w:val="002072A5"/>
    <w:rsid w:val="00207599"/>
    <w:rsid w:val="002075CE"/>
    <w:rsid w:val="00207604"/>
    <w:rsid w:val="002076BC"/>
    <w:rsid w:val="00207701"/>
    <w:rsid w:val="00207960"/>
    <w:rsid w:val="002079CA"/>
    <w:rsid w:val="00207B1F"/>
    <w:rsid w:val="00207BCC"/>
    <w:rsid w:val="00207BE6"/>
    <w:rsid w:val="00207DBA"/>
    <w:rsid w:val="00207EF8"/>
    <w:rsid w:val="00210039"/>
    <w:rsid w:val="0021003D"/>
    <w:rsid w:val="002103FF"/>
    <w:rsid w:val="00210552"/>
    <w:rsid w:val="00210619"/>
    <w:rsid w:val="002106A4"/>
    <w:rsid w:val="00210826"/>
    <w:rsid w:val="0021090F"/>
    <w:rsid w:val="0021093E"/>
    <w:rsid w:val="00210D55"/>
    <w:rsid w:val="0021133C"/>
    <w:rsid w:val="00211357"/>
    <w:rsid w:val="002113E0"/>
    <w:rsid w:val="002115E4"/>
    <w:rsid w:val="00211878"/>
    <w:rsid w:val="00211A8E"/>
    <w:rsid w:val="00211A96"/>
    <w:rsid w:val="00211BE3"/>
    <w:rsid w:val="00211C18"/>
    <w:rsid w:val="00211C7A"/>
    <w:rsid w:val="00211CB7"/>
    <w:rsid w:val="002120D7"/>
    <w:rsid w:val="002121A0"/>
    <w:rsid w:val="00212407"/>
    <w:rsid w:val="00212433"/>
    <w:rsid w:val="0021244B"/>
    <w:rsid w:val="0021248B"/>
    <w:rsid w:val="00212790"/>
    <w:rsid w:val="00212921"/>
    <w:rsid w:val="0021296C"/>
    <w:rsid w:val="00212AD4"/>
    <w:rsid w:val="00212B47"/>
    <w:rsid w:val="00212D77"/>
    <w:rsid w:val="00212DA5"/>
    <w:rsid w:val="00212E44"/>
    <w:rsid w:val="00212F5E"/>
    <w:rsid w:val="00213060"/>
    <w:rsid w:val="002134BE"/>
    <w:rsid w:val="002134F3"/>
    <w:rsid w:val="00213549"/>
    <w:rsid w:val="00213606"/>
    <w:rsid w:val="002136E1"/>
    <w:rsid w:val="00213752"/>
    <w:rsid w:val="002139FE"/>
    <w:rsid w:val="00213A60"/>
    <w:rsid w:val="00213A95"/>
    <w:rsid w:val="00213D7E"/>
    <w:rsid w:val="00213FFC"/>
    <w:rsid w:val="0021419C"/>
    <w:rsid w:val="00214641"/>
    <w:rsid w:val="0021467C"/>
    <w:rsid w:val="00214829"/>
    <w:rsid w:val="00214844"/>
    <w:rsid w:val="00214856"/>
    <w:rsid w:val="00214AB4"/>
    <w:rsid w:val="00215013"/>
    <w:rsid w:val="00215265"/>
    <w:rsid w:val="002152AB"/>
    <w:rsid w:val="00215406"/>
    <w:rsid w:val="00215677"/>
    <w:rsid w:val="002156AA"/>
    <w:rsid w:val="002156F5"/>
    <w:rsid w:val="0021583A"/>
    <w:rsid w:val="0021588C"/>
    <w:rsid w:val="00215AAB"/>
    <w:rsid w:val="00215BAD"/>
    <w:rsid w:val="00215C10"/>
    <w:rsid w:val="00215CE3"/>
    <w:rsid w:val="00215D8F"/>
    <w:rsid w:val="00215DCC"/>
    <w:rsid w:val="00215E54"/>
    <w:rsid w:val="00215EE1"/>
    <w:rsid w:val="00215F76"/>
    <w:rsid w:val="00216199"/>
    <w:rsid w:val="002161A2"/>
    <w:rsid w:val="002161BB"/>
    <w:rsid w:val="0021629A"/>
    <w:rsid w:val="002162D6"/>
    <w:rsid w:val="002166C8"/>
    <w:rsid w:val="00216884"/>
    <w:rsid w:val="00216A66"/>
    <w:rsid w:val="00216E5D"/>
    <w:rsid w:val="00216F6D"/>
    <w:rsid w:val="00216F70"/>
    <w:rsid w:val="002170E4"/>
    <w:rsid w:val="002170FF"/>
    <w:rsid w:val="00217148"/>
    <w:rsid w:val="002171C4"/>
    <w:rsid w:val="002171F3"/>
    <w:rsid w:val="00217284"/>
    <w:rsid w:val="0021758E"/>
    <w:rsid w:val="00217716"/>
    <w:rsid w:val="0021778A"/>
    <w:rsid w:val="00217811"/>
    <w:rsid w:val="00217933"/>
    <w:rsid w:val="00217A9B"/>
    <w:rsid w:val="00217AC8"/>
    <w:rsid w:val="00217C67"/>
    <w:rsid w:val="00217D9F"/>
    <w:rsid w:val="0022004F"/>
    <w:rsid w:val="002201D9"/>
    <w:rsid w:val="002203CB"/>
    <w:rsid w:val="002203E1"/>
    <w:rsid w:val="002206AD"/>
    <w:rsid w:val="002207FE"/>
    <w:rsid w:val="002208E0"/>
    <w:rsid w:val="002208F1"/>
    <w:rsid w:val="00220A2E"/>
    <w:rsid w:val="00220B79"/>
    <w:rsid w:val="00220D03"/>
    <w:rsid w:val="00220E81"/>
    <w:rsid w:val="00220EF4"/>
    <w:rsid w:val="0022127B"/>
    <w:rsid w:val="002214A2"/>
    <w:rsid w:val="002214E6"/>
    <w:rsid w:val="002214EA"/>
    <w:rsid w:val="0022150D"/>
    <w:rsid w:val="00221555"/>
    <w:rsid w:val="002217DB"/>
    <w:rsid w:val="00221834"/>
    <w:rsid w:val="00221937"/>
    <w:rsid w:val="002219A9"/>
    <w:rsid w:val="00221A99"/>
    <w:rsid w:val="00221CEF"/>
    <w:rsid w:val="00221DC9"/>
    <w:rsid w:val="00221E42"/>
    <w:rsid w:val="00221E4D"/>
    <w:rsid w:val="00221FAA"/>
    <w:rsid w:val="0022227D"/>
    <w:rsid w:val="0022232E"/>
    <w:rsid w:val="00222362"/>
    <w:rsid w:val="00222396"/>
    <w:rsid w:val="002224D5"/>
    <w:rsid w:val="0022269A"/>
    <w:rsid w:val="00222872"/>
    <w:rsid w:val="002228D7"/>
    <w:rsid w:val="002228D8"/>
    <w:rsid w:val="0022291D"/>
    <w:rsid w:val="00222E1C"/>
    <w:rsid w:val="00222E7B"/>
    <w:rsid w:val="00222FE9"/>
    <w:rsid w:val="0022302D"/>
    <w:rsid w:val="0022312D"/>
    <w:rsid w:val="002232EF"/>
    <w:rsid w:val="0022358B"/>
    <w:rsid w:val="00223620"/>
    <w:rsid w:val="00223905"/>
    <w:rsid w:val="00223984"/>
    <w:rsid w:val="00223BF8"/>
    <w:rsid w:val="00223D2F"/>
    <w:rsid w:val="00223EFF"/>
    <w:rsid w:val="00223F8E"/>
    <w:rsid w:val="0022448F"/>
    <w:rsid w:val="002244B9"/>
    <w:rsid w:val="002244CA"/>
    <w:rsid w:val="00224592"/>
    <w:rsid w:val="002245FA"/>
    <w:rsid w:val="00224639"/>
    <w:rsid w:val="002247F3"/>
    <w:rsid w:val="00224855"/>
    <w:rsid w:val="00224924"/>
    <w:rsid w:val="00224A93"/>
    <w:rsid w:val="00224AC4"/>
    <w:rsid w:val="00224DE9"/>
    <w:rsid w:val="0022509D"/>
    <w:rsid w:val="002250CA"/>
    <w:rsid w:val="002252BA"/>
    <w:rsid w:val="0022531B"/>
    <w:rsid w:val="002254D4"/>
    <w:rsid w:val="002255EF"/>
    <w:rsid w:val="0022570D"/>
    <w:rsid w:val="002257D1"/>
    <w:rsid w:val="00225B66"/>
    <w:rsid w:val="00225BDC"/>
    <w:rsid w:val="00225D2A"/>
    <w:rsid w:val="00225DC3"/>
    <w:rsid w:val="0022600D"/>
    <w:rsid w:val="00226174"/>
    <w:rsid w:val="002264A7"/>
    <w:rsid w:val="002265E1"/>
    <w:rsid w:val="002265E3"/>
    <w:rsid w:val="00226F53"/>
    <w:rsid w:val="0022711D"/>
    <w:rsid w:val="00227275"/>
    <w:rsid w:val="0022746D"/>
    <w:rsid w:val="0022772E"/>
    <w:rsid w:val="002277B0"/>
    <w:rsid w:val="00227873"/>
    <w:rsid w:val="00227A7C"/>
    <w:rsid w:val="00227DD8"/>
    <w:rsid w:val="00227F5C"/>
    <w:rsid w:val="00227F7E"/>
    <w:rsid w:val="0023012C"/>
    <w:rsid w:val="0023016B"/>
    <w:rsid w:val="0023019D"/>
    <w:rsid w:val="002301F5"/>
    <w:rsid w:val="0023030A"/>
    <w:rsid w:val="002303C6"/>
    <w:rsid w:val="00230623"/>
    <w:rsid w:val="00230AD6"/>
    <w:rsid w:val="00230B1D"/>
    <w:rsid w:val="00230BCF"/>
    <w:rsid w:val="00230CD5"/>
    <w:rsid w:val="00230CF8"/>
    <w:rsid w:val="00230EA0"/>
    <w:rsid w:val="00230FC8"/>
    <w:rsid w:val="002310FF"/>
    <w:rsid w:val="0023119B"/>
    <w:rsid w:val="002315DE"/>
    <w:rsid w:val="0023163E"/>
    <w:rsid w:val="00231772"/>
    <w:rsid w:val="0023177A"/>
    <w:rsid w:val="002318A1"/>
    <w:rsid w:val="00231930"/>
    <w:rsid w:val="0023196D"/>
    <w:rsid w:val="00231A5A"/>
    <w:rsid w:val="00231B90"/>
    <w:rsid w:val="00231BA0"/>
    <w:rsid w:val="00231C03"/>
    <w:rsid w:val="00231CC4"/>
    <w:rsid w:val="00231E5A"/>
    <w:rsid w:val="00231F4C"/>
    <w:rsid w:val="00231FA5"/>
    <w:rsid w:val="00232249"/>
    <w:rsid w:val="002322E9"/>
    <w:rsid w:val="002322F9"/>
    <w:rsid w:val="002324AF"/>
    <w:rsid w:val="0023270B"/>
    <w:rsid w:val="002327A8"/>
    <w:rsid w:val="0023285D"/>
    <w:rsid w:val="0023289D"/>
    <w:rsid w:val="002328AD"/>
    <w:rsid w:val="002328B8"/>
    <w:rsid w:val="00232ADB"/>
    <w:rsid w:val="00232CED"/>
    <w:rsid w:val="00233428"/>
    <w:rsid w:val="002334B9"/>
    <w:rsid w:val="00233651"/>
    <w:rsid w:val="00233656"/>
    <w:rsid w:val="0023379B"/>
    <w:rsid w:val="002339C2"/>
    <w:rsid w:val="00233B43"/>
    <w:rsid w:val="00233BBB"/>
    <w:rsid w:val="00233CFD"/>
    <w:rsid w:val="00233FBD"/>
    <w:rsid w:val="00234067"/>
    <w:rsid w:val="00234259"/>
    <w:rsid w:val="00234299"/>
    <w:rsid w:val="00234662"/>
    <w:rsid w:val="00234756"/>
    <w:rsid w:val="00234932"/>
    <w:rsid w:val="0023493B"/>
    <w:rsid w:val="00234A84"/>
    <w:rsid w:val="00234B94"/>
    <w:rsid w:val="00234BB0"/>
    <w:rsid w:val="00234C76"/>
    <w:rsid w:val="00234E33"/>
    <w:rsid w:val="00234FF6"/>
    <w:rsid w:val="0023507D"/>
    <w:rsid w:val="002350AF"/>
    <w:rsid w:val="002351C2"/>
    <w:rsid w:val="0023525F"/>
    <w:rsid w:val="002354CC"/>
    <w:rsid w:val="0023569B"/>
    <w:rsid w:val="002356B5"/>
    <w:rsid w:val="00235950"/>
    <w:rsid w:val="00235A2C"/>
    <w:rsid w:val="00235B9D"/>
    <w:rsid w:val="00235C28"/>
    <w:rsid w:val="00235DBA"/>
    <w:rsid w:val="002361CB"/>
    <w:rsid w:val="0023634F"/>
    <w:rsid w:val="00236476"/>
    <w:rsid w:val="002365AC"/>
    <w:rsid w:val="00236618"/>
    <w:rsid w:val="00236744"/>
    <w:rsid w:val="0023686F"/>
    <w:rsid w:val="0023692C"/>
    <w:rsid w:val="00236D4B"/>
    <w:rsid w:val="0023712F"/>
    <w:rsid w:val="002371D3"/>
    <w:rsid w:val="0023723D"/>
    <w:rsid w:val="002374BE"/>
    <w:rsid w:val="00237539"/>
    <w:rsid w:val="00237570"/>
    <w:rsid w:val="0023758E"/>
    <w:rsid w:val="00237677"/>
    <w:rsid w:val="00237798"/>
    <w:rsid w:val="00237A2A"/>
    <w:rsid w:val="00237A5E"/>
    <w:rsid w:val="00237C05"/>
    <w:rsid w:val="00237C81"/>
    <w:rsid w:val="00237F32"/>
    <w:rsid w:val="00237F91"/>
    <w:rsid w:val="0024009F"/>
    <w:rsid w:val="002400FB"/>
    <w:rsid w:val="0024015E"/>
    <w:rsid w:val="0024023E"/>
    <w:rsid w:val="002405A7"/>
    <w:rsid w:val="00240678"/>
    <w:rsid w:val="0024068F"/>
    <w:rsid w:val="00240A37"/>
    <w:rsid w:val="00240CBD"/>
    <w:rsid w:val="00240EB6"/>
    <w:rsid w:val="00241051"/>
    <w:rsid w:val="00241068"/>
    <w:rsid w:val="00241134"/>
    <w:rsid w:val="00241264"/>
    <w:rsid w:val="00241312"/>
    <w:rsid w:val="00241319"/>
    <w:rsid w:val="002414F0"/>
    <w:rsid w:val="002418EE"/>
    <w:rsid w:val="00241A6B"/>
    <w:rsid w:val="00241A75"/>
    <w:rsid w:val="00241AF6"/>
    <w:rsid w:val="00241B06"/>
    <w:rsid w:val="00241C7C"/>
    <w:rsid w:val="00241CC8"/>
    <w:rsid w:val="00241CF5"/>
    <w:rsid w:val="00241D98"/>
    <w:rsid w:val="00241DBF"/>
    <w:rsid w:val="00242173"/>
    <w:rsid w:val="0024226E"/>
    <w:rsid w:val="00242434"/>
    <w:rsid w:val="002424D9"/>
    <w:rsid w:val="002425E0"/>
    <w:rsid w:val="002427B1"/>
    <w:rsid w:val="00242B64"/>
    <w:rsid w:val="00242D8F"/>
    <w:rsid w:val="00243033"/>
    <w:rsid w:val="002430D9"/>
    <w:rsid w:val="00243593"/>
    <w:rsid w:val="002436FE"/>
    <w:rsid w:val="00243719"/>
    <w:rsid w:val="0024382E"/>
    <w:rsid w:val="00243838"/>
    <w:rsid w:val="00243964"/>
    <w:rsid w:val="00243BDA"/>
    <w:rsid w:val="00243BEB"/>
    <w:rsid w:val="00243C04"/>
    <w:rsid w:val="00243CF0"/>
    <w:rsid w:val="00243F01"/>
    <w:rsid w:val="00244054"/>
    <w:rsid w:val="00244097"/>
    <w:rsid w:val="002441EE"/>
    <w:rsid w:val="002443F8"/>
    <w:rsid w:val="00244529"/>
    <w:rsid w:val="00244569"/>
    <w:rsid w:val="002445D2"/>
    <w:rsid w:val="002448BC"/>
    <w:rsid w:val="00244915"/>
    <w:rsid w:val="00244A70"/>
    <w:rsid w:val="00244AFC"/>
    <w:rsid w:val="00244BF2"/>
    <w:rsid w:val="00244CD1"/>
    <w:rsid w:val="00244DF4"/>
    <w:rsid w:val="00244F0B"/>
    <w:rsid w:val="00244F98"/>
    <w:rsid w:val="00244FA9"/>
    <w:rsid w:val="0024524F"/>
    <w:rsid w:val="002452F9"/>
    <w:rsid w:val="00245349"/>
    <w:rsid w:val="002453AE"/>
    <w:rsid w:val="002453C6"/>
    <w:rsid w:val="002453F2"/>
    <w:rsid w:val="00245570"/>
    <w:rsid w:val="0024563D"/>
    <w:rsid w:val="00245823"/>
    <w:rsid w:val="0024593A"/>
    <w:rsid w:val="00245A2A"/>
    <w:rsid w:val="00245A47"/>
    <w:rsid w:val="00245B80"/>
    <w:rsid w:val="00245EBE"/>
    <w:rsid w:val="00245F9F"/>
    <w:rsid w:val="0024620F"/>
    <w:rsid w:val="00246282"/>
    <w:rsid w:val="002462CE"/>
    <w:rsid w:val="00246405"/>
    <w:rsid w:val="002464FD"/>
    <w:rsid w:val="0024667B"/>
    <w:rsid w:val="0024673B"/>
    <w:rsid w:val="00246772"/>
    <w:rsid w:val="002467B9"/>
    <w:rsid w:val="0024683F"/>
    <w:rsid w:val="00246996"/>
    <w:rsid w:val="00246EA4"/>
    <w:rsid w:val="00246F1E"/>
    <w:rsid w:val="002472E6"/>
    <w:rsid w:val="002473CC"/>
    <w:rsid w:val="0024756A"/>
    <w:rsid w:val="00247649"/>
    <w:rsid w:val="0024764E"/>
    <w:rsid w:val="002477D9"/>
    <w:rsid w:val="00247A8D"/>
    <w:rsid w:val="00247B50"/>
    <w:rsid w:val="00247B5A"/>
    <w:rsid w:val="00247C52"/>
    <w:rsid w:val="00247C78"/>
    <w:rsid w:val="00247F0F"/>
    <w:rsid w:val="00250009"/>
    <w:rsid w:val="002500C5"/>
    <w:rsid w:val="002501BA"/>
    <w:rsid w:val="002501EC"/>
    <w:rsid w:val="002501EF"/>
    <w:rsid w:val="00250334"/>
    <w:rsid w:val="0025046A"/>
    <w:rsid w:val="00250489"/>
    <w:rsid w:val="002505A1"/>
    <w:rsid w:val="0025063E"/>
    <w:rsid w:val="00250924"/>
    <w:rsid w:val="002509E4"/>
    <w:rsid w:val="00250B0F"/>
    <w:rsid w:val="00250B6E"/>
    <w:rsid w:val="00250BA9"/>
    <w:rsid w:val="00250C78"/>
    <w:rsid w:val="00250E49"/>
    <w:rsid w:val="00250FFD"/>
    <w:rsid w:val="00251693"/>
    <w:rsid w:val="002516A4"/>
    <w:rsid w:val="002517E6"/>
    <w:rsid w:val="00251BA6"/>
    <w:rsid w:val="00251CB1"/>
    <w:rsid w:val="00251DFC"/>
    <w:rsid w:val="00251E32"/>
    <w:rsid w:val="00251F6F"/>
    <w:rsid w:val="0025221A"/>
    <w:rsid w:val="00252295"/>
    <w:rsid w:val="002522F4"/>
    <w:rsid w:val="00252443"/>
    <w:rsid w:val="002527D4"/>
    <w:rsid w:val="002527F3"/>
    <w:rsid w:val="0025283B"/>
    <w:rsid w:val="00252942"/>
    <w:rsid w:val="00252986"/>
    <w:rsid w:val="0025299B"/>
    <w:rsid w:val="00252AAD"/>
    <w:rsid w:val="00252CBF"/>
    <w:rsid w:val="00252D27"/>
    <w:rsid w:val="00252F7F"/>
    <w:rsid w:val="00252FB7"/>
    <w:rsid w:val="00253168"/>
    <w:rsid w:val="0025326E"/>
    <w:rsid w:val="0025344D"/>
    <w:rsid w:val="0025370B"/>
    <w:rsid w:val="002537D0"/>
    <w:rsid w:val="0025381F"/>
    <w:rsid w:val="00253A48"/>
    <w:rsid w:val="00253AAB"/>
    <w:rsid w:val="00253DF1"/>
    <w:rsid w:val="00253F20"/>
    <w:rsid w:val="00253FB5"/>
    <w:rsid w:val="0025417C"/>
    <w:rsid w:val="002541B1"/>
    <w:rsid w:val="002545AB"/>
    <w:rsid w:val="0025462D"/>
    <w:rsid w:val="0025468E"/>
    <w:rsid w:val="00254782"/>
    <w:rsid w:val="002547B0"/>
    <w:rsid w:val="0025482E"/>
    <w:rsid w:val="00254955"/>
    <w:rsid w:val="0025496F"/>
    <w:rsid w:val="00254BC5"/>
    <w:rsid w:val="00254C84"/>
    <w:rsid w:val="0025523D"/>
    <w:rsid w:val="002552AE"/>
    <w:rsid w:val="002559CB"/>
    <w:rsid w:val="002559ED"/>
    <w:rsid w:val="00255A08"/>
    <w:rsid w:val="00255F11"/>
    <w:rsid w:val="00255F22"/>
    <w:rsid w:val="0025628E"/>
    <w:rsid w:val="00256398"/>
    <w:rsid w:val="002564C6"/>
    <w:rsid w:val="00256588"/>
    <w:rsid w:val="00256598"/>
    <w:rsid w:val="0025678F"/>
    <w:rsid w:val="00256C6C"/>
    <w:rsid w:val="00256FEC"/>
    <w:rsid w:val="00256FF3"/>
    <w:rsid w:val="00257217"/>
    <w:rsid w:val="00257458"/>
    <w:rsid w:val="002576DA"/>
    <w:rsid w:val="00257974"/>
    <w:rsid w:val="002579DD"/>
    <w:rsid w:val="00257A5E"/>
    <w:rsid w:val="00257AFD"/>
    <w:rsid w:val="00257C52"/>
    <w:rsid w:val="00257C64"/>
    <w:rsid w:val="002601EF"/>
    <w:rsid w:val="002601F4"/>
    <w:rsid w:val="002603DE"/>
    <w:rsid w:val="0026048E"/>
    <w:rsid w:val="0026055B"/>
    <w:rsid w:val="002606A9"/>
    <w:rsid w:val="002608C6"/>
    <w:rsid w:val="00260A47"/>
    <w:rsid w:val="00260A9D"/>
    <w:rsid w:val="00260CDF"/>
    <w:rsid w:val="00261304"/>
    <w:rsid w:val="00261944"/>
    <w:rsid w:val="00261A35"/>
    <w:rsid w:val="00261A6B"/>
    <w:rsid w:val="00261AD5"/>
    <w:rsid w:val="00261AE7"/>
    <w:rsid w:val="00261B15"/>
    <w:rsid w:val="00261B52"/>
    <w:rsid w:val="00261BB0"/>
    <w:rsid w:val="00261CB8"/>
    <w:rsid w:val="002624F7"/>
    <w:rsid w:val="00262606"/>
    <w:rsid w:val="002626E1"/>
    <w:rsid w:val="00262743"/>
    <w:rsid w:val="002628EC"/>
    <w:rsid w:val="0026293D"/>
    <w:rsid w:val="00262A2C"/>
    <w:rsid w:val="00262F1E"/>
    <w:rsid w:val="00263150"/>
    <w:rsid w:val="002631B5"/>
    <w:rsid w:val="00263405"/>
    <w:rsid w:val="002635CB"/>
    <w:rsid w:val="0026374D"/>
    <w:rsid w:val="00263A3A"/>
    <w:rsid w:val="00263F0B"/>
    <w:rsid w:val="00264499"/>
    <w:rsid w:val="00264593"/>
    <w:rsid w:val="0026460C"/>
    <w:rsid w:val="00264789"/>
    <w:rsid w:val="002647ED"/>
    <w:rsid w:val="00264AA5"/>
    <w:rsid w:val="00264BB1"/>
    <w:rsid w:val="00264DEA"/>
    <w:rsid w:val="002650BB"/>
    <w:rsid w:val="0026511E"/>
    <w:rsid w:val="0026521D"/>
    <w:rsid w:val="002653C9"/>
    <w:rsid w:val="00265446"/>
    <w:rsid w:val="00265D8B"/>
    <w:rsid w:val="00265E1B"/>
    <w:rsid w:val="00266235"/>
    <w:rsid w:val="002662D0"/>
    <w:rsid w:val="00266317"/>
    <w:rsid w:val="00266426"/>
    <w:rsid w:val="00266452"/>
    <w:rsid w:val="0026651C"/>
    <w:rsid w:val="002665A9"/>
    <w:rsid w:val="002665D7"/>
    <w:rsid w:val="00266766"/>
    <w:rsid w:val="002668BE"/>
    <w:rsid w:val="00266962"/>
    <w:rsid w:val="00266A4E"/>
    <w:rsid w:val="00266AD2"/>
    <w:rsid w:val="00266B40"/>
    <w:rsid w:val="00266E3D"/>
    <w:rsid w:val="00267158"/>
    <w:rsid w:val="0026723E"/>
    <w:rsid w:val="002672D9"/>
    <w:rsid w:val="002672DE"/>
    <w:rsid w:val="00267305"/>
    <w:rsid w:val="00267382"/>
    <w:rsid w:val="00267584"/>
    <w:rsid w:val="0026789C"/>
    <w:rsid w:val="00267923"/>
    <w:rsid w:val="00267976"/>
    <w:rsid w:val="00267A78"/>
    <w:rsid w:val="00267F4E"/>
    <w:rsid w:val="002700D6"/>
    <w:rsid w:val="00270196"/>
    <w:rsid w:val="002705C4"/>
    <w:rsid w:val="002705FE"/>
    <w:rsid w:val="00270780"/>
    <w:rsid w:val="002707C4"/>
    <w:rsid w:val="0027085A"/>
    <w:rsid w:val="00270DBD"/>
    <w:rsid w:val="00270E98"/>
    <w:rsid w:val="00270F8D"/>
    <w:rsid w:val="00271225"/>
    <w:rsid w:val="00271231"/>
    <w:rsid w:val="002714AF"/>
    <w:rsid w:val="0027169C"/>
    <w:rsid w:val="002717D4"/>
    <w:rsid w:val="00271A30"/>
    <w:rsid w:val="00271CFC"/>
    <w:rsid w:val="00271D5B"/>
    <w:rsid w:val="00271EDB"/>
    <w:rsid w:val="00271FE4"/>
    <w:rsid w:val="0027228E"/>
    <w:rsid w:val="002723DD"/>
    <w:rsid w:val="00272484"/>
    <w:rsid w:val="00272675"/>
    <w:rsid w:val="00272744"/>
    <w:rsid w:val="002727AC"/>
    <w:rsid w:val="002728ED"/>
    <w:rsid w:val="0027291D"/>
    <w:rsid w:val="00272AA0"/>
    <w:rsid w:val="00273083"/>
    <w:rsid w:val="00273092"/>
    <w:rsid w:val="00273442"/>
    <w:rsid w:val="00273872"/>
    <w:rsid w:val="00273962"/>
    <w:rsid w:val="00273B1E"/>
    <w:rsid w:val="00273BC3"/>
    <w:rsid w:val="00273BCF"/>
    <w:rsid w:val="00273DC0"/>
    <w:rsid w:val="00273E3C"/>
    <w:rsid w:val="00273EFF"/>
    <w:rsid w:val="00273F3B"/>
    <w:rsid w:val="002741DB"/>
    <w:rsid w:val="00274203"/>
    <w:rsid w:val="00274323"/>
    <w:rsid w:val="002743E6"/>
    <w:rsid w:val="00274762"/>
    <w:rsid w:val="00274932"/>
    <w:rsid w:val="002749D1"/>
    <w:rsid w:val="002749ED"/>
    <w:rsid w:val="00274A90"/>
    <w:rsid w:val="00274D58"/>
    <w:rsid w:val="00274DD5"/>
    <w:rsid w:val="00274F7F"/>
    <w:rsid w:val="00275029"/>
    <w:rsid w:val="002753EF"/>
    <w:rsid w:val="00275429"/>
    <w:rsid w:val="002754E2"/>
    <w:rsid w:val="0027566C"/>
    <w:rsid w:val="00275674"/>
    <w:rsid w:val="00275700"/>
    <w:rsid w:val="00275C26"/>
    <w:rsid w:val="00275C75"/>
    <w:rsid w:val="00275D21"/>
    <w:rsid w:val="002762F5"/>
    <w:rsid w:val="0027674E"/>
    <w:rsid w:val="00276889"/>
    <w:rsid w:val="0027690E"/>
    <w:rsid w:val="00276DB5"/>
    <w:rsid w:val="0027727D"/>
    <w:rsid w:val="002776C2"/>
    <w:rsid w:val="002778D0"/>
    <w:rsid w:val="002779D9"/>
    <w:rsid w:val="00277C6C"/>
    <w:rsid w:val="00277C9C"/>
    <w:rsid w:val="00280086"/>
    <w:rsid w:val="00280160"/>
    <w:rsid w:val="0028027F"/>
    <w:rsid w:val="0028047E"/>
    <w:rsid w:val="002806BD"/>
    <w:rsid w:val="002806D4"/>
    <w:rsid w:val="00280B31"/>
    <w:rsid w:val="00280C1A"/>
    <w:rsid w:val="00280E7B"/>
    <w:rsid w:val="002811CB"/>
    <w:rsid w:val="00281256"/>
    <w:rsid w:val="00281464"/>
    <w:rsid w:val="00281479"/>
    <w:rsid w:val="002814A2"/>
    <w:rsid w:val="00281AA5"/>
    <w:rsid w:val="00281AA6"/>
    <w:rsid w:val="00281B0A"/>
    <w:rsid w:val="00281B3C"/>
    <w:rsid w:val="00281B41"/>
    <w:rsid w:val="00281CD9"/>
    <w:rsid w:val="00281CF7"/>
    <w:rsid w:val="00281D2C"/>
    <w:rsid w:val="00281DBD"/>
    <w:rsid w:val="00281FA6"/>
    <w:rsid w:val="0028205E"/>
    <w:rsid w:val="00282126"/>
    <w:rsid w:val="00282246"/>
    <w:rsid w:val="0028235B"/>
    <w:rsid w:val="002823A1"/>
    <w:rsid w:val="00282523"/>
    <w:rsid w:val="002825ED"/>
    <w:rsid w:val="00282831"/>
    <w:rsid w:val="002828F3"/>
    <w:rsid w:val="00282AAA"/>
    <w:rsid w:val="00282FDF"/>
    <w:rsid w:val="00283091"/>
    <w:rsid w:val="002831EF"/>
    <w:rsid w:val="0028346D"/>
    <w:rsid w:val="002834F0"/>
    <w:rsid w:val="00283A90"/>
    <w:rsid w:val="00283C06"/>
    <w:rsid w:val="00283C19"/>
    <w:rsid w:val="00283C8B"/>
    <w:rsid w:val="00283F20"/>
    <w:rsid w:val="0028428D"/>
    <w:rsid w:val="002842EA"/>
    <w:rsid w:val="0028432B"/>
    <w:rsid w:val="002843E8"/>
    <w:rsid w:val="00284429"/>
    <w:rsid w:val="0028460C"/>
    <w:rsid w:val="002846BD"/>
    <w:rsid w:val="002847B1"/>
    <w:rsid w:val="00284C9E"/>
    <w:rsid w:val="00284CCC"/>
    <w:rsid w:val="00284D38"/>
    <w:rsid w:val="00284E8B"/>
    <w:rsid w:val="00284EB9"/>
    <w:rsid w:val="0028525C"/>
    <w:rsid w:val="002856AE"/>
    <w:rsid w:val="002856D6"/>
    <w:rsid w:val="00285872"/>
    <w:rsid w:val="00285C0F"/>
    <w:rsid w:val="00285C98"/>
    <w:rsid w:val="00285E87"/>
    <w:rsid w:val="002861F8"/>
    <w:rsid w:val="002862A0"/>
    <w:rsid w:val="00286424"/>
    <w:rsid w:val="002864B3"/>
    <w:rsid w:val="00286637"/>
    <w:rsid w:val="00286A6F"/>
    <w:rsid w:val="00286BC7"/>
    <w:rsid w:val="00286CFB"/>
    <w:rsid w:val="00286E99"/>
    <w:rsid w:val="00286FBA"/>
    <w:rsid w:val="00287201"/>
    <w:rsid w:val="00287915"/>
    <w:rsid w:val="00287C9C"/>
    <w:rsid w:val="00287DB2"/>
    <w:rsid w:val="00287E27"/>
    <w:rsid w:val="00287F9F"/>
    <w:rsid w:val="002901C4"/>
    <w:rsid w:val="0029029E"/>
    <w:rsid w:val="00290991"/>
    <w:rsid w:val="002909B4"/>
    <w:rsid w:val="00290A49"/>
    <w:rsid w:val="00290B09"/>
    <w:rsid w:val="00290B27"/>
    <w:rsid w:val="00290B2C"/>
    <w:rsid w:val="00290D17"/>
    <w:rsid w:val="00290E99"/>
    <w:rsid w:val="00291255"/>
    <w:rsid w:val="002913DB"/>
    <w:rsid w:val="00291423"/>
    <w:rsid w:val="00291560"/>
    <w:rsid w:val="002915F4"/>
    <w:rsid w:val="002916CC"/>
    <w:rsid w:val="00291B52"/>
    <w:rsid w:val="00291E3C"/>
    <w:rsid w:val="00291EE7"/>
    <w:rsid w:val="00291F12"/>
    <w:rsid w:val="00291F55"/>
    <w:rsid w:val="00291FF5"/>
    <w:rsid w:val="002920E0"/>
    <w:rsid w:val="00292139"/>
    <w:rsid w:val="002923C2"/>
    <w:rsid w:val="002926BD"/>
    <w:rsid w:val="002927DB"/>
    <w:rsid w:val="00292BAC"/>
    <w:rsid w:val="00292BEE"/>
    <w:rsid w:val="002931B1"/>
    <w:rsid w:val="00293331"/>
    <w:rsid w:val="0029339B"/>
    <w:rsid w:val="002933AA"/>
    <w:rsid w:val="002933C6"/>
    <w:rsid w:val="00293418"/>
    <w:rsid w:val="002938BD"/>
    <w:rsid w:val="0029392E"/>
    <w:rsid w:val="002939E3"/>
    <w:rsid w:val="00293F07"/>
    <w:rsid w:val="00293F4A"/>
    <w:rsid w:val="00294027"/>
    <w:rsid w:val="0029419C"/>
    <w:rsid w:val="00294238"/>
    <w:rsid w:val="002945C3"/>
    <w:rsid w:val="00294D8E"/>
    <w:rsid w:val="00294E40"/>
    <w:rsid w:val="00294FE5"/>
    <w:rsid w:val="002950C2"/>
    <w:rsid w:val="002954C0"/>
    <w:rsid w:val="0029550B"/>
    <w:rsid w:val="002957F7"/>
    <w:rsid w:val="00295BE5"/>
    <w:rsid w:val="00295DD9"/>
    <w:rsid w:val="00295E3B"/>
    <w:rsid w:val="002961E6"/>
    <w:rsid w:val="002962F1"/>
    <w:rsid w:val="002964C0"/>
    <w:rsid w:val="00296538"/>
    <w:rsid w:val="002968A3"/>
    <w:rsid w:val="002969C9"/>
    <w:rsid w:val="00296E97"/>
    <w:rsid w:val="00296F60"/>
    <w:rsid w:val="002970E6"/>
    <w:rsid w:val="002970EF"/>
    <w:rsid w:val="002974FE"/>
    <w:rsid w:val="0029754B"/>
    <w:rsid w:val="002977FE"/>
    <w:rsid w:val="00297948"/>
    <w:rsid w:val="00297A65"/>
    <w:rsid w:val="00297B44"/>
    <w:rsid w:val="00297C70"/>
    <w:rsid w:val="00297F93"/>
    <w:rsid w:val="002A00F8"/>
    <w:rsid w:val="002A019A"/>
    <w:rsid w:val="002A0233"/>
    <w:rsid w:val="002A0380"/>
    <w:rsid w:val="002A03B5"/>
    <w:rsid w:val="002A0401"/>
    <w:rsid w:val="002A0657"/>
    <w:rsid w:val="002A078C"/>
    <w:rsid w:val="002A0957"/>
    <w:rsid w:val="002A0B11"/>
    <w:rsid w:val="002A0E37"/>
    <w:rsid w:val="002A0FEC"/>
    <w:rsid w:val="002A11DD"/>
    <w:rsid w:val="002A129C"/>
    <w:rsid w:val="002A14FF"/>
    <w:rsid w:val="002A1B8B"/>
    <w:rsid w:val="002A1DA2"/>
    <w:rsid w:val="002A1F13"/>
    <w:rsid w:val="002A221F"/>
    <w:rsid w:val="002A22F1"/>
    <w:rsid w:val="002A2623"/>
    <w:rsid w:val="002A2794"/>
    <w:rsid w:val="002A29BF"/>
    <w:rsid w:val="002A2E51"/>
    <w:rsid w:val="002A2FEB"/>
    <w:rsid w:val="002A2FFD"/>
    <w:rsid w:val="002A3966"/>
    <w:rsid w:val="002A39B8"/>
    <w:rsid w:val="002A3A73"/>
    <w:rsid w:val="002A3C9A"/>
    <w:rsid w:val="002A3E5A"/>
    <w:rsid w:val="002A3F4E"/>
    <w:rsid w:val="002A3F8E"/>
    <w:rsid w:val="002A427A"/>
    <w:rsid w:val="002A427D"/>
    <w:rsid w:val="002A43E0"/>
    <w:rsid w:val="002A460E"/>
    <w:rsid w:val="002A4647"/>
    <w:rsid w:val="002A4B0A"/>
    <w:rsid w:val="002A4CCC"/>
    <w:rsid w:val="002A4ECD"/>
    <w:rsid w:val="002A5015"/>
    <w:rsid w:val="002A537C"/>
    <w:rsid w:val="002A5401"/>
    <w:rsid w:val="002A5693"/>
    <w:rsid w:val="002A5ACC"/>
    <w:rsid w:val="002A5B64"/>
    <w:rsid w:val="002A5EA3"/>
    <w:rsid w:val="002A5F88"/>
    <w:rsid w:val="002A6077"/>
    <w:rsid w:val="002A6096"/>
    <w:rsid w:val="002A60EB"/>
    <w:rsid w:val="002A64ED"/>
    <w:rsid w:val="002A65A6"/>
    <w:rsid w:val="002A65FE"/>
    <w:rsid w:val="002A68DF"/>
    <w:rsid w:val="002A693B"/>
    <w:rsid w:val="002A6A1A"/>
    <w:rsid w:val="002A6A5F"/>
    <w:rsid w:val="002A6AD6"/>
    <w:rsid w:val="002A6B1D"/>
    <w:rsid w:val="002A6B3D"/>
    <w:rsid w:val="002A7412"/>
    <w:rsid w:val="002A75E9"/>
    <w:rsid w:val="002A7BE3"/>
    <w:rsid w:val="002A7D64"/>
    <w:rsid w:val="002A7D69"/>
    <w:rsid w:val="002A7EF6"/>
    <w:rsid w:val="002A7FB5"/>
    <w:rsid w:val="002B0142"/>
    <w:rsid w:val="002B0205"/>
    <w:rsid w:val="002B0329"/>
    <w:rsid w:val="002B034C"/>
    <w:rsid w:val="002B04F0"/>
    <w:rsid w:val="002B0582"/>
    <w:rsid w:val="002B058D"/>
    <w:rsid w:val="002B0711"/>
    <w:rsid w:val="002B07E8"/>
    <w:rsid w:val="002B09D9"/>
    <w:rsid w:val="002B0A1A"/>
    <w:rsid w:val="002B0B2B"/>
    <w:rsid w:val="002B0BE3"/>
    <w:rsid w:val="002B0CB2"/>
    <w:rsid w:val="002B0EE3"/>
    <w:rsid w:val="002B0F18"/>
    <w:rsid w:val="002B0F64"/>
    <w:rsid w:val="002B1031"/>
    <w:rsid w:val="002B1086"/>
    <w:rsid w:val="002B11B2"/>
    <w:rsid w:val="002B13B5"/>
    <w:rsid w:val="002B16DB"/>
    <w:rsid w:val="002B1833"/>
    <w:rsid w:val="002B185C"/>
    <w:rsid w:val="002B191C"/>
    <w:rsid w:val="002B1945"/>
    <w:rsid w:val="002B1B8D"/>
    <w:rsid w:val="002B1BDA"/>
    <w:rsid w:val="002B1D92"/>
    <w:rsid w:val="002B1FA6"/>
    <w:rsid w:val="002B2279"/>
    <w:rsid w:val="002B23C4"/>
    <w:rsid w:val="002B241B"/>
    <w:rsid w:val="002B24B5"/>
    <w:rsid w:val="002B25A5"/>
    <w:rsid w:val="002B28A9"/>
    <w:rsid w:val="002B2940"/>
    <w:rsid w:val="002B29E9"/>
    <w:rsid w:val="002B2A16"/>
    <w:rsid w:val="002B2A7D"/>
    <w:rsid w:val="002B3177"/>
    <w:rsid w:val="002B32C5"/>
    <w:rsid w:val="002B35D2"/>
    <w:rsid w:val="002B3609"/>
    <w:rsid w:val="002B3733"/>
    <w:rsid w:val="002B3EA3"/>
    <w:rsid w:val="002B4429"/>
    <w:rsid w:val="002B4736"/>
    <w:rsid w:val="002B4770"/>
    <w:rsid w:val="002B47D0"/>
    <w:rsid w:val="002B4898"/>
    <w:rsid w:val="002B4917"/>
    <w:rsid w:val="002B4A19"/>
    <w:rsid w:val="002B4CA7"/>
    <w:rsid w:val="002B4D4D"/>
    <w:rsid w:val="002B4ED2"/>
    <w:rsid w:val="002B52EF"/>
    <w:rsid w:val="002B5411"/>
    <w:rsid w:val="002B59B4"/>
    <w:rsid w:val="002B5B07"/>
    <w:rsid w:val="002B5B3C"/>
    <w:rsid w:val="002B5BD2"/>
    <w:rsid w:val="002B5C5C"/>
    <w:rsid w:val="002B6025"/>
    <w:rsid w:val="002B610D"/>
    <w:rsid w:val="002B614D"/>
    <w:rsid w:val="002B66A3"/>
    <w:rsid w:val="002B66E0"/>
    <w:rsid w:val="002B6712"/>
    <w:rsid w:val="002B67B4"/>
    <w:rsid w:val="002B67C9"/>
    <w:rsid w:val="002B680C"/>
    <w:rsid w:val="002B6857"/>
    <w:rsid w:val="002B6883"/>
    <w:rsid w:val="002B68EC"/>
    <w:rsid w:val="002B6933"/>
    <w:rsid w:val="002B6A28"/>
    <w:rsid w:val="002B6B58"/>
    <w:rsid w:val="002B6C40"/>
    <w:rsid w:val="002B6CCF"/>
    <w:rsid w:val="002B73E2"/>
    <w:rsid w:val="002B7438"/>
    <w:rsid w:val="002B76E1"/>
    <w:rsid w:val="002B77A9"/>
    <w:rsid w:val="002B7A6B"/>
    <w:rsid w:val="002B7C27"/>
    <w:rsid w:val="002B7F1B"/>
    <w:rsid w:val="002C0407"/>
    <w:rsid w:val="002C0505"/>
    <w:rsid w:val="002C052C"/>
    <w:rsid w:val="002C084E"/>
    <w:rsid w:val="002C0851"/>
    <w:rsid w:val="002C0862"/>
    <w:rsid w:val="002C0E0A"/>
    <w:rsid w:val="002C11A1"/>
    <w:rsid w:val="002C1228"/>
    <w:rsid w:val="002C1253"/>
    <w:rsid w:val="002C14E9"/>
    <w:rsid w:val="002C181F"/>
    <w:rsid w:val="002C1833"/>
    <w:rsid w:val="002C1923"/>
    <w:rsid w:val="002C1950"/>
    <w:rsid w:val="002C1961"/>
    <w:rsid w:val="002C1AC1"/>
    <w:rsid w:val="002C1AD9"/>
    <w:rsid w:val="002C1CA7"/>
    <w:rsid w:val="002C227B"/>
    <w:rsid w:val="002C23A8"/>
    <w:rsid w:val="002C280B"/>
    <w:rsid w:val="002C297B"/>
    <w:rsid w:val="002C29DC"/>
    <w:rsid w:val="002C29F4"/>
    <w:rsid w:val="002C2EAC"/>
    <w:rsid w:val="002C31D4"/>
    <w:rsid w:val="002C32B6"/>
    <w:rsid w:val="002C3451"/>
    <w:rsid w:val="002C36CC"/>
    <w:rsid w:val="002C3803"/>
    <w:rsid w:val="002C39B5"/>
    <w:rsid w:val="002C39C2"/>
    <w:rsid w:val="002C39EC"/>
    <w:rsid w:val="002C3D0A"/>
    <w:rsid w:val="002C40C5"/>
    <w:rsid w:val="002C41BF"/>
    <w:rsid w:val="002C42B1"/>
    <w:rsid w:val="002C4302"/>
    <w:rsid w:val="002C4305"/>
    <w:rsid w:val="002C4449"/>
    <w:rsid w:val="002C44A4"/>
    <w:rsid w:val="002C477B"/>
    <w:rsid w:val="002C488C"/>
    <w:rsid w:val="002C4A34"/>
    <w:rsid w:val="002C4BD4"/>
    <w:rsid w:val="002C4E07"/>
    <w:rsid w:val="002C4F88"/>
    <w:rsid w:val="002C5080"/>
    <w:rsid w:val="002C51FE"/>
    <w:rsid w:val="002C52AC"/>
    <w:rsid w:val="002C52D6"/>
    <w:rsid w:val="002C5338"/>
    <w:rsid w:val="002C5363"/>
    <w:rsid w:val="002C53AF"/>
    <w:rsid w:val="002C56A3"/>
    <w:rsid w:val="002C5923"/>
    <w:rsid w:val="002C598F"/>
    <w:rsid w:val="002C59A7"/>
    <w:rsid w:val="002C5AA2"/>
    <w:rsid w:val="002C5B06"/>
    <w:rsid w:val="002C5BAC"/>
    <w:rsid w:val="002C5DBF"/>
    <w:rsid w:val="002C5E06"/>
    <w:rsid w:val="002C5EC8"/>
    <w:rsid w:val="002C61CC"/>
    <w:rsid w:val="002C660B"/>
    <w:rsid w:val="002C68B9"/>
    <w:rsid w:val="002C68EE"/>
    <w:rsid w:val="002C6911"/>
    <w:rsid w:val="002C6C1F"/>
    <w:rsid w:val="002C6C63"/>
    <w:rsid w:val="002C6CDA"/>
    <w:rsid w:val="002C6E78"/>
    <w:rsid w:val="002C6EED"/>
    <w:rsid w:val="002C6EFB"/>
    <w:rsid w:val="002C6F77"/>
    <w:rsid w:val="002C6F8C"/>
    <w:rsid w:val="002C711B"/>
    <w:rsid w:val="002C78B6"/>
    <w:rsid w:val="002C794A"/>
    <w:rsid w:val="002C7BE3"/>
    <w:rsid w:val="002C7C28"/>
    <w:rsid w:val="002C7CF8"/>
    <w:rsid w:val="002C7DB8"/>
    <w:rsid w:val="002C7EAD"/>
    <w:rsid w:val="002D0024"/>
    <w:rsid w:val="002D02D6"/>
    <w:rsid w:val="002D0356"/>
    <w:rsid w:val="002D0392"/>
    <w:rsid w:val="002D04D7"/>
    <w:rsid w:val="002D065C"/>
    <w:rsid w:val="002D0723"/>
    <w:rsid w:val="002D072B"/>
    <w:rsid w:val="002D0A77"/>
    <w:rsid w:val="002D0C5C"/>
    <w:rsid w:val="002D0CB0"/>
    <w:rsid w:val="002D0D3A"/>
    <w:rsid w:val="002D12B0"/>
    <w:rsid w:val="002D172C"/>
    <w:rsid w:val="002D19EA"/>
    <w:rsid w:val="002D1D35"/>
    <w:rsid w:val="002D1DC5"/>
    <w:rsid w:val="002D1E3C"/>
    <w:rsid w:val="002D1FE7"/>
    <w:rsid w:val="002D2020"/>
    <w:rsid w:val="002D23D8"/>
    <w:rsid w:val="002D255F"/>
    <w:rsid w:val="002D25DC"/>
    <w:rsid w:val="002D28E7"/>
    <w:rsid w:val="002D2AFB"/>
    <w:rsid w:val="002D2C55"/>
    <w:rsid w:val="002D2DD9"/>
    <w:rsid w:val="002D2EB9"/>
    <w:rsid w:val="002D2F28"/>
    <w:rsid w:val="002D3217"/>
    <w:rsid w:val="002D32FA"/>
    <w:rsid w:val="002D337E"/>
    <w:rsid w:val="002D357F"/>
    <w:rsid w:val="002D3655"/>
    <w:rsid w:val="002D365B"/>
    <w:rsid w:val="002D39B2"/>
    <w:rsid w:val="002D3A2E"/>
    <w:rsid w:val="002D3AB4"/>
    <w:rsid w:val="002D3AE7"/>
    <w:rsid w:val="002D3BD1"/>
    <w:rsid w:val="002D3D25"/>
    <w:rsid w:val="002D3D8C"/>
    <w:rsid w:val="002D3E96"/>
    <w:rsid w:val="002D4194"/>
    <w:rsid w:val="002D4437"/>
    <w:rsid w:val="002D44DF"/>
    <w:rsid w:val="002D4649"/>
    <w:rsid w:val="002D4671"/>
    <w:rsid w:val="002D46DE"/>
    <w:rsid w:val="002D4A30"/>
    <w:rsid w:val="002D4EFE"/>
    <w:rsid w:val="002D4F44"/>
    <w:rsid w:val="002D505A"/>
    <w:rsid w:val="002D53A9"/>
    <w:rsid w:val="002D53E0"/>
    <w:rsid w:val="002D56A9"/>
    <w:rsid w:val="002D59CA"/>
    <w:rsid w:val="002D5BD7"/>
    <w:rsid w:val="002D5E05"/>
    <w:rsid w:val="002D5FA2"/>
    <w:rsid w:val="002D5FDF"/>
    <w:rsid w:val="002D60A1"/>
    <w:rsid w:val="002D61FD"/>
    <w:rsid w:val="002D621B"/>
    <w:rsid w:val="002D67BA"/>
    <w:rsid w:val="002D685D"/>
    <w:rsid w:val="002D68A2"/>
    <w:rsid w:val="002D6901"/>
    <w:rsid w:val="002D6CDC"/>
    <w:rsid w:val="002D6D38"/>
    <w:rsid w:val="002D6FD4"/>
    <w:rsid w:val="002D704F"/>
    <w:rsid w:val="002D73B9"/>
    <w:rsid w:val="002D7460"/>
    <w:rsid w:val="002D74BF"/>
    <w:rsid w:val="002D7534"/>
    <w:rsid w:val="002D7610"/>
    <w:rsid w:val="002D76E7"/>
    <w:rsid w:val="002D77CA"/>
    <w:rsid w:val="002D795B"/>
    <w:rsid w:val="002D7D1C"/>
    <w:rsid w:val="002D7E06"/>
    <w:rsid w:val="002D7F46"/>
    <w:rsid w:val="002E0196"/>
    <w:rsid w:val="002E028E"/>
    <w:rsid w:val="002E0315"/>
    <w:rsid w:val="002E043D"/>
    <w:rsid w:val="002E04A0"/>
    <w:rsid w:val="002E0537"/>
    <w:rsid w:val="002E0577"/>
    <w:rsid w:val="002E0BB0"/>
    <w:rsid w:val="002E0D58"/>
    <w:rsid w:val="002E0E63"/>
    <w:rsid w:val="002E0FFA"/>
    <w:rsid w:val="002E10FC"/>
    <w:rsid w:val="002E12C4"/>
    <w:rsid w:val="002E13BA"/>
    <w:rsid w:val="002E13C1"/>
    <w:rsid w:val="002E148F"/>
    <w:rsid w:val="002E16D5"/>
    <w:rsid w:val="002E17A0"/>
    <w:rsid w:val="002E188A"/>
    <w:rsid w:val="002E1B47"/>
    <w:rsid w:val="002E1B7A"/>
    <w:rsid w:val="002E1DC0"/>
    <w:rsid w:val="002E1EFC"/>
    <w:rsid w:val="002E1F42"/>
    <w:rsid w:val="002E22AA"/>
    <w:rsid w:val="002E242B"/>
    <w:rsid w:val="002E24C3"/>
    <w:rsid w:val="002E2535"/>
    <w:rsid w:val="002E26AB"/>
    <w:rsid w:val="002E2A51"/>
    <w:rsid w:val="002E2E5D"/>
    <w:rsid w:val="002E2EFA"/>
    <w:rsid w:val="002E2F0E"/>
    <w:rsid w:val="002E31CD"/>
    <w:rsid w:val="002E33D3"/>
    <w:rsid w:val="002E34E6"/>
    <w:rsid w:val="002E3AAD"/>
    <w:rsid w:val="002E3CFF"/>
    <w:rsid w:val="002E3D62"/>
    <w:rsid w:val="002E40E4"/>
    <w:rsid w:val="002E4299"/>
    <w:rsid w:val="002E45B6"/>
    <w:rsid w:val="002E47FB"/>
    <w:rsid w:val="002E4C59"/>
    <w:rsid w:val="002E4D86"/>
    <w:rsid w:val="002E4D91"/>
    <w:rsid w:val="002E505A"/>
    <w:rsid w:val="002E5089"/>
    <w:rsid w:val="002E544A"/>
    <w:rsid w:val="002E5D2F"/>
    <w:rsid w:val="002E5DAB"/>
    <w:rsid w:val="002E5F07"/>
    <w:rsid w:val="002E6009"/>
    <w:rsid w:val="002E6135"/>
    <w:rsid w:val="002E62C3"/>
    <w:rsid w:val="002E66E3"/>
    <w:rsid w:val="002E6CFC"/>
    <w:rsid w:val="002E71DD"/>
    <w:rsid w:val="002E7261"/>
    <w:rsid w:val="002E772B"/>
    <w:rsid w:val="002E773F"/>
    <w:rsid w:val="002E7A2A"/>
    <w:rsid w:val="002E7A33"/>
    <w:rsid w:val="002E7AD3"/>
    <w:rsid w:val="002E7BD3"/>
    <w:rsid w:val="002E7BF8"/>
    <w:rsid w:val="002E7D0B"/>
    <w:rsid w:val="002E7EB6"/>
    <w:rsid w:val="002E7EC5"/>
    <w:rsid w:val="002E7F03"/>
    <w:rsid w:val="002E7F73"/>
    <w:rsid w:val="002F018E"/>
    <w:rsid w:val="002F044A"/>
    <w:rsid w:val="002F08B1"/>
    <w:rsid w:val="002F0948"/>
    <w:rsid w:val="002F0A30"/>
    <w:rsid w:val="002F0A9E"/>
    <w:rsid w:val="002F0BAD"/>
    <w:rsid w:val="002F0C7E"/>
    <w:rsid w:val="002F0D04"/>
    <w:rsid w:val="002F116F"/>
    <w:rsid w:val="002F125E"/>
    <w:rsid w:val="002F13A9"/>
    <w:rsid w:val="002F1401"/>
    <w:rsid w:val="002F1666"/>
    <w:rsid w:val="002F1BA2"/>
    <w:rsid w:val="002F1C74"/>
    <w:rsid w:val="002F1D33"/>
    <w:rsid w:val="002F1DE8"/>
    <w:rsid w:val="002F1EF8"/>
    <w:rsid w:val="002F2142"/>
    <w:rsid w:val="002F22CE"/>
    <w:rsid w:val="002F239A"/>
    <w:rsid w:val="002F241C"/>
    <w:rsid w:val="002F247F"/>
    <w:rsid w:val="002F24EA"/>
    <w:rsid w:val="002F2667"/>
    <w:rsid w:val="002F26B4"/>
    <w:rsid w:val="002F2879"/>
    <w:rsid w:val="002F2989"/>
    <w:rsid w:val="002F2A31"/>
    <w:rsid w:val="002F2A95"/>
    <w:rsid w:val="002F2DC5"/>
    <w:rsid w:val="002F2E9D"/>
    <w:rsid w:val="002F2F6E"/>
    <w:rsid w:val="002F2F78"/>
    <w:rsid w:val="002F3203"/>
    <w:rsid w:val="002F3341"/>
    <w:rsid w:val="002F36A0"/>
    <w:rsid w:val="002F37D8"/>
    <w:rsid w:val="002F38F7"/>
    <w:rsid w:val="002F392B"/>
    <w:rsid w:val="002F3B47"/>
    <w:rsid w:val="002F3D79"/>
    <w:rsid w:val="002F3DED"/>
    <w:rsid w:val="002F44FB"/>
    <w:rsid w:val="002F4747"/>
    <w:rsid w:val="002F4C2D"/>
    <w:rsid w:val="002F4D60"/>
    <w:rsid w:val="002F4FDA"/>
    <w:rsid w:val="002F5012"/>
    <w:rsid w:val="002F5076"/>
    <w:rsid w:val="002F5596"/>
    <w:rsid w:val="002F55DF"/>
    <w:rsid w:val="002F56B6"/>
    <w:rsid w:val="002F5803"/>
    <w:rsid w:val="002F5938"/>
    <w:rsid w:val="002F5B09"/>
    <w:rsid w:val="002F5B20"/>
    <w:rsid w:val="002F5BA9"/>
    <w:rsid w:val="002F5E17"/>
    <w:rsid w:val="002F5EE4"/>
    <w:rsid w:val="002F5FE1"/>
    <w:rsid w:val="002F628F"/>
    <w:rsid w:val="002F6423"/>
    <w:rsid w:val="002F6598"/>
    <w:rsid w:val="002F6817"/>
    <w:rsid w:val="002F6859"/>
    <w:rsid w:val="002F6896"/>
    <w:rsid w:val="002F6C13"/>
    <w:rsid w:val="002F6C29"/>
    <w:rsid w:val="002F6DDB"/>
    <w:rsid w:val="002F6EAC"/>
    <w:rsid w:val="002F6F07"/>
    <w:rsid w:val="002F7035"/>
    <w:rsid w:val="002F70AC"/>
    <w:rsid w:val="002F7107"/>
    <w:rsid w:val="002F7293"/>
    <w:rsid w:val="002F74C7"/>
    <w:rsid w:val="002F76F4"/>
    <w:rsid w:val="002F77DF"/>
    <w:rsid w:val="002F79E2"/>
    <w:rsid w:val="002F7A83"/>
    <w:rsid w:val="002F7C01"/>
    <w:rsid w:val="002F7C7C"/>
    <w:rsid w:val="002F7D20"/>
    <w:rsid w:val="002F7D8D"/>
    <w:rsid w:val="003000DE"/>
    <w:rsid w:val="003003ED"/>
    <w:rsid w:val="00300446"/>
    <w:rsid w:val="00300520"/>
    <w:rsid w:val="003006E7"/>
    <w:rsid w:val="0030086E"/>
    <w:rsid w:val="003009C4"/>
    <w:rsid w:val="00300B35"/>
    <w:rsid w:val="00300BAA"/>
    <w:rsid w:val="00300FA1"/>
    <w:rsid w:val="00301610"/>
    <w:rsid w:val="003017FF"/>
    <w:rsid w:val="00301B90"/>
    <w:rsid w:val="00301C71"/>
    <w:rsid w:val="00302038"/>
    <w:rsid w:val="003024A1"/>
    <w:rsid w:val="003024EF"/>
    <w:rsid w:val="003026CF"/>
    <w:rsid w:val="00302847"/>
    <w:rsid w:val="00302AA9"/>
    <w:rsid w:val="00302D13"/>
    <w:rsid w:val="00302D47"/>
    <w:rsid w:val="00302EAC"/>
    <w:rsid w:val="00302F4E"/>
    <w:rsid w:val="003030F4"/>
    <w:rsid w:val="0030313D"/>
    <w:rsid w:val="00303391"/>
    <w:rsid w:val="003034D7"/>
    <w:rsid w:val="0030359F"/>
    <w:rsid w:val="00303759"/>
    <w:rsid w:val="0030375E"/>
    <w:rsid w:val="00303790"/>
    <w:rsid w:val="0030383C"/>
    <w:rsid w:val="00303843"/>
    <w:rsid w:val="0030386E"/>
    <w:rsid w:val="003038A0"/>
    <w:rsid w:val="00303BA9"/>
    <w:rsid w:val="00303D7F"/>
    <w:rsid w:val="00303DFE"/>
    <w:rsid w:val="00303F1A"/>
    <w:rsid w:val="00303F8D"/>
    <w:rsid w:val="00304042"/>
    <w:rsid w:val="0030413F"/>
    <w:rsid w:val="00304360"/>
    <w:rsid w:val="003043B5"/>
    <w:rsid w:val="00304647"/>
    <w:rsid w:val="00304775"/>
    <w:rsid w:val="00304868"/>
    <w:rsid w:val="00304ACD"/>
    <w:rsid w:val="00304B3B"/>
    <w:rsid w:val="00304B60"/>
    <w:rsid w:val="00304CDD"/>
    <w:rsid w:val="0030511E"/>
    <w:rsid w:val="003053DF"/>
    <w:rsid w:val="003054AF"/>
    <w:rsid w:val="003054C1"/>
    <w:rsid w:val="0030558A"/>
    <w:rsid w:val="00305798"/>
    <w:rsid w:val="00305A62"/>
    <w:rsid w:val="00305A81"/>
    <w:rsid w:val="00305BE0"/>
    <w:rsid w:val="00305C26"/>
    <w:rsid w:val="00305C32"/>
    <w:rsid w:val="00305EB6"/>
    <w:rsid w:val="00305F39"/>
    <w:rsid w:val="00305F84"/>
    <w:rsid w:val="00305FA0"/>
    <w:rsid w:val="00305FBF"/>
    <w:rsid w:val="00306386"/>
    <w:rsid w:val="00306570"/>
    <w:rsid w:val="00306659"/>
    <w:rsid w:val="003066ED"/>
    <w:rsid w:val="00306A77"/>
    <w:rsid w:val="00306DE4"/>
    <w:rsid w:val="00306FBE"/>
    <w:rsid w:val="00307134"/>
    <w:rsid w:val="003073D9"/>
    <w:rsid w:val="003074A0"/>
    <w:rsid w:val="00307569"/>
    <w:rsid w:val="003077CC"/>
    <w:rsid w:val="00307851"/>
    <w:rsid w:val="0030788A"/>
    <w:rsid w:val="00307E21"/>
    <w:rsid w:val="003100C5"/>
    <w:rsid w:val="00310138"/>
    <w:rsid w:val="003101BC"/>
    <w:rsid w:val="003101EE"/>
    <w:rsid w:val="00310288"/>
    <w:rsid w:val="003102F4"/>
    <w:rsid w:val="00310929"/>
    <w:rsid w:val="00310F60"/>
    <w:rsid w:val="00311010"/>
    <w:rsid w:val="003112D4"/>
    <w:rsid w:val="003113AC"/>
    <w:rsid w:val="003113F6"/>
    <w:rsid w:val="0031158F"/>
    <w:rsid w:val="003117D2"/>
    <w:rsid w:val="003119AB"/>
    <w:rsid w:val="003121A6"/>
    <w:rsid w:val="003121C3"/>
    <w:rsid w:val="00312325"/>
    <w:rsid w:val="003124AB"/>
    <w:rsid w:val="00312801"/>
    <w:rsid w:val="00312872"/>
    <w:rsid w:val="00312A3A"/>
    <w:rsid w:val="00312A88"/>
    <w:rsid w:val="00312B04"/>
    <w:rsid w:val="00312B6C"/>
    <w:rsid w:val="00312C44"/>
    <w:rsid w:val="00312C61"/>
    <w:rsid w:val="00312CD0"/>
    <w:rsid w:val="00312DE1"/>
    <w:rsid w:val="00313B26"/>
    <w:rsid w:val="00313B80"/>
    <w:rsid w:val="00313DAF"/>
    <w:rsid w:val="00313E1D"/>
    <w:rsid w:val="00313E8E"/>
    <w:rsid w:val="00314083"/>
    <w:rsid w:val="003142F9"/>
    <w:rsid w:val="003145C6"/>
    <w:rsid w:val="0031473D"/>
    <w:rsid w:val="003147CF"/>
    <w:rsid w:val="00314BB7"/>
    <w:rsid w:val="00314C24"/>
    <w:rsid w:val="00314DD6"/>
    <w:rsid w:val="00314DFA"/>
    <w:rsid w:val="00314E98"/>
    <w:rsid w:val="00315003"/>
    <w:rsid w:val="00315035"/>
    <w:rsid w:val="00315100"/>
    <w:rsid w:val="00315101"/>
    <w:rsid w:val="0031534C"/>
    <w:rsid w:val="00315506"/>
    <w:rsid w:val="0031562E"/>
    <w:rsid w:val="00315967"/>
    <w:rsid w:val="00315980"/>
    <w:rsid w:val="00315B02"/>
    <w:rsid w:val="00315C38"/>
    <w:rsid w:val="00315DE9"/>
    <w:rsid w:val="00316191"/>
    <w:rsid w:val="003161A5"/>
    <w:rsid w:val="00316219"/>
    <w:rsid w:val="00316390"/>
    <w:rsid w:val="00316486"/>
    <w:rsid w:val="003164B7"/>
    <w:rsid w:val="0031654D"/>
    <w:rsid w:val="003165A0"/>
    <w:rsid w:val="00316644"/>
    <w:rsid w:val="00316923"/>
    <w:rsid w:val="00316D71"/>
    <w:rsid w:val="00316D9F"/>
    <w:rsid w:val="00316FF4"/>
    <w:rsid w:val="0031712E"/>
    <w:rsid w:val="003171C8"/>
    <w:rsid w:val="00317208"/>
    <w:rsid w:val="0031725D"/>
    <w:rsid w:val="003173AE"/>
    <w:rsid w:val="00317442"/>
    <w:rsid w:val="0031753D"/>
    <w:rsid w:val="003176F5"/>
    <w:rsid w:val="0031780A"/>
    <w:rsid w:val="0031791F"/>
    <w:rsid w:val="003179EE"/>
    <w:rsid w:val="00317C05"/>
    <w:rsid w:val="00317C09"/>
    <w:rsid w:val="00317DFB"/>
    <w:rsid w:val="00317F7A"/>
    <w:rsid w:val="00317FD2"/>
    <w:rsid w:val="003200D6"/>
    <w:rsid w:val="003203AE"/>
    <w:rsid w:val="003204C1"/>
    <w:rsid w:val="003204C8"/>
    <w:rsid w:val="0032054D"/>
    <w:rsid w:val="00320793"/>
    <w:rsid w:val="003207C1"/>
    <w:rsid w:val="00320D8B"/>
    <w:rsid w:val="00320E6A"/>
    <w:rsid w:val="003210C5"/>
    <w:rsid w:val="00321239"/>
    <w:rsid w:val="003213AD"/>
    <w:rsid w:val="00321665"/>
    <w:rsid w:val="00321835"/>
    <w:rsid w:val="003219D7"/>
    <w:rsid w:val="00321B12"/>
    <w:rsid w:val="00321E54"/>
    <w:rsid w:val="00322392"/>
    <w:rsid w:val="0032245D"/>
    <w:rsid w:val="00322654"/>
    <w:rsid w:val="00322752"/>
    <w:rsid w:val="0032279C"/>
    <w:rsid w:val="0032279D"/>
    <w:rsid w:val="00322852"/>
    <w:rsid w:val="00322954"/>
    <w:rsid w:val="003229E6"/>
    <w:rsid w:val="00322B7E"/>
    <w:rsid w:val="00322F5D"/>
    <w:rsid w:val="00322F61"/>
    <w:rsid w:val="00323057"/>
    <w:rsid w:val="00323058"/>
    <w:rsid w:val="003231E4"/>
    <w:rsid w:val="003233CE"/>
    <w:rsid w:val="00323755"/>
    <w:rsid w:val="003237C9"/>
    <w:rsid w:val="00323A17"/>
    <w:rsid w:val="00323BE3"/>
    <w:rsid w:val="00323BE7"/>
    <w:rsid w:val="00323E98"/>
    <w:rsid w:val="00323F63"/>
    <w:rsid w:val="0032419F"/>
    <w:rsid w:val="003242EF"/>
    <w:rsid w:val="0032443B"/>
    <w:rsid w:val="00324492"/>
    <w:rsid w:val="00324585"/>
    <w:rsid w:val="003247C6"/>
    <w:rsid w:val="00324A30"/>
    <w:rsid w:val="00324AF2"/>
    <w:rsid w:val="00324BEC"/>
    <w:rsid w:val="00324FF9"/>
    <w:rsid w:val="003251C5"/>
    <w:rsid w:val="00325222"/>
    <w:rsid w:val="003254C4"/>
    <w:rsid w:val="00325537"/>
    <w:rsid w:val="00325552"/>
    <w:rsid w:val="003255B9"/>
    <w:rsid w:val="00325623"/>
    <w:rsid w:val="0032567E"/>
    <w:rsid w:val="00325AB7"/>
    <w:rsid w:val="00325B0D"/>
    <w:rsid w:val="00325C06"/>
    <w:rsid w:val="00325D3F"/>
    <w:rsid w:val="00325D66"/>
    <w:rsid w:val="0032604C"/>
    <w:rsid w:val="00326905"/>
    <w:rsid w:val="00326B01"/>
    <w:rsid w:val="00326BA7"/>
    <w:rsid w:val="00326C1C"/>
    <w:rsid w:val="00326C99"/>
    <w:rsid w:val="00326D5A"/>
    <w:rsid w:val="00326FA2"/>
    <w:rsid w:val="003275E1"/>
    <w:rsid w:val="003275F3"/>
    <w:rsid w:val="003276B5"/>
    <w:rsid w:val="003276BF"/>
    <w:rsid w:val="003276FB"/>
    <w:rsid w:val="00327737"/>
    <w:rsid w:val="00327AC3"/>
    <w:rsid w:val="00327BBF"/>
    <w:rsid w:val="00327D61"/>
    <w:rsid w:val="00330018"/>
    <w:rsid w:val="003303E0"/>
    <w:rsid w:val="0033043A"/>
    <w:rsid w:val="00330633"/>
    <w:rsid w:val="0033080F"/>
    <w:rsid w:val="00330895"/>
    <w:rsid w:val="00330D09"/>
    <w:rsid w:val="00330D29"/>
    <w:rsid w:val="00330D41"/>
    <w:rsid w:val="00330D83"/>
    <w:rsid w:val="00330D9A"/>
    <w:rsid w:val="00330E06"/>
    <w:rsid w:val="003310E1"/>
    <w:rsid w:val="0033113C"/>
    <w:rsid w:val="00331504"/>
    <w:rsid w:val="0033155C"/>
    <w:rsid w:val="0033166E"/>
    <w:rsid w:val="00331BCF"/>
    <w:rsid w:val="00331E0F"/>
    <w:rsid w:val="00331F9A"/>
    <w:rsid w:val="00331FC6"/>
    <w:rsid w:val="0033212A"/>
    <w:rsid w:val="003321AF"/>
    <w:rsid w:val="003322A2"/>
    <w:rsid w:val="00332554"/>
    <w:rsid w:val="003328DB"/>
    <w:rsid w:val="00332A66"/>
    <w:rsid w:val="00332CDA"/>
    <w:rsid w:val="00332D97"/>
    <w:rsid w:val="00332F91"/>
    <w:rsid w:val="003330EA"/>
    <w:rsid w:val="0033312E"/>
    <w:rsid w:val="00333450"/>
    <w:rsid w:val="00333488"/>
    <w:rsid w:val="00333566"/>
    <w:rsid w:val="00333574"/>
    <w:rsid w:val="00333646"/>
    <w:rsid w:val="00333648"/>
    <w:rsid w:val="003336DC"/>
    <w:rsid w:val="00333926"/>
    <w:rsid w:val="00333952"/>
    <w:rsid w:val="00333C92"/>
    <w:rsid w:val="00333E08"/>
    <w:rsid w:val="00333EFD"/>
    <w:rsid w:val="00334302"/>
    <w:rsid w:val="0033451F"/>
    <w:rsid w:val="0033475F"/>
    <w:rsid w:val="00334CF6"/>
    <w:rsid w:val="00334D5C"/>
    <w:rsid w:val="00334F3B"/>
    <w:rsid w:val="0033512C"/>
    <w:rsid w:val="00335437"/>
    <w:rsid w:val="003354E0"/>
    <w:rsid w:val="003355D0"/>
    <w:rsid w:val="003355DD"/>
    <w:rsid w:val="00335654"/>
    <w:rsid w:val="00335B29"/>
    <w:rsid w:val="00335B34"/>
    <w:rsid w:val="00335C1D"/>
    <w:rsid w:val="00335CE0"/>
    <w:rsid w:val="00335D05"/>
    <w:rsid w:val="00335D36"/>
    <w:rsid w:val="003360C7"/>
    <w:rsid w:val="003360CC"/>
    <w:rsid w:val="003360FD"/>
    <w:rsid w:val="003361CF"/>
    <w:rsid w:val="0033651B"/>
    <w:rsid w:val="0033662A"/>
    <w:rsid w:val="0033678A"/>
    <w:rsid w:val="00336914"/>
    <w:rsid w:val="0033693D"/>
    <w:rsid w:val="00336AC2"/>
    <w:rsid w:val="00336BE7"/>
    <w:rsid w:val="00336D5A"/>
    <w:rsid w:val="00336E05"/>
    <w:rsid w:val="00336ED8"/>
    <w:rsid w:val="00336F08"/>
    <w:rsid w:val="00336F4E"/>
    <w:rsid w:val="00336F9F"/>
    <w:rsid w:val="003371B9"/>
    <w:rsid w:val="003374E5"/>
    <w:rsid w:val="00337539"/>
    <w:rsid w:val="00337763"/>
    <w:rsid w:val="00337914"/>
    <w:rsid w:val="00337956"/>
    <w:rsid w:val="00337AD3"/>
    <w:rsid w:val="00337BA6"/>
    <w:rsid w:val="00337E54"/>
    <w:rsid w:val="00340503"/>
    <w:rsid w:val="00340794"/>
    <w:rsid w:val="003407BB"/>
    <w:rsid w:val="00340877"/>
    <w:rsid w:val="00340921"/>
    <w:rsid w:val="00340A73"/>
    <w:rsid w:val="00340AD5"/>
    <w:rsid w:val="00340CA4"/>
    <w:rsid w:val="003412F4"/>
    <w:rsid w:val="0034156A"/>
    <w:rsid w:val="0034183C"/>
    <w:rsid w:val="0034188A"/>
    <w:rsid w:val="00341919"/>
    <w:rsid w:val="00341AC7"/>
    <w:rsid w:val="00341C00"/>
    <w:rsid w:val="00341F8C"/>
    <w:rsid w:val="00341FE8"/>
    <w:rsid w:val="00342286"/>
    <w:rsid w:val="003423B3"/>
    <w:rsid w:val="00342489"/>
    <w:rsid w:val="003425B4"/>
    <w:rsid w:val="003425DB"/>
    <w:rsid w:val="003425E6"/>
    <w:rsid w:val="00342628"/>
    <w:rsid w:val="00342786"/>
    <w:rsid w:val="003428FA"/>
    <w:rsid w:val="00342AE0"/>
    <w:rsid w:val="00342B3B"/>
    <w:rsid w:val="00342DFB"/>
    <w:rsid w:val="00342E50"/>
    <w:rsid w:val="00342EF0"/>
    <w:rsid w:val="00342F84"/>
    <w:rsid w:val="00343121"/>
    <w:rsid w:val="00343172"/>
    <w:rsid w:val="0034328E"/>
    <w:rsid w:val="00343377"/>
    <w:rsid w:val="003435FB"/>
    <w:rsid w:val="003437A1"/>
    <w:rsid w:val="0034388C"/>
    <w:rsid w:val="003440C3"/>
    <w:rsid w:val="00344231"/>
    <w:rsid w:val="00344434"/>
    <w:rsid w:val="00344465"/>
    <w:rsid w:val="003445BF"/>
    <w:rsid w:val="00344723"/>
    <w:rsid w:val="00344770"/>
    <w:rsid w:val="00344909"/>
    <w:rsid w:val="00344B09"/>
    <w:rsid w:val="00344CA5"/>
    <w:rsid w:val="00344D39"/>
    <w:rsid w:val="00344F18"/>
    <w:rsid w:val="00345103"/>
    <w:rsid w:val="00345302"/>
    <w:rsid w:val="00345369"/>
    <w:rsid w:val="003453AC"/>
    <w:rsid w:val="00345644"/>
    <w:rsid w:val="003456EF"/>
    <w:rsid w:val="00345715"/>
    <w:rsid w:val="0034586C"/>
    <w:rsid w:val="00345A74"/>
    <w:rsid w:val="00345AD2"/>
    <w:rsid w:val="00345B04"/>
    <w:rsid w:val="00345BE8"/>
    <w:rsid w:val="00345C46"/>
    <w:rsid w:val="00345CA7"/>
    <w:rsid w:val="00345F5A"/>
    <w:rsid w:val="00345F74"/>
    <w:rsid w:val="00346050"/>
    <w:rsid w:val="003460DC"/>
    <w:rsid w:val="00346126"/>
    <w:rsid w:val="0034643A"/>
    <w:rsid w:val="00346BC1"/>
    <w:rsid w:val="00346E7E"/>
    <w:rsid w:val="00346E80"/>
    <w:rsid w:val="00346E93"/>
    <w:rsid w:val="00346EC8"/>
    <w:rsid w:val="00346F7A"/>
    <w:rsid w:val="00346F82"/>
    <w:rsid w:val="0034710C"/>
    <w:rsid w:val="0034716C"/>
    <w:rsid w:val="0034749A"/>
    <w:rsid w:val="00347508"/>
    <w:rsid w:val="00347673"/>
    <w:rsid w:val="00347752"/>
    <w:rsid w:val="0034787B"/>
    <w:rsid w:val="00347A2A"/>
    <w:rsid w:val="00347AED"/>
    <w:rsid w:val="00347BD5"/>
    <w:rsid w:val="00347D04"/>
    <w:rsid w:val="00347D08"/>
    <w:rsid w:val="0035000D"/>
    <w:rsid w:val="00350077"/>
    <w:rsid w:val="003501DB"/>
    <w:rsid w:val="00350335"/>
    <w:rsid w:val="003504D4"/>
    <w:rsid w:val="00350846"/>
    <w:rsid w:val="003509B4"/>
    <w:rsid w:val="00350A9B"/>
    <w:rsid w:val="00350B50"/>
    <w:rsid w:val="00350F33"/>
    <w:rsid w:val="003510A7"/>
    <w:rsid w:val="003512B7"/>
    <w:rsid w:val="003512D0"/>
    <w:rsid w:val="003515FF"/>
    <w:rsid w:val="003516B3"/>
    <w:rsid w:val="0035179D"/>
    <w:rsid w:val="00351816"/>
    <w:rsid w:val="00351A7A"/>
    <w:rsid w:val="00351E36"/>
    <w:rsid w:val="0035200E"/>
    <w:rsid w:val="00352010"/>
    <w:rsid w:val="003522F0"/>
    <w:rsid w:val="003523D3"/>
    <w:rsid w:val="003525B8"/>
    <w:rsid w:val="00352659"/>
    <w:rsid w:val="003526B9"/>
    <w:rsid w:val="00352A92"/>
    <w:rsid w:val="00352AE5"/>
    <w:rsid w:val="00352B13"/>
    <w:rsid w:val="00352B85"/>
    <w:rsid w:val="00352DC4"/>
    <w:rsid w:val="00352ECC"/>
    <w:rsid w:val="00352F85"/>
    <w:rsid w:val="00352F9C"/>
    <w:rsid w:val="003531BE"/>
    <w:rsid w:val="00353274"/>
    <w:rsid w:val="003532F0"/>
    <w:rsid w:val="003534FF"/>
    <w:rsid w:val="00353811"/>
    <w:rsid w:val="00353AF5"/>
    <w:rsid w:val="00353C58"/>
    <w:rsid w:val="003541B2"/>
    <w:rsid w:val="00354336"/>
    <w:rsid w:val="00354641"/>
    <w:rsid w:val="00354668"/>
    <w:rsid w:val="003546C9"/>
    <w:rsid w:val="003547AF"/>
    <w:rsid w:val="003549AF"/>
    <w:rsid w:val="003549D3"/>
    <w:rsid w:val="00354A02"/>
    <w:rsid w:val="00354C05"/>
    <w:rsid w:val="00354DD7"/>
    <w:rsid w:val="00354FC2"/>
    <w:rsid w:val="0035515D"/>
    <w:rsid w:val="003553E6"/>
    <w:rsid w:val="0035552B"/>
    <w:rsid w:val="00355542"/>
    <w:rsid w:val="003556AC"/>
    <w:rsid w:val="00355781"/>
    <w:rsid w:val="0035580F"/>
    <w:rsid w:val="0035584F"/>
    <w:rsid w:val="003559FA"/>
    <w:rsid w:val="00355B1F"/>
    <w:rsid w:val="00355CF4"/>
    <w:rsid w:val="00355EB2"/>
    <w:rsid w:val="003560EF"/>
    <w:rsid w:val="0035615A"/>
    <w:rsid w:val="0035624E"/>
    <w:rsid w:val="00356467"/>
    <w:rsid w:val="0035659E"/>
    <w:rsid w:val="003565E6"/>
    <w:rsid w:val="00356725"/>
    <w:rsid w:val="00356857"/>
    <w:rsid w:val="003569EC"/>
    <w:rsid w:val="00356B40"/>
    <w:rsid w:val="00356C23"/>
    <w:rsid w:val="00356CC5"/>
    <w:rsid w:val="00356E0C"/>
    <w:rsid w:val="00356F62"/>
    <w:rsid w:val="003570FA"/>
    <w:rsid w:val="003572C2"/>
    <w:rsid w:val="003573DA"/>
    <w:rsid w:val="003574AC"/>
    <w:rsid w:val="00357931"/>
    <w:rsid w:val="00357AD2"/>
    <w:rsid w:val="00357B4F"/>
    <w:rsid w:val="00357B9E"/>
    <w:rsid w:val="00357C96"/>
    <w:rsid w:val="00357DF3"/>
    <w:rsid w:val="00360014"/>
    <w:rsid w:val="003600E6"/>
    <w:rsid w:val="003601DA"/>
    <w:rsid w:val="00360261"/>
    <w:rsid w:val="0036050C"/>
    <w:rsid w:val="00360544"/>
    <w:rsid w:val="00360597"/>
    <w:rsid w:val="00360625"/>
    <w:rsid w:val="003607F3"/>
    <w:rsid w:val="003609B5"/>
    <w:rsid w:val="00360A52"/>
    <w:rsid w:val="00360C23"/>
    <w:rsid w:val="00360C56"/>
    <w:rsid w:val="00360CEA"/>
    <w:rsid w:val="003610EC"/>
    <w:rsid w:val="003615E7"/>
    <w:rsid w:val="00361646"/>
    <w:rsid w:val="003616AC"/>
    <w:rsid w:val="0036173A"/>
    <w:rsid w:val="003617DF"/>
    <w:rsid w:val="00361A50"/>
    <w:rsid w:val="00361E27"/>
    <w:rsid w:val="00361E76"/>
    <w:rsid w:val="00361F7D"/>
    <w:rsid w:val="00362172"/>
    <w:rsid w:val="003621E2"/>
    <w:rsid w:val="003622B3"/>
    <w:rsid w:val="0036255F"/>
    <w:rsid w:val="003625C1"/>
    <w:rsid w:val="00362666"/>
    <w:rsid w:val="00362791"/>
    <w:rsid w:val="003628AD"/>
    <w:rsid w:val="00362A02"/>
    <w:rsid w:val="00362CBA"/>
    <w:rsid w:val="00362CD9"/>
    <w:rsid w:val="003631F5"/>
    <w:rsid w:val="00363329"/>
    <w:rsid w:val="00363629"/>
    <w:rsid w:val="003636F6"/>
    <w:rsid w:val="00363CD8"/>
    <w:rsid w:val="00363D9F"/>
    <w:rsid w:val="00363F28"/>
    <w:rsid w:val="003641E9"/>
    <w:rsid w:val="0036438B"/>
    <w:rsid w:val="00364662"/>
    <w:rsid w:val="003647E9"/>
    <w:rsid w:val="00364A09"/>
    <w:rsid w:val="00364A89"/>
    <w:rsid w:val="00364AFD"/>
    <w:rsid w:val="00364B47"/>
    <w:rsid w:val="00364E6F"/>
    <w:rsid w:val="00364FD3"/>
    <w:rsid w:val="00364FDC"/>
    <w:rsid w:val="003651A1"/>
    <w:rsid w:val="003654A3"/>
    <w:rsid w:val="0036578A"/>
    <w:rsid w:val="0036580D"/>
    <w:rsid w:val="00365A86"/>
    <w:rsid w:val="00365B61"/>
    <w:rsid w:val="00365C91"/>
    <w:rsid w:val="00365EF1"/>
    <w:rsid w:val="00365FBE"/>
    <w:rsid w:val="003662C6"/>
    <w:rsid w:val="00366354"/>
    <w:rsid w:val="00366414"/>
    <w:rsid w:val="00366625"/>
    <w:rsid w:val="00366A3C"/>
    <w:rsid w:val="00366AF8"/>
    <w:rsid w:val="00366B32"/>
    <w:rsid w:val="00366B56"/>
    <w:rsid w:val="00366C4C"/>
    <w:rsid w:val="00366CB4"/>
    <w:rsid w:val="00366CCD"/>
    <w:rsid w:val="00367072"/>
    <w:rsid w:val="00367796"/>
    <w:rsid w:val="00367967"/>
    <w:rsid w:val="00367E78"/>
    <w:rsid w:val="00367F00"/>
    <w:rsid w:val="00370385"/>
    <w:rsid w:val="0037047D"/>
    <w:rsid w:val="00370842"/>
    <w:rsid w:val="00370894"/>
    <w:rsid w:val="00370900"/>
    <w:rsid w:val="00370AEB"/>
    <w:rsid w:val="00370BC7"/>
    <w:rsid w:val="00370D05"/>
    <w:rsid w:val="00370E4B"/>
    <w:rsid w:val="00370F6A"/>
    <w:rsid w:val="0037121C"/>
    <w:rsid w:val="00371505"/>
    <w:rsid w:val="0037179E"/>
    <w:rsid w:val="003718BC"/>
    <w:rsid w:val="00371B70"/>
    <w:rsid w:val="00371D68"/>
    <w:rsid w:val="003720A6"/>
    <w:rsid w:val="003724AB"/>
    <w:rsid w:val="00372633"/>
    <w:rsid w:val="00372961"/>
    <w:rsid w:val="00372B0F"/>
    <w:rsid w:val="00372B54"/>
    <w:rsid w:val="00372B55"/>
    <w:rsid w:val="00372D22"/>
    <w:rsid w:val="00372D7E"/>
    <w:rsid w:val="00372DF5"/>
    <w:rsid w:val="0037300E"/>
    <w:rsid w:val="0037310F"/>
    <w:rsid w:val="003732BC"/>
    <w:rsid w:val="00373384"/>
    <w:rsid w:val="003733C6"/>
    <w:rsid w:val="0037357E"/>
    <w:rsid w:val="003737C9"/>
    <w:rsid w:val="003739C8"/>
    <w:rsid w:val="00373C83"/>
    <w:rsid w:val="00373DDA"/>
    <w:rsid w:val="00374596"/>
    <w:rsid w:val="003748DA"/>
    <w:rsid w:val="003748F5"/>
    <w:rsid w:val="003749A4"/>
    <w:rsid w:val="00374B32"/>
    <w:rsid w:val="00374C46"/>
    <w:rsid w:val="00374C78"/>
    <w:rsid w:val="00374ED6"/>
    <w:rsid w:val="00374FFB"/>
    <w:rsid w:val="0037509A"/>
    <w:rsid w:val="0037535A"/>
    <w:rsid w:val="003758D5"/>
    <w:rsid w:val="00375935"/>
    <w:rsid w:val="00375988"/>
    <w:rsid w:val="003759F7"/>
    <w:rsid w:val="00375A54"/>
    <w:rsid w:val="00375A9C"/>
    <w:rsid w:val="00375B3F"/>
    <w:rsid w:val="00375BCB"/>
    <w:rsid w:val="00375C4C"/>
    <w:rsid w:val="00375CA8"/>
    <w:rsid w:val="00375D33"/>
    <w:rsid w:val="00375D59"/>
    <w:rsid w:val="00375D78"/>
    <w:rsid w:val="00375EB9"/>
    <w:rsid w:val="003763A8"/>
    <w:rsid w:val="003764EA"/>
    <w:rsid w:val="0037683D"/>
    <w:rsid w:val="00376858"/>
    <w:rsid w:val="00376A67"/>
    <w:rsid w:val="00376BCD"/>
    <w:rsid w:val="00376E21"/>
    <w:rsid w:val="0037701C"/>
    <w:rsid w:val="0037703B"/>
    <w:rsid w:val="003770F7"/>
    <w:rsid w:val="00377175"/>
    <w:rsid w:val="00377466"/>
    <w:rsid w:val="00377565"/>
    <w:rsid w:val="00377710"/>
    <w:rsid w:val="00377ABF"/>
    <w:rsid w:val="00377AE4"/>
    <w:rsid w:val="00377BE7"/>
    <w:rsid w:val="00380098"/>
    <w:rsid w:val="003801B9"/>
    <w:rsid w:val="00380279"/>
    <w:rsid w:val="003804E3"/>
    <w:rsid w:val="00380657"/>
    <w:rsid w:val="0038074A"/>
    <w:rsid w:val="00380C20"/>
    <w:rsid w:val="00380D90"/>
    <w:rsid w:val="00380DA9"/>
    <w:rsid w:val="00380F72"/>
    <w:rsid w:val="00380F98"/>
    <w:rsid w:val="0038100D"/>
    <w:rsid w:val="0038109E"/>
    <w:rsid w:val="00381105"/>
    <w:rsid w:val="0038114A"/>
    <w:rsid w:val="003813A8"/>
    <w:rsid w:val="003815AB"/>
    <w:rsid w:val="003816B4"/>
    <w:rsid w:val="00381857"/>
    <w:rsid w:val="00381DCA"/>
    <w:rsid w:val="00381E8A"/>
    <w:rsid w:val="00381F1D"/>
    <w:rsid w:val="00382280"/>
    <w:rsid w:val="00382373"/>
    <w:rsid w:val="00382564"/>
    <w:rsid w:val="0038269A"/>
    <w:rsid w:val="00382745"/>
    <w:rsid w:val="00382A8A"/>
    <w:rsid w:val="00382AE5"/>
    <w:rsid w:val="00382CF1"/>
    <w:rsid w:val="003831F6"/>
    <w:rsid w:val="003834AB"/>
    <w:rsid w:val="00383511"/>
    <w:rsid w:val="003837B6"/>
    <w:rsid w:val="003838D8"/>
    <w:rsid w:val="00383A54"/>
    <w:rsid w:val="00383B0C"/>
    <w:rsid w:val="00383FD5"/>
    <w:rsid w:val="003840AB"/>
    <w:rsid w:val="00384382"/>
    <w:rsid w:val="00384510"/>
    <w:rsid w:val="003845F8"/>
    <w:rsid w:val="00384960"/>
    <w:rsid w:val="00384A76"/>
    <w:rsid w:val="00384C27"/>
    <w:rsid w:val="00384DBE"/>
    <w:rsid w:val="00384EB8"/>
    <w:rsid w:val="00384FB4"/>
    <w:rsid w:val="00385049"/>
    <w:rsid w:val="003851BD"/>
    <w:rsid w:val="003851D9"/>
    <w:rsid w:val="003851F6"/>
    <w:rsid w:val="003854FE"/>
    <w:rsid w:val="00385711"/>
    <w:rsid w:val="00385992"/>
    <w:rsid w:val="00385A06"/>
    <w:rsid w:val="00385AB5"/>
    <w:rsid w:val="00385FDB"/>
    <w:rsid w:val="003862A6"/>
    <w:rsid w:val="0038630A"/>
    <w:rsid w:val="00386463"/>
    <w:rsid w:val="00386469"/>
    <w:rsid w:val="003866CE"/>
    <w:rsid w:val="0038678B"/>
    <w:rsid w:val="00386C4C"/>
    <w:rsid w:val="00386EC9"/>
    <w:rsid w:val="00386FEB"/>
    <w:rsid w:val="003870C9"/>
    <w:rsid w:val="00387198"/>
    <w:rsid w:val="0038727E"/>
    <w:rsid w:val="003875F7"/>
    <w:rsid w:val="00387701"/>
    <w:rsid w:val="0038776E"/>
    <w:rsid w:val="003878BC"/>
    <w:rsid w:val="00387A5D"/>
    <w:rsid w:val="00387DB2"/>
    <w:rsid w:val="00387DD7"/>
    <w:rsid w:val="00387E4A"/>
    <w:rsid w:val="00387F42"/>
    <w:rsid w:val="0039021A"/>
    <w:rsid w:val="00390739"/>
    <w:rsid w:val="00390759"/>
    <w:rsid w:val="00390AAD"/>
    <w:rsid w:val="00390AD4"/>
    <w:rsid w:val="00390C35"/>
    <w:rsid w:val="00390D07"/>
    <w:rsid w:val="00390E35"/>
    <w:rsid w:val="00390E75"/>
    <w:rsid w:val="00390F09"/>
    <w:rsid w:val="00390FC3"/>
    <w:rsid w:val="0039102C"/>
    <w:rsid w:val="00391125"/>
    <w:rsid w:val="0039114E"/>
    <w:rsid w:val="0039120C"/>
    <w:rsid w:val="00391419"/>
    <w:rsid w:val="0039143F"/>
    <w:rsid w:val="00391455"/>
    <w:rsid w:val="0039153D"/>
    <w:rsid w:val="00391625"/>
    <w:rsid w:val="003917EF"/>
    <w:rsid w:val="00391971"/>
    <w:rsid w:val="003919C7"/>
    <w:rsid w:val="00391A4A"/>
    <w:rsid w:val="00391A67"/>
    <w:rsid w:val="00391C7E"/>
    <w:rsid w:val="00391D53"/>
    <w:rsid w:val="00391E0E"/>
    <w:rsid w:val="00391EE2"/>
    <w:rsid w:val="003920BB"/>
    <w:rsid w:val="003922CC"/>
    <w:rsid w:val="0039241A"/>
    <w:rsid w:val="003925BE"/>
    <w:rsid w:val="003925E8"/>
    <w:rsid w:val="00392617"/>
    <w:rsid w:val="003928BA"/>
    <w:rsid w:val="00392A13"/>
    <w:rsid w:val="00392ABF"/>
    <w:rsid w:val="00392CFD"/>
    <w:rsid w:val="00392E13"/>
    <w:rsid w:val="00392F1E"/>
    <w:rsid w:val="00392FA2"/>
    <w:rsid w:val="00392FEF"/>
    <w:rsid w:val="0039308F"/>
    <w:rsid w:val="003931F2"/>
    <w:rsid w:val="00393341"/>
    <w:rsid w:val="003933A0"/>
    <w:rsid w:val="00393495"/>
    <w:rsid w:val="00393573"/>
    <w:rsid w:val="003936AB"/>
    <w:rsid w:val="003936AF"/>
    <w:rsid w:val="00393E63"/>
    <w:rsid w:val="00394620"/>
    <w:rsid w:val="00394870"/>
    <w:rsid w:val="00394A35"/>
    <w:rsid w:val="00394C51"/>
    <w:rsid w:val="00394D07"/>
    <w:rsid w:val="00394F86"/>
    <w:rsid w:val="0039556D"/>
    <w:rsid w:val="003955B5"/>
    <w:rsid w:val="003955C8"/>
    <w:rsid w:val="00395A63"/>
    <w:rsid w:val="003960AF"/>
    <w:rsid w:val="0039621B"/>
    <w:rsid w:val="00396B06"/>
    <w:rsid w:val="00396D60"/>
    <w:rsid w:val="00396E68"/>
    <w:rsid w:val="003971C5"/>
    <w:rsid w:val="00397436"/>
    <w:rsid w:val="0039757E"/>
    <w:rsid w:val="0039792D"/>
    <w:rsid w:val="003979B0"/>
    <w:rsid w:val="00397BB5"/>
    <w:rsid w:val="00397C34"/>
    <w:rsid w:val="00397C3D"/>
    <w:rsid w:val="00397C6A"/>
    <w:rsid w:val="00397D34"/>
    <w:rsid w:val="00397EE9"/>
    <w:rsid w:val="00397FAF"/>
    <w:rsid w:val="003A0081"/>
    <w:rsid w:val="003A0119"/>
    <w:rsid w:val="003A02C1"/>
    <w:rsid w:val="003A03CA"/>
    <w:rsid w:val="003A06FC"/>
    <w:rsid w:val="003A0A2A"/>
    <w:rsid w:val="003A0AA3"/>
    <w:rsid w:val="003A143A"/>
    <w:rsid w:val="003A14BF"/>
    <w:rsid w:val="003A14FC"/>
    <w:rsid w:val="003A15F9"/>
    <w:rsid w:val="003A1C67"/>
    <w:rsid w:val="003A1D58"/>
    <w:rsid w:val="003A1E64"/>
    <w:rsid w:val="003A1F79"/>
    <w:rsid w:val="003A20FE"/>
    <w:rsid w:val="003A2231"/>
    <w:rsid w:val="003A2271"/>
    <w:rsid w:val="003A2305"/>
    <w:rsid w:val="003A25A2"/>
    <w:rsid w:val="003A264F"/>
    <w:rsid w:val="003A27A7"/>
    <w:rsid w:val="003A2892"/>
    <w:rsid w:val="003A2ABB"/>
    <w:rsid w:val="003A2AFD"/>
    <w:rsid w:val="003A2E59"/>
    <w:rsid w:val="003A2E97"/>
    <w:rsid w:val="003A2FE1"/>
    <w:rsid w:val="003A30C3"/>
    <w:rsid w:val="003A358A"/>
    <w:rsid w:val="003A3609"/>
    <w:rsid w:val="003A3830"/>
    <w:rsid w:val="003A3983"/>
    <w:rsid w:val="003A3A73"/>
    <w:rsid w:val="003A3E0B"/>
    <w:rsid w:val="003A3FF0"/>
    <w:rsid w:val="003A413B"/>
    <w:rsid w:val="003A440F"/>
    <w:rsid w:val="003A4479"/>
    <w:rsid w:val="003A459E"/>
    <w:rsid w:val="003A4793"/>
    <w:rsid w:val="003A483C"/>
    <w:rsid w:val="003A4949"/>
    <w:rsid w:val="003A497E"/>
    <w:rsid w:val="003A49F4"/>
    <w:rsid w:val="003A4BE8"/>
    <w:rsid w:val="003A4D17"/>
    <w:rsid w:val="003A4E2B"/>
    <w:rsid w:val="003A4E86"/>
    <w:rsid w:val="003A4F52"/>
    <w:rsid w:val="003A4F53"/>
    <w:rsid w:val="003A5350"/>
    <w:rsid w:val="003A5400"/>
    <w:rsid w:val="003A576C"/>
    <w:rsid w:val="003A5790"/>
    <w:rsid w:val="003A57FC"/>
    <w:rsid w:val="003A5894"/>
    <w:rsid w:val="003A5997"/>
    <w:rsid w:val="003A5A77"/>
    <w:rsid w:val="003A5C5C"/>
    <w:rsid w:val="003A5CBF"/>
    <w:rsid w:val="003A5FCA"/>
    <w:rsid w:val="003A601C"/>
    <w:rsid w:val="003A65EF"/>
    <w:rsid w:val="003A665D"/>
    <w:rsid w:val="003A673A"/>
    <w:rsid w:val="003A6AC8"/>
    <w:rsid w:val="003A6B90"/>
    <w:rsid w:val="003A6D80"/>
    <w:rsid w:val="003A70A2"/>
    <w:rsid w:val="003A70F1"/>
    <w:rsid w:val="003A7187"/>
    <w:rsid w:val="003A7273"/>
    <w:rsid w:val="003A7345"/>
    <w:rsid w:val="003A738E"/>
    <w:rsid w:val="003A757E"/>
    <w:rsid w:val="003A7BB0"/>
    <w:rsid w:val="003A7CB0"/>
    <w:rsid w:val="003A7D93"/>
    <w:rsid w:val="003B028B"/>
    <w:rsid w:val="003B058C"/>
    <w:rsid w:val="003B0775"/>
    <w:rsid w:val="003B0867"/>
    <w:rsid w:val="003B0A27"/>
    <w:rsid w:val="003B0AC7"/>
    <w:rsid w:val="003B0ACC"/>
    <w:rsid w:val="003B0CF0"/>
    <w:rsid w:val="003B0D88"/>
    <w:rsid w:val="003B0E81"/>
    <w:rsid w:val="003B11EB"/>
    <w:rsid w:val="003B1353"/>
    <w:rsid w:val="003B1396"/>
    <w:rsid w:val="003B1426"/>
    <w:rsid w:val="003B158C"/>
    <w:rsid w:val="003B15CC"/>
    <w:rsid w:val="003B177E"/>
    <w:rsid w:val="003B1964"/>
    <w:rsid w:val="003B1A2B"/>
    <w:rsid w:val="003B1B92"/>
    <w:rsid w:val="003B1C95"/>
    <w:rsid w:val="003B1E0F"/>
    <w:rsid w:val="003B2121"/>
    <w:rsid w:val="003B21F2"/>
    <w:rsid w:val="003B23F1"/>
    <w:rsid w:val="003B24E1"/>
    <w:rsid w:val="003B26CA"/>
    <w:rsid w:val="003B2931"/>
    <w:rsid w:val="003B2A51"/>
    <w:rsid w:val="003B2AC3"/>
    <w:rsid w:val="003B2BEC"/>
    <w:rsid w:val="003B2CE5"/>
    <w:rsid w:val="003B2FA0"/>
    <w:rsid w:val="003B3127"/>
    <w:rsid w:val="003B3166"/>
    <w:rsid w:val="003B3489"/>
    <w:rsid w:val="003B36A3"/>
    <w:rsid w:val="003B3778"/>
    <w:rsid w:val="003B380F"/>
    <w:rsid w:val="003B3893"/>
    <w:rsid w:val="003B3A60"/>
    <w:rsid w:val="003B3AAC"/>
    <w:rsid w:val="003B3BAA"/>
    <w:rsid w:val="003B3BCA"/>
    <w:rsid w:val="003B4004"/>
    <w:rsid w:val="003B40D9"/>
    <w:rsid w:val="003B410C"/>
    <w:rsid w:val="003B4172"/>
    <w:rsid w:val="003B431E"/>
    <w:rsid w:val="003B4344"/>
    <w:rsid w:val="003B4429"/>
    <w:rsid w:val="003B4462"/>
    <w:rsid w:val="003B4541"/>
    <w:rsid w:val="003B460B"/>
    <w:rsid w:val="003B46AB"/>
    <w:rsid w:val="003B47E9"/>
    <w:rsid w:val="003B510C"/>
    <w:rsid w:val="003B5298"/>
    <w:rsid w:val="003B5470"/>
    <w:rsid w:val="003B576D"/>
    <w:rsid w:val="003B57DE"/>
    <w:rsid w:val="003B58FB"/>
    <w:rsid w:val="003B5C78"/>
    <w:rsid w:val="003B5E4E"/>
    <w:rsid w:val="003B5E52"/>
    <w:rsid w:val="003B626C"/>
    <w:rsid w:val="003B64B9"/>
    <w:rsid w:val="003B6995"/>
    <w:rsid w:val="003B69CF"/>
    <w:rsid w:val="003B6B11"/>
    <w:rsid w:val="003B6B89"/>
    <w:rsid w:val="003B6E7E"/>
    <w:rsid w:val="003B706B"/>
    <w:rsid w:val="003B714D"/>
    <w:rsid w:val="003B7167"/>
    <w:rsid w:val="003B71BC"/>
    <w:rsid w:val="003B7383"/>
    <w:rsid w:val="003B739B"/>
    <w:rsid w:val="003B750A"/>
    <w:rsid w:val="003B7662"/>
    <w:rsid w:val="003B7989"/>
    <w:rsid w:val="003B7A95"/>
    <w:rsid w:val="003B7BF8"/>
    <w:rsid w:val="003B7CFC"/>
    <w:rsid w:val="003C0011"/>
    <w:rsid w:val="003C0307"/>
    <w:rsid w:val="003C030A"/>
    <w:rsid w:val="003C035C"/>
    <w:rsid w:val="003C0390"/>
    <w:rsid w:val="003C0430"/>
    <w:rsid w:val="003C04E3"/>
    <w:rsid w:val="003C06A7"/>
    <w:rsid w:val="003C0888"/>
    <w:rsid w:val="003C08A8"/>
    <w:rsid w:val="003C092B"/>
    <w:rsid w:val="003C0B26"/>
    <w:rsid w:val="003C0C48"/>
    <w:rsid w:val="003C0D9B"/>
    <w:rsid w:val="003C0E48"/>
    <w:rsid w:val="003C0EB9"/>
    <w:rsid w:val="003C0F21"/>
    <w:rsid w:val="003C0FFF"/>
    <w:rsid w:val="003C11AB"/>
    <w:rsid w:val="003C1454"/>
    <w:rsid w:val="003C1470"/>
    <w:rsid w:val="003C1596"/>
    <w:rsid w:val="003C15C4"/>
    <w:rsid w:val="003C164F"/>
    <w:rsid w:val="003C169E"/>
    <w:rsid w:val="003C1795"/>
    <w:rsid w:val="003C186F"/>
    <w:rsid w:val="003C19B2"/>
    <w:rsid w:val="003C1B6B"/>
    <w:rsid w:val="003C1DC6"/>
    <w:rsid w:val="003C223A"/>
    <w:rsid w:val="003C223C"/>
    <w:rsid w:val="003C22BF"/>
    <w:rsid w:val="003C236E"/>
    <w:rsid w:val="003C23A3"/>
    <w:rsid w:val="003C25BA"/>
    <w:rsid w:val="003C2BC7"/>
    <w:rsid w:val="003C2DBB"/>
    <w:rsid w:val="003C2EDC"/>
    <w:rsid w:val="003C2FF5"/>
    <w:rsid w:val="003C30F0"/>
    <w:rsid w:val="003C336D"/>
    <w:rsid w:val="003C34AF"/>
    <w:rsid w:val="003C38BB"/>
    <w:rsid w:val="003C39AA"/>
    <w:rsid w:val="003C3C33"/>
    <w:rsid w:val="003C3D3A"/>
    <w:rsid w:val="003C3F1F"/>
    <w:rsid w:val="003C40AC"/>
    <w:rsid w:val="003C4123"/>
    <w:rsid w:val="003C42F3"/>
    <w:rsid w:val="003C466A"/>
    <w:rsid w:val="003C4988"/>
    <w:rsid w:val="003C4C8B"/>
    <w:rsid w:val="003C4F8D"/>
    <w:rsid w:val="003C522B"/>
    <w:rsid w:val="003C5337"/>
    <w:rsid w:val="003C53B5"/>
    <w:rsid w:val="003C5573"/>
    <w:rsid w:val="003C57B9"/>
    <w:rsid w:val="003C58F2"/>
    <w:rsid w:val="003C5992"/>
    <w:rsid w:val="003C59B9"/>
    <w:rsid w:val="003C5CE5"/>
    <w:rsid w:val="003C5DED"/>
    <w:rsid w:val="003C5E5A"/>
    <w:rsid w:val="003C645A"/>
    <w:rsid w:val="003C6572"/>
    <w:rsid w:val="003C6574"/>
    <w:rsid w:val="003C65FD"/>
    <w:rsid w:val="003C66C8"/>
    <w:rsid w:val="003C696B"/>
    <w:rsid w:val="003C6BED"/>
    <w:rsid w:val="003C6D9F"/>
    <w:rsid w:val="003C6E32"/>
    <w:rsid w:val="003C746F"/>
    <w:rsid w:val="003C76E6"/>
    <w:rsid w:val="003C781A"/>
    <w:rsid w:val="003C781B"/>
    <w:rsid w:val="003C79C9"/>
    <w:rsid w:val="003D028E"/>
    <w:rsid w:val="003D0494"/>
    <w:rsid w:val="003D0544"/>
    <w:rsid w:val="003D071C"/>
    <w:rsid w:val="003D081A"/>
    <w:rsid w:val="003D08AC"/>
    <w:rsid w:val="003D0B48"/>
    <w:rsid w:val="003D0D32"/>
    <w:rsid w:val="003D1081"/>
    <w:rsid w:val="003D139B"/>
    <w:rsid w:val="003D13B1"/>
    <w:rsid w:val="003D1481"/>
    <w:rsid w:val="003D1668"/>
    <w:rsid w:val="003D186A"/>
    <w:rsid w:val="003D194F"/>
    <w:rsid w:val="003D1965"/>
    <w:rsid w:val="003D19F8"/>
    <w:rsid w:val="003D1A1E"/>
    <w:rsid w:val="003D1CBB"/>
    <w:rsid w:val="003D1E20"/>
    <w:rsid w:val="003D1EB6"/>
    <w:rsid w:val="003D2282"/>
    <w:rsid w:val="003D2559"/>
    <w:rsid w:val="003D25D2"/>
    <w:rsid w:val="003D28A1"/>
    <w:rsid w:val="003D28FF"/>
    <w:rsid w:val="003D2C49"/>
    <w:rsid w:val="003D31AC"/>
    <w:rsid w:val="003D31CD"/>
    <w:rsid w:val="003D37FB"/>
    <w:rsid w:val="003D3960"/>
    <w:rsid w:val="003D39ED"/>
    <w:rsid w:val="003D3BDE"/>
    <w:rsid w:val="003D3C2E"/>
    <w:rsid w:val="003D3D71"/>
    <w:rsid w:val="003D3E54"/>
    <w:rsid w:val="003D417B"/>
    <w:rsid w:val="003D442C"/>
    <w:rsid w:val="003D4513"/>
    <w:rsid w:val="003D474E"/>
    <w:rsid w:val="003D4985"/>
    <w:rsid w:val="003D4A44"/>
    <w:rsid w:val="003D4A49"/>
    <w:rsid w:val="003D4A55"/>
    <w:rsid w:val="003D4ACB"/>
    <w:rsid w:val="003D4AD3"/>
    <w:rsid w:val="003D4ADF"/>
    <w:rsid w:val="003D4DA4"/>
    <w:rsid w:val="003D5050"/>
    <w:rsid w:val="003D51C2"/>
    <w:rsid w:val="003D526D"/>
    <w:rsid w:val="003D58D7"/>
    <w:rsid w:val="003D59A4"/>
    <w:rsid w:val="003D5A7A"/>
    <w:rsid w:val="003D5B18"/>
    <w:rsid w:val="003D5B5B"/>
    <w:rsid w:val="003D5E89"/>
    <w:rsid w:val="003D60F5"/>
    <w:rsid w:val="003D6114"/>
    <w:rsid w:val="003D621E"/>
    <w:rsid w:val="003D64FD"/>
    <w:rsid w:val="003D655D"/>
    <w:rsid w:val="003D6609"/>
    <w:rsid w:val="003D681E"/>
    <w:rsid w:val="003D6A49"/>
    <w:rsid w:val="003D6AE3"/>
    <w:rsid w:val="003D6B80"/>
    <w:rsid w:val="003D72FE"/>
    <w:rsid w:val="003D7305"/>
    <w:rsid w:val="003D7436"/>
    <w:rsid w:val="003D7563"/>
    <w:rsid w:val="003D7693"/>
    <w:rsid w:val="003D78BA"/>
    <w:rsid w:val="003D791A"/>
    <w:rsid w:val="003D7932"/>
    <w:rsid w:val="003D7ACC"/>
    <w:rsid w:val="003D7C3C"/>
    <w:rsid w:val="003D7C82"/>
    <w:rsid w:val="003E024D"/>
    <w:rsid w:val="003E0321"/>
    <w:rsid w:val="003E032C"/>
    <w:rsid w:val="003E034F"/>
    <w:rsid w:val="003E035E"/>
    <w:rsid w:val="003E050B"/>
    <w:rsid w:val="003E050D"/>
    <w:rsid w:val="003E0512"/>
    <w:rsid w:val="003E0611"/>
    <w:rsid w:val="003E0A00"/>
    <w:rsid w:val="003E0BB2"/>
    <w:rsid w:val="003E0C89"/>
    <w:rsid w:val="003E0DD2"/>
    <w:rsid w:val="003E0ED5"/>
    <w:rsid w:val="003E0F82"/>
    <w:rsid w:val="003E0FA6"/>
    <w:rsid w:val="003E1431"/>
    <w:rsid w:val="003E14A4"/>
    <w:rsid w:val="003E15D9"/>
    <w:rsid w:val="003E17A1"/>
    <w:rsid w:val="003E17DC"/>
    <w:rsid w:val="003E1A54"/>
    <w:rsid w:val="003E1C51"/>
    <w:rsid w:val="003E1D49"/>
    <w:rsid w:val="003E203B"/>
    <w:rsid w:val="003E204C"/>
    <w:rsid w:val="003E20CE"/>
    <w:rsid w:val="003E21A9"/>
    <w:rsid w:val="003E23BE"/>
    <w:rsid w:val="003E2627"/>
    <w:rsid w:val="003E2656"/>
    <w:rsid w:val="003E2D59"/>
    <w:rsid w:val="003E2E72"/>
    <w:rsid w:val="003E2EB3"/>
    <w:rsid w:val="003E3271"/>
    <w:rsid w:val="003E33AB"/>
    <w:rsid w:val="003E33EF"/>
    <w:rsid w:val="003E35D7"/>
    <w:rsid w:val="003E36C4"/>
    <w:rsid w:val="003E3714"/>
    <w:rsid w:val="003E390D"/>
    <w:rsid w:val="003E3AD2"/>
    <w:rsid w:val="003E3B6F"/>
    <w:rsid w:val="003E3BA6"/>
    <w:rsid w:val="003E3D28"/>
    <w:rsid w:val="003E3E16"/>
    <w:rsid w:val="003E3E8F"/>
    <w:rsid w:val="003E3F1E"/>
    <w:rsid w:val="003E3FC0"/>
    <w:rsid w:val="003E40F3"/>
    <w:rsid w:val="003E41EA"/>
    <w:rsid w:val="003E42A6"/>
    <w:rsid w:val="003E4768"/>
    <w:rsid w:val="003E4EB6"/>
    <w:rsid w:val="003E4EC6"/>
    <w:rsid w:val="003E4F1C"/>
    <w:rsid w:val="003E4F68"/>
    <w:rsid w:val="003E50CE"/>
    <w:rsid w:val="003E5155"/>
    <w:rsid w:val="003E5158"/>
    <w:rsid w:val="003E5352"/>
    <w:rsid w:val="003E5371"/>
    <w:rsid w:val="003E54B5"/>
    <w:rsid w:val="003E54FD"/>
    <w:rsid w:val="003E55A2"/>
    <w:rsid w:val="003E55E1"/>
    <w:rsid w:val="003E5858"/>
    <w:rsid w:val="003E5A96"/>
    <w:rsid w:val="003E5AE1"/>
    <w:rsid w:val="003E5B4B"/>
    <w:rsid w:val="003E5B6A"/>
    <w:rsid w:val="003E5C17"/>
    <w:rsid w:val="003E5C9A"/>
    <w:rsid w:val="003E5E63"/>
    <w:rsid w:val="003E6184"/>
    <w:rsid w:val="003E6256"/>
    <w:rsid w:val="003E63A6"/>
    <w:rsid w:val="003E63D1"/>
    <w:rsid w:val="003E6661"/>
    <w:rsid w:val="003E686B"/>
    <w:rsid w:val="003E68C0"/>
    <w:rsid w:val="003E69DF"/>
    <w:rsid w:val="003E69EF"/>
    <w:rsid w:val="003E70EE"/>
    <w:rsid w:val="003E72A5"/>
    <w:rsid w:val="003E73E1"/>
    <w:rsid w:val="003E746A"/>
    <w:rsid w:val="003E7548"/>
    <w:rsid w:val="003E762A"/>
    <w:rsid w:val="003E7910"/>
    <w:rsid w:val="003E7B30"/>
    <w:rsid w:val="003E7FCF"/>
    <w:rsid w:val="003F002D"/>
    <w:rsid w:val="003F028D"/>
    <w:rsid w:val="003F03E9"/>
    <w:rsid w:val="003F04B5"/>
    <w:rsid w:val="003F09C7"/>
    <w:rsid w:val="003F0B61"/>
    <w:rsid w:val="003F0BB9"/>
    <w:rsid w:val="003F0D78"/>
    <w:rsid w:val="003F0E18"/>
    <w:rsid w:val="003F0F45"/>
    <w:rsid w:val="003F110B"/>
    <w:rsid w:val="003F1446"/>
    <w:rsid w:val="003F19B7"/>
    <w:rsid w:val="003F1C15"/>
    <w:rsid w:val="003F1C51"/>
    <w:rsid w:val="003F1D72"/>
    <w:rsid w:val="003F1DA9"/>
    <w:rsid w:val="003F1DBD"/>
    <w:rsid w:val="003F1F57"/>
    <w:rsid w:val="003F1F7B"/>
    <w:rsid w:val="003F2374"/>
    <w:rsid w:val="003F238B"/>
    <w:rsid w:val="003F25A1"/>
    <w:rsid w:val="003F2629"/>
    <w:rsid w:val="003F2795"/>
    <w:rsid w:val="003F295F"/>
    <w:rsid w:val="003F29A3"/>
    <w:rsid w:val="003F2BB4"/>
    <w:rsid w:val="003F2C51"/>
    <w:rsid w:val="003F2CC9"/>
    <w:rsid w:val="003F2E02"/>
    <w:rsid w:val="003F2F1F"/>
    <w:rsid w:val="003F3596"/>
    <w:rsid w:val="003F3885"/>
    <w:rsid w:val="003F38F7"/>
    <w:rsid w:val="003F392B"/>
    <w:rsid w:val="003F3A27"/>
    <w:rsid w:val="003F3F23"/>
    <w:rsid w:val="003F3FE5"/>
    <w:rsid w:val="003F4054"/>
    <w:rsid w:val="003F42FE"/>
    <w:rsid w:val="003F43A6"/>
    <w:rsid w:val="003F44CC"/>
    <w:rsid w:val="003F45A7"/>
    <w:rsid w:val="003F473F"/>
    <w:rsid w:val="003F4C53"/>
    <w:rsid w:val="003F4ED0"/>
    <w:rsid w:val="003F5080"/>
    <w:rsid w:val="003F515A"/>
    <w:rsid w:val="003F5189"/>
    <w:rsid w:val="003F5305"/>
    <w:rsid w:val="003F53EE"/>
    <w:rsid w:val="003F55F3"/>
    <w:rsid w:val="003F563E"/>
    <w:rsid w:val="003F5672"/>
    <w:rsid w:val="003F56BA"/>
    <w:rsid w:val="003F5733"/>
    <w:rsid w:val="003F5877"/>
    <w:rsid w:val="003F58F6"/>
    <w:rsid w:val="003F5A29"/>
    <w:rsid w:val="003F5A3A"/>
    <w:rsid w:val="003F5BE4"/>
    <w:rsid w:val="003F5CB0"/>
    <w:rsid w:val="003F5DD6"/>
    <w:rsid w:val="003F6175"/>
    <w:rsid w:val="003F63A9"/>
    <w:rsid w:val="003F6480"/>
    <w:rsid w:val="003F680E"/>
    <w:rsid w:val="003F6ADE"/>
    <w:rsid w:val="003F6BED"/>
    <w:rsid w:val="003F6C71"/>
    <w:rsid w:val="003F6D8C"/>
    <w:rsid w:val="003F7296"/>
    <w:rsid w:val="003F7357"/>
    <w:rsid w:val="003F74B7"/>
    <w:rsid w:val="003F7604"/>
    <w:rsid w:val="003F764C"/>
    <w:rsid w:val="003F7680"/>
    <w:rsid w:val="003F777D"/>
    <w:rsid w:val="003F7859"/>
    <w:rsid w:val="003F7990"/>
    <w:rsid w:val="0040000A"/>
    <w:rsid w:val="00400054"/>
    <w:rsid w:val="0040006D"/>
    <w:rsid w:val="004001D3"/>
    <w:rsid w:val="0040022E"/>
    <w:rsid w:val="0040048C"/>
    <w:rsid w:val="004004AE"/>
    <w:rsid w:val="00400878"/>
    <w:rsid w:val="00400918"/>
    <w:rsid w:val="0040098A"/>
    <w:rsid w:val="00400C49"/>
    <w:rsid w:val="004010D2"/>
    <w:rsid w:val="004010F8"/>
    <w:rsid w:val="004016F1"/>
    <w:rsid w:val="00401A8A"/>
    <w:rsid w:val="00401BF1"/>
    <w:rsid w:val="00401C51"/>
    <w:rsid w:val="00401CB3"/>
    <w:rsid w:val="00401FFE"/>
    <w:rsid w:val="00402040"/>
    <w:rsid w:val="004020B3"/>
    <w:rsid w:val="00402375"/>
    <w:rsid w:val="00402BAC"/>
    <w:rsid w:val="00402F46"/>
    <w:rsid w:val="004034DA"/>
    <w:rsid w:val="00403508"/>
    <w:rsid w:val="004036BD"/>
    <w:rsid w:val="00403A35"/>
    <w:rsid w:val="00403BA7"/>
    <w:rsid w:val="00403CA1"/>
    <w:rsid w:val="004042DA"/>
    <w:rsid w:val="004044E9"/>
    <w:rsid w:val="0040458F"/>
    <w:rsid w:val="0040474F"/>
    <w:rsid w:val="004048E1"/>
    <w:rsid w:val="00404A43"/>
    <w:rsid w:val="00404BF2"/>
    <w:rsid w:val="00404C4E"/>
    <w:rsid w:val="00404E05"/>
    <w:rsid w:val="00404FDA"/>
    <w:rsid w:val="004052A9"/>
    <w:rsid w:val="00405582"/>
    <w:rsid w:val="0040567A"/>
    <w:rsid w:val="0040576D"/>
    <w:rsid w:val="00405AA1"/>
    <w:rsid w:val="00405DEA"/>
    <w:rsid w:val="00405DF2"/>
    <w:rsid w:val="00405E90"/>
    <w:rsid w:val="004060C7"/>
    <w:rsid w:val="00406351"/>
    <w:rsid w:val="0040644F"/>
    <w:rsid w:val="004064B3"/>
    <w:rsid w:val="00406621"/>
    <w:rsid w:val="00406669"/>
    <w:rsid w:val="004069EA"/>
    <w:rsid w:val="00406C6D"/>
    <w:rsid w:val="00406CA8"/>
    <w:rsid w:val="00406D7D"/>
    <w:rsid w:val="00406DCF"/>
    <w:rsid w:val="004071D2"/>
    <w:rsid w:val="004071DC"/>
    <w:rsid w:val="00407283"/>
    <w:rsid w:val="004073B3"/>
    <w:rsid w:val="0040746A"/>
    <w:rsid w:val="0040785D"/>
    <w:rsid w:val="004078DD"/>
    <w:rsid w:val="00407A7D"/>
    <w:rsid w:val="00407BA2"/>
    <w:rsid w:val="00407BD7"/>
    <w:rsid w:val="00407D9B"/>
    <w:rsid w:val="00407E9F"/>
    <w:rsid w:val="00407EFE"/>
    <w:rsid w:val="00407F48"/>
    <w:rsid w:val="00407FED"/>
    <w:rsid w:val="004100A3"/>
    <w:rsid w:val="00410137"/>
    <w:rsid w:val="0041028A"/>
    <w:rsid w:val="00410497"/>
    <w:rsid w:val="004105EF"/>
    <w:rsid w:val="004108CE"/>
    <w:rsid w:val="004109C9"/>
    <w:rsid w:val="004109D2"/>
    <w:rsid w:val="00410A15"/>
    <w:rsid w:val="00410B15"/>
    <w:rsid w:val="00410BE7"/>
    <w:rsid w:val="00410DC5"/>
    <w:rsid w:val="00410E9D"/>
    <w:rsid w:val="00410EA8"/>
    <w:rsid w:val="00410F34"/>
    <w:rsid w:val="004110EE"/>
    <w:rsid w:val="004111F9"/>
    <w:rsid w:val="0041120B"/>
    <w:rsid w:val="00411273"/>
    <w:rsid w:val="0041131C"/>
    <w:rsid w:val="00411C61"/>
    <w:rsid w:val="00411CD8"/>
    <w:rsid w:val="00412120"/>
    <w:rsid w:val="0041212B"/>
    <w:rsid w:val="004121B6"/>
    <w:rsid w:val="004121C0"/>
    <w:rsid w:val="00412419"/>
    <w:rsid w:val="00412435"/>
    <w:rsid w:val="004129F5"/>
    <w:rsid w:val="00412A2B"/>
    <w:rsid w:val="00412A90"/>
    <w:rsid w:val="00412AC4"/>
    <w:rsid w:val="00412BA7"/>
    <w:rsid w:val="00412D7B"/>
    <w:rsid w:val="00412D8B"/>
    <w:rsid w:val="00413054"/>
    <w:rsid w:val="004130AF"/>
    <w:rsid w:val="0041321C"/>
    <w:rsid w:val="004132FF"/>
    <w:rsid w:val="004133DA"/>
    <w:rsid w:val="00413414"/>
    <w:rsid w:val="00413497"/>
    <w:rsid w:val="004134FE"/>
    <w:rsid w:val="004137FF"/>
    <w:rsid w:val="0041392E"/>
    <w:rsid w:val="00413D1C"/>
    <w:rsid w:val="00413DEC"/>
    <w:rsid w:val="00413E2A"/>
    <w:rsid w:val="00414146"/>
    <w:rsid w:val="00414211"/>
    <w:rsid w:val="00414213"/>
    <w:rsid w:val="004143DC"/>
    <w:rsid w:val="00414617"/>
    <w:rsid w:val="004146EE"/>
    <w:rsid w:val="00414968"/>
    <w:rsid w:val="00414A11"/>
    <w:rsid w:val="00414BAF"/>
    <w:rsid w:val="00414D09"/>
    <w:rsid w:val="00415036"/>
    <w:rsid w:val="0041516F"/>
    <w:rsid w:val="00415469"/>
    <w:rsid w:val="00415563"/>
    <w:rsid w:val="004155B7"/>
    <w:rsid w:val="004155FD"/>
    <w:rsid w:val="0041581A"/>
    <w:rsid w:val="0041583B"/>
    <w:rsid w:val="004158DF"/>
    <w:rsid w:val="00415C6D"/>
    <w:rsid w:val="00415C8F"/>
    <w:rsid w:val="00415D16"/>
    <w:rsid w:val="00416070"/>
    <w:rsid w:val="004160D1"/>
    <w:rsid w:val="00416122"/>
    <w:rsid w:val="00416304"/>
    <w:rsid w:val="0041647F"/>
    <w:rsid w:val="0041672C"/>
    <w:rsid w:val="00416844"/>
    <w:rsid w:val="004168A6"/>
    <w:rsid w:val="004168C3"/>
    <w:rsid w:val="00416A6F"/>
    <w:rsid w:val="00416AFD"/>
    <w:rsid w:val="00416B09"/>
    <w:rsid w:val="00416C00"/>
    <w:rsid w:val="00416C5A"/>
    <w:rsid w:val="00416CC4"/>
    <w:rsid w:val="00416D5D"/>
    <w:rsid w:val="00416FAB"/>
    <w:rsid w:val="00417123"/>
    <w:rsid w:val="004171B1"/>
    <w:rsid w:val="004171BE"/>
    <w:rsid w:val="004172AA"/>
    <w:rsid w:val="0041777A"/>
    <w:rsid w:val="004178D7"/>
    <w:rsid w:val="00417942"/>
    <w:rsid w:val="00417A8B"/>
    <w:rsid w:val="00417CF7"/>
    <w:rsid w:val="00417FB8"/>
    <w:rsid w:val="004200EF"/>
    <w:rsid w:val="0042012E"/>
    <w:rsid w:val="0042017B"/>
    <w:rsid w:val="0042075E"/>
    <w:rsid w:val="0042082A"/>
    <w:rsid w:val="00420964"/>
    <w:rsid w:val="00420E1B"/>
    <w:rsid w:val="00420E8B"/>
    <w:rsid w:val="00420F08"/>
    <w:rsid w:val="00420F2F"/>
    <w:rsid w:val="0042102E"/>
    <w:rsid w:val="00421204"/>
    <w:rsid w:val="004212C5"/>
    <w:rsid w:val="004212D9"/>
    <w:rsid w:val="0042134D"/>
    <w:rsid w:val="004213F7"/>
    <w:rsid w:val="00421598"/>
    <w:rsid w:val="00421661"/>
    <w:rsid w:val="004216DC"/>
    <w:rsid w:val="00421815"/>
    <w:rsid w:val="00421838"/>
    <w:rsid w:val="00421AF5"/>
    <w:rsid w:val="00421B89"/>
    <w:rsid w:val="00421C83"/>
    <w:rsid w:val="00421E00"/>
    <w:rsid w:val="00422076"/>
    <w:rsid w:val="00422215"/>
    <w:rsid w:val="00422466"/>
    <w:rsid w:val="00422855"/>
    <w:rsid w:val="00422890"/>
    <w:rsid w:val="00422A9D"/>
    <w:rsid w:val="00422B3A"/>
    <w:rsid w:val="00422C52"/>
    <w:rsid w:val="00422CE1"/>
    <w:rsid w:val="00422ED2"/>
    <w:rsid w:val="00422FC8"/>
    <w:rsid w:val="0042311A"/>
    <w:rsid w:val="004232A6"/>
    <w:rsid w:val="0042334C"/>
    <w:rsid w:val="004234AC"/>
    <w:rsid w:val="00423959"/>
    <w:rsid w:val="004239F0"/>
    <w:rsid w:val="00423AB9"/>
    <w:rsid w:val="00423CEB"/>
    <w:rsid w:val="00423E46"/>
    <w:rsid w:val="004243D5"/>
    <w:rsid w:val="00424536"/>
    <w:rsid w:val="0042480F"/>
    <w:rsid w:val="00424851"/>
    <w:rsid w:val="004249D8"/>
    <w:rsid w:val="004249F6"/>
    <w:rsid w:val="00424D1B"/>
    <w:rsid w:val="00424D56"/>
    <w:rsid w:val="00424DC1"/>
    <w:rsid w:val="00424DF9"/>
    <w:rsid w:val="00424EFF"/>
    <w:rsid w:val="00424FB6"/>
    <w:rsid w:val="00425165"/>
    <w:rsid w:val="00425185"/>
    <w:rsid w:val="00425430"/>
    <w:rsid w:val="00425705"/>
    <w:rsid w:val="0042572C"/>
    <w:rsid w:val="00425806"/>
    <w:rsid w:val="004259E6"/>
    <w:rsid w:val="00425DC8"/>
    <w:rsid w:val="00425DDA"/>
    <w:rsid w:val="00425EFB"/>
    <w:rsid w:val="00425F94"/>
    <w:rsid w:val="00425FD3"/>
    <w:rsid w:val="004260AB"/>
    <w:rsid w:val="004260E2"/>
    <w:rsid w:val="00426111"/>
    <w:rsid w:val="00426121"/>
    <w:rsid w:val="00426184"/>
    <w:rsid w:val="004262CA"/>
    <w:rsid w:val="004264E9"/>
    <w:rsid w:val="00426772"/>
    <w:rsid w:val="004268F8"/>
    <w:rsid w:val="004269AC"/>
    <w:rsid w:val="00426CC4"/>
    <w:rsid w:val="00426DE4"/>
    <w:rsid w:val="00426ED2"/>
    <w:rsid w:val="00426FB5"/>
    <w:rsid w:val="0042721E"/>
    <w:rsid w:val="00427374"/>
    <w:rsid w:val="004273D5"/>
    <w:rsid w:val="00427A44"/>
    <w:rsid w:val="00427B98"/>
    <w:rsid w:val="00427BF6"/>
    <w:rsid w:val="00427C90"/>
    <w:rsid w:val="00427D86"/>
    <w:rsid w:val="00427FB4"/>
    <w:rsid w:val="00430014"/>
    <w:rsid w:val="0043022A"/>
    <w:rsid w:val="004305F3"/>
    <w:rsid w:val="004306EC"/>
    <w:rsid w:val="004307BB"/>
    <w:rsid w:val="0043084B"/>
    <w:rsid w:val="00430C8F"/>
    <w:rsid w:val="00430D25"/>
    <w:rsid w:val="00430E2D"/>
    <w:rsid w:val="0043101F"/>
    <w:rsid w:val="00431033"/>
    <w:rsid w:val="00431044"/>
    <w:rsid w:val="0043109A"/>
    <w:rsid w:val="00431326"/>
    <w:rsid w:val="00431509"/>
    <w:rsid w:val="004318FF"/>
    <w:rsid w:val="00431A45"/>
    <w:rsid w:val="00431E6E"/>
    <w:rsid w:val="00431F88"/>
    <w:rsid w:val="0043210F"/>
    <w:rsid w:val="0043216A"/>
    <w:rsid w:val="0043219E"/>
    <w:rsid w:val="00432224"/>
    <w:rsid w:val="004322BE"/>
    <w:rsid w:val="0043246A"/>
    <w:rsid w:val="0043253C"/>
    <w:rsid w:val="0043255B"/>
    <w:rsid w:val="004325DA"/>
    <w:rsid w:val="004327DE"/>
    <w:rsid w:val="0043285C"/>
    <w:rsid w:val="00432937"/>
    <w:rsid w:val="00432948"/>
    <w:rsid w:val="00432AE8"/>
    <w:rsid w:val="00432BCC"/>
    <w:rsid w:val="00432D2D"/>
    <w:rsid w:val="00432F88"/>
    <w:rsid w:val="004331D4"/>
    <w:rsid w:val="00433484"/>
    <w:rsid w:val="00433606"/>
    <w:rsid w:val="00433738"/>
    <w:rsid w:val="0043375D"/>
    <w:rsid w:val="00433837"/>
    <w:rsid w:val="00433A09"/>
    <w:rsid w:val="00433A7B"/>
    <w:rsid w:val="00433A87"/>
    <w:rsid w:val="00433ADF"/>
    <w:rsid w:val="00433EFD"/>
    <w:rsid w:val="00433FDE"/>
    <w:rsid w:val="004343CB"/>
    <w:rsid w:val="00434757"/>
    <w:rsid w:val="00434771"/>
    <w:rsid w:val="00434794"/>
    <w:rsid w:val="00434896"/>
    <w:rsid w:val="00434998"/>
    <w:rsid w:val="00434B8F"/>
    <w:rsid w:val="00434BDC"/>
    <w:rsid w:val="00434DFA"/>
    <w:rsid w:val="00434EFC"/>
    <w:rsid w:val="00434EFF"/>
    <w:rsid w:val="00435462"/>
    <w:rsid w:val="004354F7"/>
    <w:rsid w:val="00435599"/>
    <w:rsid w:val="004358B9"/>
    <w:rsid w:val="004359C0"/>
    <w:rsid w:val="00435AA2"/>
    <w:rsid w:val="00435EDD"/>
    <w:rsid w:val="00436084"/>
    <w:rsid w:val="00436200"/>
    <w:rsid w:val="00436258"/>
    <w:rsid w:val="00436262"/>
    <w:rsid w:val="0043681A"/>
    <w:rsid w:val="004368CE"/>
    <w:rsid w:val="00436C40"/>
    <w:rsid w:val="00436D42"/>
    <w:rsid w:val="0043732D"/>
    <w:rsid w:val="00437352"/>
    <w:rsid w:val="004373CF"/>
    <w:rsid w:val="004377C7"/>
    <w:rsid w:val="00437C33"/>
    <w:rsid w:val="00437C56"/>
    <w:rsid w:val="00437C87"/>
    <w:rsid w:val="0044039B"/>
    <w:rsid w:val="0044046A"/>
    <w:rsid w:val="004405B5"/>
    <w:rsid w:val="0044083F"/>
    <w:rsid w:val="004408F1"/>
    <w:rsid w:val="00440920"/>
    <w:rsid w:val="00440995"/>
    <w:rsid w:val="00440D9C"/>
    <w:rsid w:val="00441011"/>
    <w:rsid w:val="0044111C"/>
    <w:rsid w:val="0044115F"/>
    <w:rsid w:val="0044134D"/>
    <w:rsid w:val="0044147B"/>
    <w:rsid w:val="004414CF"/>
    <w:rsid w:val="0044157D"/>
    <w:rsid w:val="00441680"/>
    <w:rsid w:val="004418A3"/>
    <w:rsid w:val="0044201A"/>
    <w:rsid w:val="00442344"/>
    <w:rsid w:val="0044245E"/>
    <w:rsid w:val="0044246A"/>
    <w:rsid w:val="0044246B"/>
    <w:rsid w:val="0044257D"/>
    <w:rsid w:val="004426FB"/>
    <w:rsid w:val="004427BA"/>
    <w:rsid w:val="004429B7"/>
    <w:rsid w:val="00442A4E"/>
    <w:rsid w:val="00442B0E"/>
    <w:rsid w:val="00442C8F"/>
    <w:rsid w:val="00442D90"/>
    <w:rsid w:val="00442E0E"/>
    <w:rsid w:val="00442EF2"/>
    <w:rsid w:val="00442FED"/>
    <w:rsid w:val="00443002"/>
    <w:rsid w:val="00443347"/>
    <w:rsid w:val="004434F5"/>
    <w:rsid w:val="00443660"/>
    <w:rsid w:val="004439F6"/>
    <w:rsid w:val="00443A82"/>
    <w:rsid w:val="00443B3C"/>
    <w:rsid w:val="00443C0D"/>
    <w:rsid w:val="00443C8C"/>
    <w:rsid w:val="00443F2B"/>
    <w:rsid w:val="004440FB"/>
    <w:rsid w:val="004441B9"/>
    <w:rsid w:val="00444365"/>
    <w:rsid w:val="00444397"/>
    <w:rsid w:val="004444C8"/>
    <w:rsid w:val="0044450D"/>
    <w:rsid w:val="00444591"/>
    <w:rsid w:val="00444BC2"/>
    <w:rsid w:val="00444D6E"/>
    <w:rsid w:val="00444E22"/>
    <w:rsid w:val="00444EAD"/>
    <w:rsid w:val="004450C6"/>
    <w:rsid w:val="00445107"/>
    <w:rsid w:val="00445230"/>
    <w:rsid w:val="00445616"/>
    <w:rsid w:val="0044571C"/>
    <w:rsid w:val="00445969"/>
    <w:rsid w:val="00445982"/>
    <w:rsid w:val="004459DE"/>
    <w:rsid w:val="00445B42"/>
    <w:rsid w:val="004460BA"/>
    <w:rsid w:val="004461EC"/>
    <w:rsid w:val="0044659F"/>
    <w:rsid w:val="0044660B"/>
    <w:rsid w:val="00446675"/>
    <w:rsid w:val="00446782"/>
    <w:rsid w:val="0044678A"/>
    <w:rsid w:val="00446CEF"/>
    <w:rsid w:val="00446D4E"/>
    <w:rsid w:val="00446FB3"/>
    <w:rsid w:val="00447184"/>
    <w:rsid w:val="0044760F"/>
    <w:rsid w:val="00447841"/>
    <w:rsid w:val="00447E4A"/>
    <w:rsid w:val="00447ED8"/>
    <w:rsid w:val="00450327"/>
    <w:rsid w:val="00450578"/>
    <w:rsid w:val="00450BBA"/>
    <w:rsid w:val="00450BCD"/>
    <w:rsid w:val="00450C45"/>
    <w:rsid w:val="00450CEC"/>
    <w:rsid w:val="004511CF"/>
    <w:rsid w:val="004513B9"/>
    <w:rsid w:val="004513F4"/>
    <w:rsid w:val="00451502"/>
    <w:rsid w:val="00451529"/>
    <w:rsid w:val="0045160A"/>
    <w:rsid w:val="00451718"/>
    <w:rsid w:val="00451756"/>
    <w:rsid w:val="0045183F"/>
    <w:rsid w:val="00451A7D"/>
    <w:rsid w:val="00451B3D"/>
    <w:rsid w:val="00452075"/>
    <w:rsid w:val="00452177"/>
    <w:rsid w:val="00452208"/>
    <w:rsid w:val="00452253"/>
    <w:rsid w:val="004527BF"/>
    <w:rsid w:val="00452B8C"/>
    <w:rsid w:val="00452D4D"/>
    <w:rsid w:val="00452F9C"/>
    <w:rsid w:val="004532D4"/>
    <w:rsid w:val="00453917"/>
    <w:rsid w:val="0045393E"/>
    <w:rsid w:val="00453AC0"/>
    <w:rsid w:val="00453CA7"/>
    <w:rsid w:val="00453F68"/>
    <w:rsid w:val="0045405F"/>
    <w:rsid w:val="004540DF"/>
    <w:rsid w:val="004544F6"/>
    <w:rsid w:val="00454879"/>
    <w:rsid w:val="00454AA3"/>
    <w:rsid w:val="00454AF2"/>
    <w:rsid w:val="00454C3B"/>
    <w:rsid w:val="00454C85"/>
    <w:rsid w:val="00454E82"/>
    <w:rsid w:val="00454F8B"/>
    <w:rsid w:val="004550A3"/>
    <w:rsid w:val="0045532F"/>
    <w:rsid w:val="00455381"/>
    <w:rsid w:val="00455563"/>
    <w:rsid w:val="004555A2"/>
    <w:rsid w:val="004558AB"/>
    <w:rsid w:val="0045593F"/>
    <w:rsid w:val="004559CB"/>
    <w:rsid w:val="004559FA"/>
    <w:rsid w:val="00455ABD"/>
    <w:rsid w:val="00455B12"/>
    <w:rsid w:val="00455CDB"/>
    <w:rsid w:val="00455E8D"/>
    <w:rsid w:val="00455EE2"/>
    <w:rsid w:val="00455F08"/>
    <w:rsid w:val="0045631E"/>
    <w:rsid w:val="00456368"/>
    <w:rsid w:val="00456401"/>
    <w:rsid w:val="00456414"/>
    <w:rsid w:val="00456527"/>
    <w:rsid w:val="00456688"/>
    <w:rsid w:val="004567CA"/>
    <w:rsid w:val="004568B3"/>
    <w:rsid w:val="00456988"/>
    <w:rsid w:val="00456B65"/>
    <w:rsid w:val="00456E2C"/>
    <w:rsid w:val="00457484"/>
    <w:rsid w:val="004575B3"/>
    <w:rsid w:val="00457613"/>
    <w:rsid w:val="00457719"/>
    <w:rsid w:val="00457EDE"/>
    <w:rsid w:val="00457EEF"/>
    <w:rsid w:val="004600F0"/>
    <w:rsid w:val="004600FF"/>
    <w:rsid w:val="0046013C"/>
    <w:rsid w:val="00460169"/>
    <w:rsid w:val="004601C6"/>
    <w:rsid w:val="0046034C"/>
    <w:rsid w:val="004603E0"/>
    <w:rsid w:val="00460659"/>
    <w:rsid w:val="0046070F"/>
    <w:rsid w:val="00460776"/>
    <w:rsid w:val="0046090D"/>
    <w:rsid w:val="0046095A"/>
    <w:rsid w:val="00460B19"/>
    <w:rsid w:val="004615A8"/>
    <w:rsid w:val="00461BFE"/>
    <w:rsid w:val="00461F52"/>
    <w:rsid w:val="00461FE1"/>
    <w:rsid w:val="00461FE7"/>
    <w:rsid w:val="004620AA"/>
    <w:rsid w:val="00462338"/>
    <w:rsid w:val="00462748"/>
    <w:rsid w:val="00462778"/>
    <w:rsid w:val="004627C9"/>
    <w:rsid w:val="0046287F"/>
    <w:rsid w:val="00462C7C"/>
    <w:rsid w:val="00462D97"/>
    <w:rsid w:val="0046314A"/>
    <w:rsid w:val="0046321A"/>
    <w:rsid w:val="00463515"/>
    <w:rsid w:val="004635E3"/>
    <w:rsid w:val="0046368A"/>
    <w:rsid w:val="00463CE4"/>
    <w:rsid w:val="00463E11"/>
    <w:rsid w:val="00463E1D"/>
    <w:rsid w:val="00463F14"/>
    <w:rsid w:val="00463F51"/>
    <w:rsid w:val="00463FC6"/>
    <w:rsid w:val="004641E2"/>
    <w:rsid w:val="004643A3"/>
    <w:rsid w:val="00464618"/>
    <w:rsid w:val="00464754"/>
    <w:rsid w:val="00464879"/>
    <w:rsid w:val="00464A38"/>
    <w:rsid w:val="00464CB3"/>
    <w:rsid w:val="00464D55"/>
    <w:rsid w:val="00464E44"/>
    <w:rsid w:val="00464E69"/>
    <w:rsid w:val="004651B0"/>
    <w:rsid w:val="004651EF"/>
    <w:rsid w:val="004655E9"/>
    <w:rsid w:val="00465957"/>
    <w:rsid w:val="00465BA7"/>
    <w:rsid w:val="00465C33"/>
    <w:rsid w:val="00465E44"/>
    <w:rsid w:val="00466016"/>
    <w:rsid w:val="004660DB"/>
    <w:rsid w:val="0046619E"/>
    <w:rsid w:val="00466375"/>
    <w:rsid w:val="004663BE"/>
    <w:rsid w:val="00466634"/>
    <w:rsid w:val="0046669A"/>
    <w:rsid w:val="00466875"/>
    <w:rsid w:val="0046688C"/>
    <w:rsid w:val="004669DB"/>
    <w:rsid w:val="00466A22"/>
    <w:rsid w:val="00466B60"/>
    <w:rsid w:val="00466D56"/>
    <w:rsid w:val="00466EC2"/>
    <w:rsid w:val="00466F79"/>
    <w:rsid w:val="004672ED"/>
    <w:rsid w:val="004673EE"/>
    <w:rsid w:val="00467495"/>
    <w:rsid w:val="004676DC"/>
    <w:rsid w:val="0046772E"/>
    <w:rsid w:val="0047028F"/>
    <w:rsid w:val="00470605"/>
    <w:rsid w:val="00470619"/>
    <w:rsid w:val="0047075A"/>
    <w:rsid w:val="004707F5"/>
    <w:rsid w:val="00470B6A"/>
    <w:rsid w:val="00470C1C"/>
    <w:rsid w:val="00470F32"/>
    <w:rsid w:val="00470F6B"/>
    <w:rsid w:val="00470F89"/>
    <w:rsid w:val="00470FAB"/>
    <w:rsid w:val="0047117D"/>
    <w:rsid w:val="0047124F"/>
    <w:rsid w:val="004712C6"/>
    <w:rsid w:val="00471353"/>
    <w:rsid w:val="00471548"/>
    <w:rsid w:val="00471615"/>
    <w:rsid w:val="004716F4"/>
    <w:rsid w:val="00471871"/>
    <w:rsid w:val="00471AB1"/>
    <w:rsid w:val="00471C9B"/>
    <w:rsid w:val="00471FFC"/>
    <w:rsid w:val="00472338"/>
    <w:rsid w:val="00472447"/>
    <w:rsid w:val="0047259A"/>
    <w:rsid w:val="0047276E"/>
    <w:rsid w:val="00472803"/>
    <w:rsid w:val="00472CEE"/>
    <w:rsid w:val="00472D45"/>
    <w:rsid w:val="00472DF6"/>
    <w:rsid w:val="00473000"/>
    <w:rsid w:val="00473040"/>
    <w:rsid w:val="00473096"/>
    <w:rsid w:val="0047309B"/>
    <w:rsid w:val="004730FF"/>
    <w:rsid w:val="00473176"/>
    <w:rsid w:val="00473195"/>
    <w:rsid w:val="004731A2"/>
    <w:rsid w:val="00473612"/>
    <w:rsid w:val="0047367C"/>
    <w:rsid w:val="00473881"/>
    <w:rsid w:val="00473A0B"/>
    <w:rsid w:val="00473A1C"/>
    <w:rsid w:val="00473C22"/>
    <w:rsid w:val="00473C3D"/>
    <w:rsid w:val="00473DE7"/>
    <w:rsid w:val="00473E7C"/>
    <w:rsid w:val="00474193"/>
    <w:rsid w:val="00474334"/>
    <w:rsid w:val="0047478A"/>
    <w:rsid w:val="004748C5"/>
    <w:rsid w:val="004749B8"/>
    <w:rsid w:val="00474AF4"/>
    <w:rsid w:val="00474F6E"/>
    <w:rsid w:val="00475089"/>
    <w:rsid w:val="00475430"/>
    <w:rsid w:val="00475741"/>
    <w:rsid w:val="0047581B"/>
    <w:rsid w:val="004758D5"/>
    <w:rsid w:val="004759BE"/>
    <w:rsid w:val="00475E75"/>
    <w:rsid w:val="0047611D"/>
    <w:rsid w:val="00476494"/>
    <w:rsid w:val="004764D9"/>
    <w:rsid w:val="004767C0"/>
    <w:rsid w:val="00476C8A"/>
    <w:rsid w:val="00476D86"/>
    <w:rsid w:val="00476EDD"/>
    <w:rsid w:val="00476EFD"/>
    <w:rsid w:val="004770EB"/>
    <w:rsid w:val="00477142"/>
    <w:rsid w:val="00477416"/>
    <w:rsid w:val="00477517"/>
    <w:rsid w:val="00477712"/>
    <w:rsid w:val="004777B7"/>
    <w:rsid w:val="004777D8"/>
    <w:rsid w:val="0047781D"/>
    <w:rsid w:val="0047782C"/>
    <w:rsid w:val="00477851"/>
    <w:rsid w:val="0047785C"/>
    <w:rsid w:val="00477A3C"/>
    <w:rsid w:val="00477B13"/>
    <w:rsid w:val="00477B99"/>
    <w:rsid w:val="00477CB1"/>
    <w:rsid w:val="00477F6C"/>
    <w:rsid w:val="00480095"/>
    <w:rsid w:val="00480306"/>
    <w:rsid w:val="004804AF"/>
    <w:rsid w:val="004804C9"/>
    <w:rsid w:val="004806C7"/>
    <w:rsid w:val="00480873"/>
    <w:rsid w:val="00480C53"/>
    <w:rsid w:val="00480D62"/>
    <w:rsid w:val="004815B1"/>
    <w:rsid w:val="004816C2"/>
    <w:rsid w:val="00481716"/>
    <w:rsid w:val="004817F2"/>
    <w:rsid w:val="00481F67"/>
    <w:rsid w:val="00482318"/>
    <w:rsid w:val="00482539"/>
    <w:rsid w:val="00482701"/>
    <w:rsid w:val="00482D0F"/>
    <w:rsid w:val="00483031"/>
    <w:rsid w:val="004832CF"/>
    <w:rsid w:val="0048333D"/>
    <w:rsid w:val="004836B6"/>
    <w:rsid w:val="004836B9"/>
    <w:rsid w:val="0048384A"/>
    <w:rsid w:val="004838F0"/>
    <w:rsid w:val="00483942"/>
    <w:rsid w:val="00483A67"/>
    <w:rsid w:val="0048417F"/>
    <w:rsid w:val="0048418F"/>
    <w:rsid w:val="004842A5"/>
    <w:rsid w:val="004843EB"/>
    <w:rsid w:val="0048489B"/>
    <w:rsid w:val="0048491A"/>
    <w:rsid w:val="00484A3D"/>
    <w:rsid w:val="00484D84"/>
    <w:rsid w:val="00484D97"/>
    <w:rsid w:val="00484FC2"/>
    <w:rsid w:val="004850A5"/>
    <w:rsid w:val="00485115"/>
    <w:rsid w:val="004851D7"/>
    <w:rsid w:val="004851DD"/>
    <w:rsid w:val="004851EC"/>
    <w:rsid w:val="004858BB"/>
    <w:rsid w:val="004858EF"/>
    <w:rsid w:val="00485917"/>
    <w:rsid w:val="00485C2E"/>
    <w:rsid w:val="00485E2E"/>
    <w:rsid w:val="00485E98"/>
    <w:rsid w:val="00485F01"/>
    <w:rsid w:val="004860A6"/>
    <w:rsid w:val="0048617F"/>
    <w:rsid w:val="004861F8"/>
    <w:rsid w:val="00486578"/>
    <w:rsid w:val="00486896"/>
    <w:rsid w:val="004869DC"/>
    <w:rsid w:val="00486DB1"/>
    <w:rsid w:val="00486E33"/>
    <w:rsid w:val="00486FA4"/>
    <w:rsid w:val="00487293"/>
    <w:rsid w:val="00487531"/>
    <w:rsid w:val="00487612"/>
    <w:rsid w:val="0048777B"/>
    <w:rsid w:val="004879D2"/>
    <w:rsid w:val="00487B40"/>
    <w:rsid w:val="00487DF7"/>
    <w:rsid w:val="00487E38"/>
    <w:rsid w:val="00487F3D"/>
    <w:rsid w:val="00490047"/>
    <w:rsid w:val="00490510"/>
    <w:rsid w:val="00490540"/>
    <w:rsid w:val="0049062A"/>
    <w:rsid w:val="004906DC"/>
    <w:rsid w:val="0049073F"/>
    <w:rsid w:val="00490978"/>
    <w:rsid w:val="00490988"/>
    <w:rsid w:val="00490CB1"/>
    <w:rsid w:val="00490D25"/>
    <w:rsid w:val="00490E9E"/>
    <w:rsid w:val="00490F46"/>
    <w:rsid w:val="004910ED"/>
    <w:rsid w:val="00491225"/>
    <w:rsid w:val="0049147A"/>
    <w:rsid w:val="0049157B"/>
    <w:rsid w:val="00491963"/>
    <w:rsid w:val="00491A55"/>
    <w:rsid w:val="00491B5F"/>
    <w:rsid w:val="00491B91"/>
    <w:rsid w:val="00491CF6"/>
    <w:rsid w:val="00491F2A"/>
    <w:rsid w:val="0049203B"/>
    <w:rsid w:val="0049220A"/>
    <w:rsid w:val="00492252"/>
    <w:rsid w:val="0049225C"/>
    <w:rsid w:val="0049250B"/>
    <w:rsid w:val="00492825"/>
    <w:rsid w:val="00492AA5"/>
    <w:rsid w:val="00492C1E"/>
    <w:rsid w:val="00492D66"/>
    <w:rsid w:val="00492E5E"/>
    <w:rsid w:val="00493157"/>
    <w:rsid w:val="004931E6"/>
    <w:rsid w:val="0049346E"/>
    <w:rsid w:val="0049351A"/>
    <w:rsid w:val="00493578"/>
    <w:rsid w:val="00493663"/>
    <w:rsid w:val="00493675"/>
    <w:rsid w:val="004936A1"/>
    <w:rsid w:val="004937F4"/>
    <w:rsid w:val="0049396D"/>
    <w:rsid w:val="00493A6C"/>
    <w:rsid w:val="00493D26"/>
    <w:rsid w:val="00493F2C"/>
    <w:rsid w:val="00493F55"/>
    <w:rsid w:val="004941E1"/>
    <w:rsid w:val="00494350"/>
    <w:rsid w:val="004944CB"/>
    <w:rsid w:val="00494590"/>
    <w:rsid w:val="00494C32"/>
    <w:rsid w:val="00494C96"/>
    <w:rsid w:val="00494DA5"/>
    <w:rsid w:val="00494F94"/>
    <w:rsid w:val="00495081"/>
    <w:rsid w:val="004950EF"/>
    <w:rsid w:val="004951AE"/>
    <w:rsid w:val="0049533D"/>
    <w:rsid w:val="00495702"/>
    <w:rsid w:val="004958B6"/>
    <w:rsid w:val="00495A6F"/>
    <w:rsid w:val="00495A9B"/>
    <w:rsid w:val="00495BD1"/>
    <w:rsid w:val="00495D36"/>
    <w:rsid w:val="0049619F"/>
    <w:rsid w:val="004962A8"/>
    <w:rsid w:val="0049637E"/>
    <w:rsid w:val="00496380"/>
    <w:rsid w:val="00496394"/>
    <w:rsid w:val="004963EB"/>
    <w:rsid w:val="0049640A"/>
    <w:rsid w:val="0049657B"/>
    <w:rsid w:val="004965C8"/>
    <w:rsid w:val="00496785"/>
    <w:rsid w:val="00496BCF"/>
    <w:rsid w:val="00496DDE"/>
    <w:rsid w:val="00496E09"/>
    <w:rsid w:val="00496E0F"/>
    <w:rsid w:val="0049707E"/>
    <w:rsid w:val="00497154"/>
    <w:rsid w:val="0049726B"/>
    <w:rsid w:val="004973CA"/>
    <w:rsid w:val="004A0864"/>
    <w:rsid w:val="004A08F2"/>
    <w:rsid w:val="004A0BA4"/>
    <w:rsid w:val="004A0DCF"/>
    <w:rsid w:val="004A0ECC"/>
    <w:rsid w:val="004A0FEE"/>
    <w:rsid w:val="004A12DD"/>
    <w:rsid w:val="004A13C7"/>
    <w:rsid w:val="004A153E"/>
    <w:rsid w:val="004A15FE"/>
    <w:rsid w:val="004A17B9"/>
    <w:rsid w:val="004A188F"/>
    <w:rsid w:val="004A1A55"/>
    <w:rsid w:val="004A1E72"/>
    <w:rsid w:val="004A20C9"/>
    <w:rsid w:val="004A20E3"/>
    <w:rsid w:val="004A24AA"/>
    <w:rsid w:val="004A2500"/>
    <w:rsid w:val="004A2595"/>
    <w:rsid w:val="004A25E0"/>
    <w:rsid w:val="004A26AE"/>
    <w:rsid w:val="004A28FB"/>
    <w:rsid w:val="004A29DF"/>
    <w:rsid w:val="004A2B88"/>
    <w:rsid w:val="004A2F65"/>
    <w:rsid w:val="004A3025"/>
    <w:rsid w:val="004A3242"/>
    <w:rsid w:val="004A341D"/>
    <w:rsid w:val="004A36EC"/>
    <w:rsid w:val="004A392F"/>
    <w:rsid w:val="004A3A78"/>
    <w:rsid w:val="004A3A92"/>
    <w:rsid w:val="004A3BCC"/>
    <w:rsid w:val="004A3CA9"/>
    <w:rsid w:val="004A3FBE"/>
    <w:rsid w:val="004A3FDA"/>
    <w:rsid w:val="004A4256"/>
    <w:rsid w:val="004A42DA"/>
    <w:rsid w:val="004A4402"/>
    <w:rsid w:val="004A440E"/>
    <w:rsid w:val="004A44E5"/>
    <w:rsid w:val="004A4602"/>
    <w:rsid w:val="004A47B2"/>
    <w:rsid w:val="004A489C"/>
    <w:rsid w:val="004A49B7"/>
    <w:rsid w:val="004A4AC5"/>
    <w:rsid w:val="004A4D0B"/>
    <w:rsid w:val="004A4FE5"/>
    <w:rsid w:val="004A5012"/>
    <w:rsid w:val="004A502E"/>
    <w:rsid w:val="004A50D2"/>
    <w:rsid w:val="004A535A"/>
    <w:rsid w:val="004A54EF"/>
    <w:rsid w:val="004A5657"/>
    <w:rsid w:val="004A565A"/>
    <w:rsid w:val="004A5C41"/>
    <w:rsid w:val="004A5CC3"/>
    <w:rsid w:val="004A5CE9"/>
    <w:rsid w:val="004A5DE4"/>
    <w:rsid w:val="004A5F22"/>
    <w:rsid w:val="004A60E5"/>
    <w:rsid w:val="004A61B6"/>
    <w:rsid w:val="004A62C9"/>
    <w:rsid w:val="004A632C"/>
    <w:rsid w:val="004A63A8"/>
    <w:rsid w:val="004A63F9"/>
    <w:rsid w:val="004A6642"/>
    <w:rsid w:val="004A66CF"/>
    <w:rsid w:val="004A71A1"/>
    <w:rsid w:val="004A720E"/>
    <w:rsid w:val="004A72AD"/>
    <w:rsid w:val="004A72F1"/>
    <w:rsid w:val="004A7369"/>
    <w:rsid w:val="004A7799"/>
    <w:rsid w:val="004A7972"/>
    <w:rsid w:val="004A7997"/>
    <w:rsid w:val="004A7C4B"/>
    <w:rsid w:val="004A7D0B"/>
    <w:rsid w:val="004A7DEB"/>
    <w:rsid w:val="004A7EBA"/>
    <w:rsid w:val="004B016B"/>
    <w:rsid w:val="004B0341"/>
    <w:rsid w:val="004B0ACA"/>
    <w:rsid w:val="004B1163"/>
    <w:rsid w:val="004B156E"/>
    <w:rsid w:val="004B1778"/>
    <w:rsid w:val="004B17EA"/>
    <w:rsid w:val="004B185A"/>
    <w:rsid w:val="004B185D"/>
    <w:rsid w:val="004B189F"/>
    <w:rsid w:val="004B19B3"/>
    <w:rsid w:val="004B1D79"/>
    <w:rsid w:val="004B2347"/>
    <w:rsid w:val="004B24B5"/>
    <w:rsid w:val="004B24BF"/>
    <w:rsid w:val="004B2502"/>
    <w:rsid w:val="004B25A5"/>
    <w:rsid w:val="004B283C"/>
    <w:rsid w:val="004B2C07"/>
    <w:rsid w:val="004B2D6C"/>
    <w:rsid w:val="004B2E36"/>
    <w:rsid w:val="004B3004"/>
    <w:rsid w:val="004B317B"/>
    <w:rsid w:val="004B31A9"/>
    <w:rsid w:val="004B31BD"/>
    <w:rsid w:val="004B31F6"/>
    <w:rsid w:val="004B334A"/>
    <w:rsid w:val="004B352B"/>
    <w:rsid w:val="004B359D"/>
    <w:rsid w:val="004B3668"/>
    <w:rsid w:val="004B394D"/>
    <w:rsid w:val="004B3AB8"/>
    <w:rsid w:val="004B3DF6"/>
    <w:rsid w:val="004B3E7C"/>
    <w:rsid w:val="004B4216"/>
    <w:rsid w:val="004B44C7"/>
    <w:rsid w:val="004B47A1"/>
    <w:rsid w:val="004B4951"/>
    <w:rsid w:val="004B4B44"/>
    <w:rsid w:val="004B4BCD"/>
    <w:rsid w:val="004B4BEF"/>
    <w:rsid w:val="004B4C48"/>
    <w:rsid w:val="004B4CAE"/>
    <w:rsid w:val="004B4F01"/>
    <w:rsid w:val="004B4F34"/>
    <w:rsid w:val="004B4FF3"/>
    <w:rsid w:val="004B504D"/>
    <w:rsid w:val="004B5348"/>
    <w:rsid w:val="004B55FC"/>
    <w:rsid w:val="004B569B"/>
    <w:rsid w:val="004B573A"/>
    <w:rsid w:val="004B5775"/>
    <w:rsid w:val="004B57E2"/>
    <w:rsid w:val="004B59A2"/>
    <w:rsid w:val="004B5AAC"/>
    <w:rsid w:val="004B5B5C"/>
    <w:rsid w:val="004B5C2B"/>
    <w:rsid w:val="004B5D85"/>
    <w:rsid w:val="004B5D87"/>
    <w:rsid w:val="004B62C3"/>
    <w:rsid w:val="004B6350"/>
    <w:rsid w:val="004B667A"/>
    <w:rsid w:val="004B66B7"/>
    <w:rsid w:val="004B6857"/>
    <w:rsid w:val="004B6995"/>
    <w:rsid w:val="004B6D48"/>
    <w:rsid w:val="004B6D4F"/>
    <w:rsid w:val="004B6D86"/>
    <w:rsid w:val="004B6DEA"/>
    <w:rsid w:val="004B6FB6"/>
    <w:rsid w:val="004B6FFC"/>
    <w:rsid w:val="004B7122"/>
    <w:rsid w:val="004B712D"/>
    <w:rsid w:val="004B730D"/>
    <w:rsid w:val="004B73E5"/>
    <w:rsid w:val="004B7520"/>
    <w:rsid w:val="004B7B6F"/>
    <w:rsid w:val="004B7CA9"/>
    <w:rsid w:val="004B7DCF"/>
    <w:rsid w:val="004B7E92"/>
    <w:rsid w:val="004C007D"/>
    <w:rsid w:val="004C00E7"/>
    <w:rsid w:val="004C015D"/>
    <w:rsid w:val="004C037F"/>
    <w:rsid w:val="004C0443"/>
    <w:rsid w:val="004C0488"/>
    <w:rsid w:val="004C04C4"/>
    <w:rsid w:val="004C0917"/>
    <w:rsid w:val="004C0F99"/>
    <w:rsid w:val="004C103E"/>
    <w:rsid w:val="004C10CA"/>
    <w:rsid w:val="004C136B"/>
    <w:rsid w:val="004C1564"/>
    <w:rsid w:val="004C172E"/>
    <w:rsid w:val="004C1D0B"/>
    <w:rsid w:val="004C1DB1"/>
    <w:rsid w:val="004C1E6C"/>
    <w:rsid w:val="004C1FA0"/>
    <w:rsid w:val="004C1FB1"/>
    <w:rsid w:val="004C2200"/>
    <w:rsid w:val="004C265F"/>
    <w:rsid w:val="004C28D0"/>
    <w:rsid w:val="004C2B92"/>
    <w:rsid w:val="004C32DE"/>
    <w:rsid w:val="004C3492"/>
    <w:rsid w:val="004C34B9"/>
    <w:rsid w:val="004C3662"/>
    <w:rsid w:val="004C37A0"/>
    <w:rsid w:val="004C3A2A"/>
    <w:rsid w:val="004C3A45"/>
    <w:rsid w:val="004C3C0D"/>
    <w:rsid w:val="004C3C75"/>
    <w:rsid w:val="004C3D98"/>
    <w:rsid w:val="004C4058"/>
    <w:rsid w:val="004C422C"/>
    <w:rsid w:val="004C422E"/>
    <w:rsid w:val="004C4260"/>
    <w:rsid w:val="004C4377"/>
    <w:rsid w:val="004C4389"/>
    <w:rsid w:val="004C462C"/>
    <w:rsid w:val="004C479F"/>
    <w:rsid w:val="004C4949"/>
    <w:rsid w:val="004C4A4B"/>
    <w:rsid w:val="004C4E1F"/>
    <w:rsid w:val="004C4FA5"/>
    <w:rsid w:val="004C52D2"/>
    <w:rsid w:val="004C55E1"/>
    <w:rsid w:val="004C57A9"/>
    <w:rsid w:val="004C5D92"/>
    <w:rsid w:val="004C60FF"/>
    <w:rsid w:val="004C6114"/>
    <w:rsid w:val="004C6119"/>
    <w:rsid w:val="004C64CA"/>
    <w:rsid w:val="004C661F"/>
    <w:rsid w:val="004C67F2"/>
    <w:rsid w:val="004C6976"/>
    <w:rsid w:val="004C7333"/>
    <w:rsid w:val="004C7379"/>
    <w:rsid w:val="004C74B3"/>
    <w:rsid w:val="004C74CE"/>
    <w:rsid w:val="004C74D0"/>
    <w:rsid w:val="004C74D9"/>
    <w:rsid w:val="004C775F"/>
    <w:rsid w:val="004C7793"/>
    <w:rsid w:val="004C79A5"/>
    <w:rsid w:val="004C7A4A"/>
    <w:rsid w:val="004C7AB4"/>
    <w:rsid w:val="004C7BC0"/>
    <w:rsid w:val="004C7D45"/>
    <w:rsid w:val="004C7EC1"/>
    <w:rsid w:val="004C7F2F"/>
    <w:rsid w:val="004D0002"/>
    <w:rsid w:val="004D0069"/>
    <w:rsid w:val="004D0458"/>
    <w:rsid w:val="004D05F1"/>
    <w:rsid w:val="004D071C"/>
    <w:rsid w:val="004D0BDA"/>
    <w:rsid w:val="004D0C9A"/>
    <w:rsid w:val="004D0D4E"/>
    <w:rsid w:val="004D1171"/>
    <w:rsid w:val="004D1761"/>
    <w:rsid w:val="004D18AC"/>
    <w:rsid w:val="004D18CC"/>
    <w:rsid w:val="004D1B32"/>
    <w:rsid w:val="004D2465"/>
    <w:rsid w:val="004D24C2"/>
    <w:rsid w:val="004D2528"/>
    <w:rsid w:val="004D2560"/>
    <w:rsid w:val="004D275C"/>
    <w:rsid w:val="004D2811"/>
    <w:rsid w:val="004D2DAF"/>
    <w:rsid w:val="004D2F41"/>
    <w:rsid w:val="004D31AD"/>
    <w:rsid w:val="004D338B"/>
    <w:rsid w:val="004D360D"/>
    <w:rsid w:val="004D3639"/>
    <w:rsid w:val="004D371C"/>
    <w:rsid w:val="004D37AC"/>
    <w:rsid w:val="004D37D7"/>
    <w:rsid w:val="004D3A9F"/>
    <w:rsid w:val="004D3B54"/>
    <w:rsid w:val="004D3E26"/>
    <w:rsid w:val="004D3EFB"/>
    <w:rsid w:val="004D4039"/>
    <w:rsid w:val="004D4363"/>
    <w:rsid w:val="004D4380"/>
    <w:rsid w:val="004D43F6"/>
    <w:rsid w:val="004D4452"/>
    <w:rsid w:val="004D4513"/>
    <w:rsid w:val="004D4526"/>
    <w:rsid w:val="004D45C4"/>
    <w:rsid w:val="004D45F9"/>
    <w:rsid w:val="004D46DB"/>
    <w:rsid w:val="004D46EF"/>
    <w:rsid w:val="004D4783"/>
    <w:rsid w:val="004D48FB"/>
    <w:rsid w:val="004D49E6"/>
    <w:rsid w:val="004D4A7E"/>
    <w:rsid w:val="004D4ADE"/>
    <w:rsid w:val="004D4B55"/>
    <w:rsid w:val="004D4F03"/>
    <w:rsid w:val="004D4F20"/>
    <w:rsid w:val="004D4FF1"/>
    <w:rsid w:val="004D515D"/>
    <w:rsid w:val="004D52F6"/>
    <w:rsid w:val="004D532A"/>
    <w:rsid w:val="004D5364"/>
    <w:rsid w:val="004D5579"/>
    <w:rsid w:val="004D559B"/>
    <w:rsid w:val="004D5656"/>
    <w:rsid w:val="004D585B"/>
    <w:rsid w:val="004D5877"/>
    <w:rsid w:val="004D5881"/>
    <w:rsid w:val="004D5C3B"/>
    <w:rsid w:val="004D5CE1"/>
    <w:rsid w:val="004D5DA7"/>
    <w:rsid w:val="004D5EDC"/>
    <w:rsid w:val="004D6008"/>
    <w:rsid w:val="004D6103"/>
    <w:rsid w:val="004D6ABF"/>
    <w:rsid w:val="004D6B4E"/>
    <w:rsid w:val="004D6BBB"/>
    <w:rsid w:val="004D70E6"/>
    <w:rsid w:val="004D7297"/>
    <w:rsid w:val="004D795F"/>
    <w:rsid w:val="004D7B04"/>
    <w:rsid w:val="004D7B4C"/>
    <w:rsid w:val="004D7D33"/>
    <w:rsid w:val="004D7DB2"/>
    <w:rsid w:val="004D7DC5"/>
    <w:rsid w:val="004D7ED2"/>
    <w:rsid w:val="004D7F24"/>
    <w:rsid w:val="004E0269"/>
    <w:rsid w:val="004E05ED"/>
    <w:rsid w:val="004E06C7"/>
    <w:rsid w:val="004E075F"/>
    <w:rsid w:val="004E0895"/>
    <w:rsid w:val="004E098B"/>
    <w:rsid w:val="004E0C7A"/>
    <w:rsid w:val="004E0E7F"/>
    <w:rsid w:val="004E0E81"/>
    <w:rsid w:val="004E0EB9"/>
    <w:rsid w:val="004E12A0"/>
    <w:rsid w:val="004E143A"/>
    <w:rsid w:val="004E1529"/>
    <w:rsid w:val="004E1824"/>
    <w:rsid w:val="004E1A2D"/>
    <w:rsid w:val="004E1A7E"/>
    <w:rsid w:val="004E1B86"/>
    <w:rsid w:val="004E1B94"/>
    <w:rsid w:val="004E1BF7"/>
    <w:rsid w:val="004E1D05"/>
    <w:rsid w:val="004E1D8F"/>
    <w:rsid w:val="004E1E7A"/>
    <w:rsid w:val="004E1FF0"/>
    <w:rsid w:val="004E202A"/>
    <w:rsid w:val="004E21BF"/>
    <w:rsid w:val="004E2385"/>
    <w:rsid w:val="004E273B"/>
    <w:rsid w:val="004E2A1B"/>
    <w:rsid w:val="004E2BCE"/>
    <w:rsid w:val="004E2C23"/>
    <w:rsid w:val="004E2C65"/>
    <w:rsid w:val="004E31E7"/>
    <w:rsid w:val="004E326A"/>
    <w:rsid w:val="004E32FF"/>
    <w:rsid w:val="004E3392"/>
    <w:rsid w:val="004E33F4"/>
    <w:rsid w:val="004E353D"/>
    <w:rsid w:val="004E35BD"/>
    <w:rsid w:val="004E3640"/>
    <w:rsid w:val="004E371B"/>
    <w:rsid w:val="004E3861"/>
    <w:rsid w:val="004E3B9F"/>
    <w:rsid w:val="004E3C28"/>
    <w:rsid w:val="004E3F5E"/>
    <w:rsid w:val="004E3F8D"/>
    <w:rsid w:val="004E3FD2"/>
    <w:rsid w:val="004E4061"/>
    <w:rsid w:val="004E4282"/>
    <w:rsid w:val="004E428C"/>
    <w:rsid w:val="004E438F"/>
    <w:rsid w:val="004E43CE"/>
    <w:rsid w:val="004E49D1"/>
    <w:rsid w:val="004E4F26"/>
    <w:rsid w:val="004E5086"/>
    <w:rsid w:val="004E5090"/>
    <w:rsid w:val="004E51B9"/>
    <w:rsid w:val="004E524C"/>
    <w:rsid w:val="004E5275"/>
    <w:rsid w:val="004E5325"/>
    <w:rsid w:val="004E5402"/>
    <w:rsid w:val="004E5702"/>
    <w:rsid w:val="004E57FB"/>
    <w:rsid w:val="004E58D7"/>
    <w:rsid w:val="004E58E4"/>
    <w:rsid w:val="004E5A25"/>
    <w:rsid w:val="004E5B9D"/>
    <w:rsid w:val="004E6162"/>
    <w:rsid w:val="004E6330"/>
    <w:rsid w:val="004E6522"/>
    <w:rsid w:val="004E6BD0"/>
    <w:rsid w:val="004E6BE8"/>
    <w:rsid w:val="004E6CE7"/>
    <w:rsid w:val="004E700D"/>
    <w:rsid w:val="004E70E4"/>
    <w:rsid w:val="004E70EE"/>
    <w:rsid w:val="004E7138"/>
    <w:rsid w:val="004E71B7"/>
    <w:rsid w:val="004E721B"/>
    <w:rsid w:val="004E72A7"/>
    <w:rsid w:val="004E743E"/>
    <w:rsid w:val="004E7494"/>
    <w:rsid w:val="004E74A0"/>
    <w:rsid w:val="004E7651"/>
    <w:rsid w:val="004E7789"/>
    <w:rsid w:val="004E7998"/>
    <w:rsid w:val="004E7BCD"/>
    <w:rsid w:val="004E7BF5"/>
    <w:rsid w:val="004F0026"/>
    <w:rsid w:val="004F0040"/>
    <w:rsid w:val="004F0066"/>
    <w:rsid w:val="004F04BB"/>
    <w:rsid w:val="004F0528"/>
    <w:rsid w:val="004F0533"/>
    <w:rsid w:val="004F0658"/>
    <w:rsid w:val="004F06EB"/>
    <w:rsid w:val="004F07C3"/>
    <w:rsid w:val="004F0AE1"/>
    <w:rsid w:val="004F0B92"/>
    <w:rsid w:val="004F0DDC"/>
    <w:rsid w:val="004F101A"/>
    <w:rsid w:val="004F1104"/>
    <w:rsid w:val="004F1306"/>
    <w:rsid w:val="004F14F6"/>
    <w:rsid w:val="004F1630"/>
    <w:rsid w:val="004F16AB"/>
    <w:rsid w:val="004F178D"/>
    <w:rsid w:val="004F179C"/>
    <w:rsid w:val="004F195C"/>
    <w:rsid w:val="004F19FD"/>
    <w:rsid w:val="004F1B84"/>
    <w:rsid w:val="004F1C93"/>
    <w:rsid w:val="004F1CEF"/>
    <w:rsid w:val="004F1FA8"/>
    <w:rsid w:val="004F1FF4"/>
    <w:rsid w:val="004F2277"/>
    <w:rsid w:val="004F249A"/>
    <w:rsid w:val="004F25ED"/>
    <w:rsid w:val="004F2B59"/>
    <w:rsid w:val="004F2CE5"/>
    <w:rsid w:val="004F2EC3"/>
    <w:rsid w:val="004F2F22"/>
    <w:rsid w:val="004F2F6D"/>
    <w:rsid w:val="004F2FAE"/>
    <w:rsid w:val="004F30CE"/>
    <w:rsid w:val="004F34E1"/>
    <w:rsid w:val="004F3748"/>
    <w:rsid w:val="004F38CC"/>
    <w:rsid w:val="004F3C42"/>
    <w:rsid w:val="004F3FC3"/>
    <w:rsid w:val="004F40A1"/>
    <w:rsid w:val="004F4158"/>
    <w:rsid w:val="004F41C0"/>
    <w:rsid w:val="004F425D"/>
    <w:rsid w:val="004F43DA"/>
    <w:rsid w:val="004F45EB"/>
    <w:rsid w:val="004F47A8"/>
    <w:rsid w:val="004F4FED"/>
    <w:rsid w:val="004F501B"/>
    <w:rsid w:val="004F5105"/>
    <w:rsid w:val="004F5118"/>
    <w:rsid w:val="004F511D"/>
    <w:rsid w:val="004F51EB"/>
    <w:rsid w:val="004F537C"/>
    <w:rsid w:val="004F540A"/>
    <w:rsid w:val="004F56A3"/>
    <w:rsid w:val="004F5774"/>
    <w:rsid w:val="004F5A15"/>
    <w:rsid w:val="004F5A73"/>
    <w:rsid w:val="004F5ADE"/>
    <w:rsid w:val="004F5B06"/>
    <w:rsid w:val="004F5E88"/>
    <w:rsid w:val="004F6233"/>
    <w:rsid w:val="004F646A"/>
    <w:rsid w:val="004F6588"/>
    <w:rsid w:val="004F6872"/>
    <w:rsid w:val="004F69AE"/>
    <w:rsid w:val="004F6F8C"/>
    <w:rsid w:val="004F70C5"/>
    <w:rsid w:val="004F7266"/>
    <w:rsid w:val="004F743A"/>
    <w:rsid w:val="004F745C"/>
    <w:rsid w:val="004F766F"/>
    <w:rsid w:val="004F77E4"/>
    <w:rsid w:val="004F7830"/>
    <w:rsid w:val="004F7918"/>
    <w:rsid w:val="004F79DA"/>
    <w:rsid w:val="004F7A6B"/>
    <w:rsid w:val="004F7A8D"/>
    <w:rsid w:val="004F7AAB"/>
    <w:rsid w:val="004F7D9F"/>
    <w:rsid w:val="004F7DF1"/>
    <w:rsid w:val="004F7EC1"/>
    <w:rsid w:val="00500237"/>
    <w:rsid w:val="00500245"/>
    <w:rsid w:val="00500347"/>
    <w:rsid w:val="0050059E"/>
    <w:rsid w:val="00500767"/>
    <w:rsid w:val="0050095C"/>
    <w:rsid w:val="005009D2"/>
    <w:rsid w:val="00500B71"/>
    <w:rsid w:val="00500C53"/>
    <w:rsid w:val="00500C9A"/>
    <w:rsid w:val="00500EAA"/>
    <w:rsid w:val="00500F74"/>
    <w:rsid w:val="005010BD"/>
    <w:rsid w:val="005012A8"/>
    <w:rsid w:val="00501530"/>
    <w:rsid w:val="00501914"/>
    <w:rsid w:val="0050192C"/>
    <w:rsid w:val="00501999"/>
    <w:rsid w:val="005019C4"/>
    <w:rsid w:val="00501B0B"/>
    <w:rsid w:val="00501BA0"/>
    <w:rsid w:val="00501CFA"/>
    <w:rsid w:val="00501ED2"/>
    <w:rsid w:val="00501FD9"/>
    <w:rsid w:val="00501FFB"/>
    <w:rsid w:val="00502067"/>
    <w:rsid w:val="005022A8"/>
    <w:rsid w:val="00502570"/>
    <w:rsid w:val="00502655"/>
    <w:rsid w:val="005031A5"/>
    <w:rsid w:val="00503721"/>
    <w:rsid w:val="0050383D"/>
    <w:rsid w:val="005039A7"/>
    <w:rsid w:val="00503B4D"/>
    <w:rsid w:val="00503C4B"/>
    <w:rsid w:val="00503EFD"/>
    <w:rsid w:val="005041B0"/>
    <w:rsid w:val="005042C7"/>
    <w:rsid w:val="005043BC"/>
    <w:rsid w:val="0050457A"/>
    <w:rsid w:val="005045EC"/>
    <w:rsid w:val="00504685"/>
    <w:rsid w:val="00504923"/>
    <w:rsid w:val="00504A92"/>
    <w:rsid w:val="00504B51"/>
    <w:rsid w:val="00504CC8"/>
    <w:rsid w:val="00504E49"/>
    <w:rsid w:val="0050500E"/>
    <w:rsid w:val="005050A6"/>
    <w:rsid w:val="0050510E"/>
    <w:rsid w:val="005051D7"/>
    <w:rsid w:val="00505421"/>
    <w:rsid w:val="0050546D"/>
    <w:rsid w:val="0050546F"/>
    <w:rsid w:val="0050548F"/>
    <w:rsid w:val="005055D8"/>
    <w:rsid w:val="00505844"/>
    <w:rsid w:val="00505914"/>
    <w:rsid w:val="00505ADF"/>
    <w:rsid w:val="00505C44"/>
    <w:rsid w:val="00505DB9"/>
    <w:rsid w:val="00505E67"/>
    <w:rsid w:val="00505ED4"/>
    <w:rsid w:val="00505F5D"/>
    <w:rsid w:val="00506022"/>
    <w:rsid w:val="005061E6"/>
    <w:rsid w:val="0050627A"/>
    <w:rsid w:val="00506325"/>
    <w:rsid w:val="00506454"/>
    <w:rsid w:val="0050659B"/>
    <w:rsid w:val="005066F6"/>
    <w:rsid w:val="00506757"/>
    <w:rsid w:val="005068F0"/>
    <w:rsid w:val="00506B5F"/>
    <w:rsid w:val="00506B81"/>
    <w:rsid w:val="00506D0F"/>
    <w:rsid w:val="00506F8E"/>
    <w:rsid w:val="0050719A"/>
    <w:rsid w:val="005071D5"/>
    <w:rsid w:val="0050721F"/>
    <w:rsid w:val="005072CE"/>
    <w:rsid w:val="00507380"/>
    <w:rsid w:val="00507441"/>
    <w:rsid w:val="005075CA"/>
    <w:rsid w:val="005076E4"/>
    <w:rsid w:val="00507749"/>
    <w:rsid w:val="00507A81"/>
    <w:rsid w:val="00507B47"/>
    <w:rsid w:val="00507C2F"/>
    <w:rsid w:val="00507FBE"/>
    <w:rsid w:val="00507FF3"/>
    <w:rsid w:val="005102F1"/>
    <w:rsid w:val="0051037D"/>
    <w:rsid w:val="005103FE"/>
    <w:rsid w:val="00510499"/>
    <w:rsid w:val="005105CA"/>
    <w:rsid w:val="00510BE5"/>
    <w:rsid w:val="00510BEF"/>
    <w:rsid w:val="00510D2B"/>
    <w:rsid w:val="00510E75"/>
    <w:rsid w:val="00510EC3"/>
    <w:rsid w:val="00510F48"/>
    <w:rsid w:val="0051103D"/>
    <w:rsid w:val="0051138C"/>
    <w:rsid w:val="0051143D"/>
    <w:rsid w:val="0051178D"/>
    <w:rsid w:val="00511923"/>
    <w:rsid w:val="005119DE"/>
    <w:rsid w:val="00511A17"/>
    <w:rsid w:val="00511AE5"/>
    <w:rsid w:val="00511B03"/>
    <w:rsid w:val="00511CE9"/>
    <w:rsid w:val="00511CFA"/>
    <w:rsid w:val="00511E24"/>
    <w:rsid w:val="00511FA0"/>
    <w:rsid w:val="00512036"/>
    <w:rsid w:val="0051208A"/>
    <w:rsid w:val="005122F7"/>
    <w:rsid w:val="00512448"/>
    <w:rsid w:val="0051291D"/>
    <w:rsid w:val="00512A4C"/>
    <w:rsid w:val="00512A58"/>
    <w:rsid w:val="00512AFD"/>
    <w:rsid w:val="00512B89"/>
    <w:rsid w:val="005130C0"/>
    <w:rsid w:val="00513196"/>
    <w:rsid w:val="0051363A"/>
    <w:rsid w:val="005136E2"/>
    <w:rsid w:val="0051379C"/>
    <w:rsid w:val="005138D2"/>
    <w:rsid w:val="00513B45"/>
    <w:rsid w:val="00513F0C"/>
    <w:rsid w:val="005140F7"/>
    <w:rsid w:val="00514129"/>
    <w:rsid w:val="005141F8"/>
    <w:rsid w:val="0051431E"/>
    <w:rsid w:val="00514393"/>
    <w:rsid w:val="005144DC"/>
    <w:rsid w:val="00514570"/>
    <w:rsid w:val="00514715"/>
    <w:rsid w:val="005147FB"/>
    <w:rsid w:val="00514A64"/>
    <w:rsid w:val="00514E97"/>
    <w:rsid w:val="00514FB5"/>
    <w:rsid w:val="00514FC6"/>
    <w:rsid w:val="00515184"/>
    <w:rsid w:val="005151FB"/>
    <w:rsid w:val="005154F7"/>
    <w:rsid w:val="005156BC"/>
    <w:rsid w:val="005157FD"/>
    <w:rsid w:val="0051591A"/>
    <w:rsid w:val="00515BA1"/>
    <w:rsid w:val="00515C0A"/>
    <w:rsid w:val="00515CF8"/>
    <w:rsid w:val="00515F33"/>
    <w:rsid w:val="00516328"/>
    <w:rsid w:val="005163FF"/>
    <w:rsid w:val="00516447"/>
    <w:rsid w:val="00516585"/>
    <w:rsid w:val="0051670F"/>
    <w:rsid w:val="00516730"/>
    <w:rsid w:val="0051683E"/>
    <w:rsid w:val="00516A7E"/>
    <w:rsid w:val="00516A91"/>
    <w:rsid w:val="00516BC4"/>
    <w:rsid w:val="00516C09"/>
    <w:rsid w:val="00516CE3"/>
    <w:rsid w:val="00516DE4"/>
    <w:rsid w:val="00516F04"/>
    <w:rsid w:val="005173AC"/>
    <w:rsid w:val="0051747C"/>
    <w:rsid w:val="005174AB"/>
    <w:rsid w:val="00517677"/>
    <w:rsid w:val="0051769E"/>
    <w:rsid w:val="005177B8"/>
    <w:rsid w:val="00517823"/>
    <w:rsid w:val="005178C1"/>
    <w:rsid w:val="00517FB9"/>
    <w:rsid w:val="00520048"/>
    <w:rsid w:val="00520331"/>
    <w:rsid w:val="00520529"/>
    <w:rsid w:val="00520768"/>
    <w:rsid w:val="00520B94"/>
    <w:rsid w:val="00520CFD"/>
    <w:rsid w:val="00520D6A"/>
    <w:rsid w:val="005210A6"/>
    <w:rsid w:val="005211E4"/>
    <w:rsid w:val="005213DA"/>
    <w:rsid w:val="005216A4"/>
    <w:rsid w:val="00521754"/>
    <w:rsid w:val="0052177B"/>
    <w:rsid w:val="00521B61"/>
    <w:rsid w:val="00521BA0"/>
    <w:rsid w:val="00521BA3"/>
    <w:rsid w:val="00521C8E"/>
    <w:rsid w:val="00521E27"/>
    <w:rsid w:val="00522140"/>
    <w:rsid w:val="005221D7"/>
    <w:rsid w:val="005221FB"/>
    <w:rsid w:val="0052250F"/>
    <w:rsid w:val="005225FD"/>
    <w:rsid w:val="005227EE"/>
    <w:rsid w:val="00522EAE"/>
    <w:rsid w:val="005232BE"/>
    <w:rsid w:val="005232D7"/>
    <w:rsid w:val="005236E5"/>
    <w:rsid w:val="00523A29"/>
    <w:rsid w:val="00523A75"/>
    <w:rsid w:val="00523CC0"/>
    <w:rsid w:val="00523CF7"/>
    <w:rsid w:val="00523F80"/>
    <w:rsid w:val="00524072"/>
    <w:rsid w:val="0052410E"/>
    <w:rsid w:val="005241E3"/>
    <w:rsid w:val="005241ED"/>
    <w:rsid w:val="00524313"/>
    <w:rsid w:val="00524399"/>
    <w:rsid w:val="005246E7"/>
    <w:rsid w:val="005249F5"/>
    <w:rsid w:val="00524A37"/>
    <w:rsid w:val="00524A61"/>
    <w:rsid w:val="00524A89"/>
    <w:rsid w:val="00524B4F"/>
    <w:rsid w:val="00524D3C"/>
    <w:rsid w:val="00524E42"/>
    <w:rsid w:val="00524E5A"/>
    <w:rsid w:val="0052506F"/>
    <w:rsid w:val="005250DE"/>
    <w:rsid w:val="005250E5"/>
    <w:rsid w:val="00525125"/>
    <w:rsid w:val="0052513C"/>
    <w:rsid w:val="00525276"/>
    <w:rsid w:val="005253AE"/>
    <w:rsid w:val="0052540B"/>
    <w:rsid w:val="005255B4"/>
    <w:rsid w:val="005257CA"/>
    <w:rsid w:val="00525A13"/>
    <w:rsid w:val="00525ACA"/>
    <w:rsid w:val="00525B5D"/>
    <w:rsid w:val="00525C23"/>
    <w:rsid w:val="00525CEE"/>
    <w:rsid w:val="00525FDA"/>
    <w:rsid w:val="00526183"/>
    <w:rsid w:val="005262A5"/>
    <w:rsid w:val="005262BA"/>
    <w:rsid w:val="005262D3"/>
    <w:rsid w:val="005263B2"/>
    <w:rsid w:val="00526468"/>
    <w:rsid w:val="005264B5"/>
    <w:rsid w:val="00526925"/>
    <w:rsid w:val="0052696E"/>
    <w:rsid w:val="00526A84"/>
    <w:rsid w:val="00526BA9"/>
    <w:rsid w:val="00526EE5"/>
    <w:rsid w:val="0052716A"/>
    <w:rsid w:val="00527513"/>
    <w:rsid w:val="00527B77"/>
    <w:rsid w:val="00527CE6"/>
    <w:rsid w:val="00527DA0"/>
    <w:rsid w:val="00527FC8"/>
    <w:rsid w:val="005300FC"/>
    <w:rsid w:val="00530526"/>
    <w:rsid w:val="005308E7"/>
    <w:rsid w:val="0053099F"/>
    <w:rsid w:val="00530AA3"/>
    <w:rsid w:val="00530CC0"/>
    <w:rsid w:val="00530D13"/>
    <w:rsid w:val="00530EDD"/>
    <w:rsid w:val="005311CB"/>
    <w:rsid w:val="00531380"/>
    <w:rsid w:val="0053147D"/>
    <w:rsid w:val="0053168E"/>
    <w:rsid w:val="005316F0"/>
    <w:rsid w:val="00531976"/>
    <w:rsid w:val="00531E0A"/>
    <w:rsid w:val="00531E34"/>
    <w:rsid w:val="00531F96"/>
    <w:rsid w:val="00532033"/>
    <w:rsid w:val="00532365"/>
    <w:rsid w:val="005327F7"/>
    <w:rsid w:val="00532CD3"/>
    <w:rsid w:val="00532D16"/>
    <w:rsid w:val="00532DDD"/>
    <w:rsid w:val="00532E58"/>
    <w:rsid w:val="00532F21"/>
    <w:rsid w:val="00532F44"/>
    <w:rsid w:val="00533146"/>
    <w:rsid w:val="0053327A"/>
    <w:rsid w:val="0053330E"/>
    <w:rsid w:val="00533394"/>
    <w:rsid w:val="00533430"/>
    <w:rsid w:val="005334CC"/>
    <w:rsid w:val="005337F7"/>
    <w:rsid w:val="005338DC"/>
    <w:rsid w:val="005339C6"/>
    <w:rsid w:val="00533BF9"/>
    <w:rsid w:val="00533D5A"/>
    <w:rsid w:val="00533DC1"/>
    <w:rsid w:val="00533EE5"/>
    <w:rsid w:val="00533F3D"/>
    <w:rsid w:val="0053405A"/>
    <w:rsid w:val="00534272"/>
    <w:rsid w:val="0053427C"/>
    <w:rsid w:val="00534332"/>
    <w:rsid w:val="00534365"/>
    <w:rsid w:val="00534487"/>
    <w:rsid w:val="005345B6"/>
    <w:rsid w:val="005345EE"/>
    <w:rsid w:val="00534D22"/>
    <w:rsid w:val="005351E1"/>
    <w:rsid w:val="00535271"/>
    <w:rsid w:val="005354D2"/>
    <w:rsid w:val="0053551A"/>
    <w:rsid w:val="00535646"/>
    <w:rsid w:val="0053570B"/>
    <w:rsid w:val="00535784"/>
    <w:rsid w:val="005357A9"/>
    <w:rsid w:val="00535AC3"/>
    <w:rsid w:val="00535E39"/>
    <w:rsid w:val="00535ECA"/>
    <w:rsid w:val="005360E4"/>
    <w:rsid w:val="005360F4"/>
    <w:rsid w:val="00536142"/>
    <w:rsid w:val="005362DE"/>
    <w:rsid w:val="00536408"/>
    <w:rsid w:val="005366A0"/>
    <w:rsid w:val="00536903"/>
    <w:rsid w:val="00536938"/>
    <w:rsid w:val="00536A70"/>
    <w:rsid w:val="00536F95"/>
    <w:rsid w:val="005370BC"/>
    <w:rsid w:val="005372F0"/>
    <w:rsid w:val="005372FD"/>
    <w:rsid w:val="0053736C"/>
    <w:rsid w:val="00537379"/>
    <w:rsid w:val="0053743C"/>
    <w:rsid w:val="005374F4"/>
    <w:rsid w:val="0053753A"/>
    <w:rsid w:val="0053766F"/>
    <w:rsid w:val="00537A90"/>
    <w:rsid w:val="00537AED"/>
    <w:rsid w:val="00537C10"/>
    <w:rsid w:val="00537D42"/>
    <w:rsid w:val="00537F8C"/>
    <w:rsid w:val="005400A7"/>
    <w:rsid w:val="00540220"/>
    <w:rsid w:val="0054044F"/>
    <w:rsid w:val="005405B0"/>
    <w:rsid w:val="005405DB"/>
    <w:rsid w:val="005407BC"/>
    <w:rsid w:val="00540C02"/>
    <w:rsid w:val="00540D85"/>
    <w:rsid w:val="00540E4F"/>
    <w:rsid w:val="00540EB3"/>
    <w:rsid w:val="00540F9C"/>
    <w:rsid w:val="00541203"/>
    <w:rsid w:val="0054129D"/>
    <w:rsid w:val="00541430"/>
    <w:rsid w:val="005414BC"/>
    <w:rsid w:val="0054150F"/>
    <w:rsid w:val="005417AC"/>
    <w:rsid w:val="00541821"/>
    <w:rsid w:val="00541998"/>
    <w:rsid w:val="00541F05"/>
    <w:rsid w:val="00541FDA"/>
    <w:rsid w:val="00542027"/>
    <w:rsid w:val="00542162"/>
    <w:rsid w:val="00542294"/>
    <w:rsid w:val="0054236A"/>
    <w:rsid w:val="00542465"/>
    <w:rsid w:val="005424CA"/>
    <w:rsid w:val="005424D2"/>
    <w:rsid w:val="00542759"/>
    <w:rsid w:val="005428D7"/>
    <w:rsid w:val="005429EC"/>
    <w:rsid w:val="00542C0C"/>
    <w:rsid w:val="00542FE3"/>
    <w:rsid w:val="00543277"/>
    <w:rsid w:val="00543572"/>
    <w:rsid w:val="005436C9"/>
    <w:rsid w:val="00543753"/>
    <w:rsid w:val="00543955"/>
    <w:rsid w:val="00543A3F"/>
    <w:rsid w:val="00543A57"/>
    <w:rsid w:val="00543A5F"/>
    <w:rsid w:val="00543AAE"/>
    <w:rsid w:val="00543AF6"/>
    <w:rsid w:val="00543C34"/>
    <w:rsid w:val="00543D33"/>
    <w:rsid w:val="00543D53"/>
    <w:rsid w:val="00543E4C"/>
    <w:rsid w:val="00543F81"/>
    <w:rsid w:val="00543FE3"/>
    <w:rsid w:val="00544365"/>
    <w:rsid w:val="005444A7"/>
    <w:rsid w:val="00544517"/>
    <w:rsid w:val="005447FD"/>
    <w:rsid w:val="00544D87"/>
    <w:rsid w:val="00544DAE"/>
    <w:rsid w:val="00544F73"/>
    <w:rsid w:val="00544FE2"/>
    <w:rsid w:val="00545066"/>
    <w:rsid w:val="005452B4"/>
    <w:rsid w:val="0054534F"/>
    <w:rsid w:val="005455A1"/>
    <w:rsid w:val="005455CA"/>
    <w:rsid w:val="005456AF"/>
    <w:rsid w:val="00545AA5"/>
    <w:rsid w:val="00545AB4"/>
    <w:rsid w:val="00545B1C"/>
    <w:rsid w:val="00545BFD"/>
    <w:rsid w:val="00545C01"/>
    <w:rsid w:val="00545D0A"/>
    <w:rsid w:val="00546301"/>
    <w:rsid w:val="00546534"/>
    <w:rsid w:val="005466B3"/>
    <w:rsid w:val="005466BB"/>
    <w:rsid w:val="0054676A"/>
    <w:rsid w:val="00546BBC"/>
    <w:rsid w:val="00546CE7"/>
    <w:rsid w:val="00546EBF"/>
    <w:rsid w:val="00546F56"/>
    <w:rsid w:val="00547096"/>
    <w:rsid w:val="005472A0"/>
    <w:rsid w:val="0054736C"/>
    <w:rsid w:val="0054750B"/>
    <w:rsid w:val="00547764"/>
    <w:rsid w:val="00547787"/>
    <w:rsid w:val="00547969"/>
    <w:rsid w:val="00547A37"/>
    <w:rsid w:val="00547A58"/>
    <w:rsid w:val="00547BB7"/>
    <w:rsid w:val="00547BCF"/>
    <w:rsid w:val="00547C87"/>
    <w:rsid w:val="00547DBF"/>
    <w:rsid w:val="00547E49"/>
    <w:rsid w:val="00547EE3"/>
    <w:rsid w:val="0055016F"/>
    <w:rsid w:val="00550288"/>
    <w:rsid w:val="00550592"/>
    <w:rsid w:val="0055070F"/>
    <w:rsid w:val="005507DB"/>
    <w:rsid w:val="005508B5"/>
    <w:rsid w:val="005508CF"/>
    <w:rsid w:val="005509E9"/>
    <w:rsid w:val="00550A1E"/>
    <w:rsid w:val="00550AE6"/>
    <w:rsid w:val="00550B40"/>
    <w:rsid w:val="00550BE7"/>
    <w:rsid w:val="00550D7F"/>
    <w:rsid w:val="00550F9A"/>
    <w:rsid w:val="00550FEC"/>
    <w:rsid w:val="005510F6"/>
    <w:rsid w:val="0055118F"/>
    <w:rsid w:val="00551485"/>
    <w:rsid w:val="005514B5"/>
    <w:rsid w:val="005518C0"/>
    <w:rsid w:val="005518F0"/>
    <w:rsid w:val="00551919"/>
    <w:rsid w:val="005519A4"/>
    <w:rsid w:val="00551A7C"/>
    <w:rsid w:val="00551C11"/>
    <w:rsid w:val="0055244E"/>
    <w:rsid w:val="005524D3"/>
    <w:rsid w:val="005524E7"/>
    <w:rsid w:val="00552588"/>
    <w:rsid w:val="0055259F"/>
    <w:rsid w:val="005528FF"/>
    <w:rsid w:val="00552F85"/>
    <w:rsid w:val="00553143"/>
    <w:rsid w:val="00553274"/>
    <w:rsid w:val="00553313"/>
    <w:rsid w:val="00553773"/>
    <w:rsid w:val="005542EA"/>
    <w:rsid w:val="00554552"/>
    <w:rsid w:val="0055455D"/>
    <w:rsid w:val="00554582"/>
    <w:rsid w:val="005546D6"/>
    <w:rsid w:val="005546FA"/>
    <w:rsid w:val="00554B69"/>
    <w:rsid w:val="00554B9B"/>
    <w:rsid w:val="00554C17"/>
    <w:rsid w:val="00554D01"/>
    <w:rsid w:val="005551BB"/>
    <w:rsid w:val="005551E2"/>
    <w:rsid w:val="005553CB"/>
    <w:rsid w:val="00555529"/>
    <w:rsid w:val="00555550"/>
    <w:rsid w:val="0055560B"/>
    <w:rsid w:val="0055581E"/>
    <w:rsid w:val="005559A6"/>
    <w:rsid w:val="005559E3"/>
    <w:rsid w:val="00555B40"/>
    <w:rsid w:val="00555BEC"/>
    <w:rsid w:val="00555E1C"/>
    <w:rsid w:val="00556195"/>
    <w:rsid w:val="00556207"/>
    <w:rsid w:val="005562E6"/>
    <w:rsid w:val="005563CD"/>
    <w:rsid w:val="00556411"/>
    <w:rsid w:val="00556488"/>
    <w:rsid w:val="005564E6"/>
    <w:rsid w:val="005566D7"/>
    <w:rsid w:val="005568FC"/>
    <w:rsid w:val="00556B45"/>
    <w:rsid w:val="00556C10"/>
    <w:rsid w:val="00556D56"/>
    <w:rsid w:val="00556FCF"/>
    <w:rsid w:val="005570A8"/>
    <w:rsid w:val="005574C5"/>
    <w:rsid w:val="005575B5"/>
    <w:rsid w:val="005576AE"/>
    <w:rsid w:val="0055772A"/>
    <w:rsid w:val="00557761"/>
    <w:rsid w:val="00557937"/>
    <w:rsid w:val="0055796D"/>
    <w:rsid w:val="0055798A"/>
    <w:rsid w:val="00557D06"/>
    <w:rsid w:val="00557F8C"/>
    <w:rsid w:val="00557F90"/>
    <w:rsid w:val="00560009"/>
    <w:rsid w:val="00560103"/>
    <w:rsid w:val="00560745"/>
    <w:rsid w:val="00560823"/>
    <w:rsid w:val="005609A3"/>
    <w:rsid w:val="005609DE"/>
    <w:rsid w:val="00560AC2"/>
    <w:rsid w:val="00560D0D"/>
    <w:rsid w:val="00560D4C"/>
    <w:rsid w:val="00560D96"/>
    <w:rsid w:val="00560F22"/>
    <w:rsid w:val="00560FE6"/>
    <w:rsid w:val="0056101A"/>
    <w:rsid w:val="00561084"/>
    <w:rsid w:val="0056130D"/>
    <w:rsid w:val="00561655"/>
    <w:rsid w:val="00561BFC"/>
    <w:rsid w:val="00561C19"/>
    <w:rsid w:val="00561C7A"/>
    <w:rsid w:val="00561CF1"/>
    <w:rsid w:val="00561D81"/>
    <w:rsid w:val="0056214F"/>
    <w:rsid w:val="00562306"/>
    <w:rsid w:val="0056289F"/>
    <w:rsid w:val="00562A1F"/>
    <w:rsid w:val="00562BA8"/>
    <w:rsid w:val="00562CD5"/>
    <w:rsid w:val="00562D41"/>
    <w:rsid w:val="00562F10"/>
    <w:rsid w:val="00563149"/>
    <w:rsid w:val="0056349F"/>
    <w:rsid w:val="00563723"/>
    <w:rsid w:val="00563749"/>
    <w:rsid w:val="005637A4"/>
    <w:rsid w:val="0056380A"/>
    <w:rsid w:val="00563C17"/>
    <w:rsid w:val="00563C48"/>
    <w:rsid w:val="00563D46"/>
    <w:rsid w:val="00564376"/>
    <w:rsid w:val="005644B1"/>
    <w:rsid w:val="005645C3"/>
    <w:rsid w:val="005646FD"/>
    <w:rsid w:val="0056491E"/>
    <w:rsid w:val="00564A36"/>
    <w:rsid w:val="00564D02"/>
    <w:rsid w:val="00564D78"/>
    <w:rsid w:val="00564EEC"/>
    <w:rsid w:val="00564FA2"/>
    <w:rsid w:val="00565005"/>
    <w:rsid w:val="00565281"/>
    <w:rsid w:val="00565716"/>
    <w:rsid w:val="00565748"/>
    <w:rsid w:val="005657EA"/>
    <w:rsid w:val="00565843"/>
    <w:rsid w:val="0056585E"/>
    <w:rsid w:val="00565C28"/>
    <w:rsid w:val="00565C70"/>
    <w:rsid w:val="00565EF6"/>
    <w:rsid w:val="00566155"/>
    <w:rsid w:val="00566385"/>
    <w:rsid w:val="005665B3"/>
    <w:rsid w:val="00566770"/>
    <w:rsid w:val="00566822"/>
    <w:rsid w:val="0056689A"/>
    <w:rsid w:val="005668F0"/>
    <w:rsid w:val="00566A0C"/>
    <w:rsid w:val="00566A69"/>
    <w:rsid w:val="00566CCD"/>
    <w:rsid w:val="00566D19"/>
    <w:rsid w:val="00566D56"/>
    <w:rsid w:val="00566EE6"/>
    <w:rsid w:val="0056703F"/>
    <w:rsid w:val="005672B3"/>
    <w:rsid w:val="00567323"/>
    <w:rsid w:val="005677D3"/>
    <w:rsid w:val="0056781D"/>
    <w:rsid w:val="00567BA9"/>
    <w:rsid w:val="00567C08"/>
    <w:rsid w:val="00567D4A"/>
    <w:rsid w:val="00567DA4"/>
    <w:rsid w:val="00567E5E"/>
    <w:rsid w:val="00567F0B"/>
    <w:rsid w:val="0057013B"/>
    <w:rsid w:val="0057039A"/>
    <w:rsid w:val="00570400"/>
    <w:rsid w:val="005704A0"/>
    <w:rsid w:val="00570533"/>
    <w:rsid w:val="0057059E"/>
    <w:rsid w:val="00570C3D"/>
    <w:rsid w:val="00570E45"/>
    <w:rsid w:val="0057129B"/>
    <w:rsid w:val="005713DD"/>
    <w:rsid w:val="00571408"/>
    <w:rsid w:val="0057141C"/>
    <w:rsid w:val="005716D5"/>
    <w:rsid w:val="0057189C"/>
    <w:rsid w:val="00571911"/>
    <w:rsid w:val="00571B1C"/>
    <w:rsid w:val="00571F22"/>
    <w:rsid w:val="00571FA1"/>
    <w:rsid w:val="005724B8"/>
    <w:rsid w:val="005725BB"/>
    <w:rsid w:val="005726E3"/>
    <w:rsid w:val="005726E4"/>
    <w:rsid w:val="0057271E"/>
    <w:rsid w:val="00572787"/>
    <w:rsid w:val="00572788"/>
    <w:rsid w:val="005727AE"/>
    <w:rsid w:val="0057282C"/>
    <w:rsid w:val="00572AF8"/>
    <w:rsid w:val="00572B03"/>
    <w:rsid w:val="00572B3F"/>
    <w:rsid w:val="00572D49"/>
    <w:rsid w:val="00572E54"/>
    <w:rsid w:val="005730CB"/>
    <w:rsid w:val="005733C5"/>
    <w:rsid w:val="00573725"/>
    <w:rsid w:val="0057383A"/>
    <w:rsid w:val="0057396C"/>
    <w:rsid w:val="00573D57"/>
    <w:rsid w:val="0057420B"/>
    <w:rsid w:val="00574498"/>
    <w:rsid w:val="00574508"/>
    <w:rsid w:val="00574529"/>
    <w:rsid w:val="00574540"/>
    <w:rsid w:val="0057456A"/>
    <w:rsid w:val="0057489B"/>
    <w:rsid w:val="0057499E"/>
    <w:rsid w:val="00574ADB"/>
    <w:rsid w:val="00574CA9"/>
    <w:rsid w:val="00574CE8"/>
    <w:rsid w:val="00574CF1"/>
    <w:rsid w:val="00574DE1"/>
    <w:rsid w:val="00575064"/>
    <w:rsid w:val="005753A7"/>
    <w:rsid w:val="005753F9"/>
    <w:rsid w:val="005755A5"/>
    <w:rsid w:val="005755C3"/>
    <w:rsid w:val="00575714"/>
    <w:rsid w:val="00575856"/>
    <w:rsid w:val="00575BAC"/>
    <w:rsid w:val="00575D61"/>
    <w:rsid w:val="00575E10"/>
    <w:rsid w:val="00575FB5"/>
    <w:rsid w:val="00576515"/>
    <w:rsid w:val="005767D5"/>
    <w:rsid w:val="0057694C"/>
    <w:rsid w:val="00576C2E"/>
    <w:rsid w:val="00576D22"/>
    <w:rsid w:val="00576D4A"/>
    <w:rsid w:val="00576E93"/>
    <w:rsid w:val="0057704C"/>
    <w:rsid w:val="00577131"/>
    <w:rsid w:val="00577176"/>
    <w:rsid w:val="005773EC"/>
    <w:rsid w:val="00577523"/>
    <w:rsid w:val="005776BF"/>
    <w:rsid w:val="00577A63"/>
    <w:rsid w:val="00577B94"/>
    <w:rsid w:val="00577FA2"/>
    <w:rsid w:val="00577FAD"/>
    <w:rsid w:val="0058010D"/>
    <w:rsid w:val="0058013A"/>
    <w:rsid w:val="00580346"/>
    <w:rsid w:val="005805E4"/>
    <w:rsid w:val="00580711"/>
    <w:rsid w:val="00580876"/>
    <w:rsid w:val="0058088F"/>
    <w:rsid w:val="00580894"/>
    <w:rsid w:val="005808C4"/>
    <w:rsid w:val="005809B5"/>
    <w:rsid w:val="005809B9"/>
    <w:rsid w:val="005809F1"/>
    <w:rsid w:val="00580BF3"/>
    <w:rsid w:val="00580E21"/>
    <w:rsid w:val="005816AC"/>
    <w:rsid w:val="005816F3"/>
    <w:rsid w:val="00581A3C"/>
    <w:rsid w:val="00581B62"/>
    <w:rsid w:val="00581D00"/>
    <w:rsid w:val="00581E3C"/>
    <w:rsid w:val="00581E48"/>
    <w:rsid w:val="00581ED2"/>
    <w:rsid w:val="00581FF7"/>
    <w:rsid w:val="00582204"/>
    <w:rsid w:val="00582324"/>
    <w:rsid w:val="00582469"/>
    <w:rsid w:val="0058268A"/>
    <w:rsid w:val="00582B33"/>
    <w:rsid w:val="00583077"/>
    <w:rsid w:val="005830E5"/>
    <w:rsid w:val="005831CD"/>
    <w:rsid w:val="005831D7"/>
    <w:rsid w:val="005831DF"/>
    <w:rsid w:val="00583C2C"/>
    <w:rsid w:val="00583D8C"/>
    <w:rsid w:val="00583F04"/>
    <w:rsid w:val="00583F3E"/>
    <w:rsid w:val="00584002"/>
    <w:rsid w:val="005841BC"/>
    <w:rsid w:val="00584281"/>
    <w:rsid w:val="00584339"/>
    <w:rsid w:val="0058449B"/>
    <w:rsid w:val="005845B4"/>
    <w:rsid w:val="005845FD"/>
    <w:rsid w:val="005848A3"/>
    <w:rsid w:val="005848BA"/>
    <w:rsid w:val="005848BE"/>
    <w:rsid w:val="005849BC"/>
    <w:rsid w:val="00584BF3"/>
    <w:rsid w:val="00584EAF"/>
    <w:rsid w:val="00584F03"/>
    <w:rsid w:val="00584F76"/>
    <w:rsid w:val="005850B1"/>
    <w:rsid w:val="0058530E"/>
    <w:rsid w:val="005854CF"/>
    <w:rsid w:val="0058596E"/>
    <w:rsid w:val="00585A26"/>
    <w:rsid w:val="00585DAF"/>
    <w:rsid w:val="0058601B"/>
    <w:rsid w:val="00586255"/>
    <w:rsid w:val="00586371"/>
    <w:rsid w:val="00586482"/>
    <w:rsid w:val="00586664"/>
    <w:rsid w:val="0058680B"/>
    <w:rsid w:val="0058697B"/>
    <w:rsid w:val="00586B48"/>
    <w:rsid w:val="00586B7C"/>
    <w:rsid w:val="00586D9B"/>
    <w:rsid w:val="00586DD1"/>
    <w:rsid w:val="00586E42"/>
    <w:rsid w:val="005870BA"/>
    <w:rsid w:val="0058725A"/>
    <w:rsid w:val="00587553"/>
    <w:rsid w:val="005875A3"/>
    <w:rsid w:val="00587727"/>
    <w:rsid w:val="0058786C"/>
    <w:rsid w:val="00587873"/>
    <w:rsid w:val="005878CE"/>
    <w:rsid w:val="00587B10"/>
    <w:rsid w:val="00587D90"/>
    <w:rsid w:val="00587DA4"/>
    <w:rsid w:val="00587E4D"/>
    <w:rsid w:val="00590722"/>
    <w:rsid w:val="0059073A"/>
    <w:rsid w:val="00590A49"/>
    <w:rsid w:val="00590ACB"/>
    <w:rsid w:val="00590BCC"/>
    <w:rsid w:val="00590E3E"/>
    <w:rsid w:val="00590F7D"/>
    <w:rsid w:val="00590FE8"/>
    <w:rsid w:val="005913BE"/>
    <w:rsid w:val="00591439"/>
    <w:rsid w:val="005915AB"/>
    <w:rsid w:val="00591741"/>
    <w:rsid w:val="00591877"/>
    <w:rsid w:val="00591E77"/>
    <w:rsid w:val="00591EA1"/>
    <w:rsid w:val="00591EDC"/>
    <w:rsid w:val="0059219E"/>
    <w:rsid w:val="00592211"/>
    <w:rsid w:val="005923AB"/>
    <w:rsid w:val="005926D8"/>
    <w:rsid w:val="00592C91"/>
    <w:rsid w:val="00592DD6"/>
    <w:rsid w:val="00593119"/>
    <w:rsid w:val="00593195"/>
    <w:rsid w:val="00593197"/>
    <w:rsid w:val="0059340F"/>
    <w:rsid w:val="005935C0"/>
    <w:rsid w:val="005937A5"/>
    <w:rsid w:val="00593B37"/>
    <w:rsid w:val="00593E12"/>
    <w:rsid w:val="00593FC7"/>
    <w:rsid w:val="00594196"/>
    <w:rsid w:val="00594393"/>
    <w:rsid w:val="005944D9"/>
    <w:rsid w:val="005945E8"/>
    <w:rsid w:val="005947B2"/>
    <w:rsid w:val="005948EF"/>
    <w:rsid w:val="005948FF"/>
    <w:rsid w:val="00594A07"/>
    <w:rsid w:val="00595116"/>
    <w:rsid w:val="0059515D"/>
    <w:rsid w:val="005951F8"/>
    <w:rsid w:val="005952C2"/>
    <w:rsid w:val="00595308"/>
    <w:rsid w:val="00595338"/>
    <w:rsid w:val="00595341"/>
    <w:rsid w:val="00595557"/>
    <w:rsid w:val="0059564F"/>
    <w:rsid w:val="005956E1"/>
    <w:rsid w:val="00595B5A"/>
    <w:rsid w:val="00595D4D"/>
    <w:rsid w:val="00595D50"/>
    <w:rsid w:val="00595E57"/>
    <w:rsid w:val="00595F87"/>
    <w:rsid w:val="00595F8B"/>
    <w:rsid w:val="00596078"/>
    <w:rsid w:val="00596080"/>
    <w:rsid w:val="005960C9"/>
    <w:rsid w:val="00596131"/>
    <w:rsid w:val="0059692D"/>
    <w:rsid w:val="00596996"/>
    <w:rsid w:val="00596A24"/>
    <w:rsid w:val="00596BC5"/>
    <w:rsid w:val="00596C87"/>
    <w:rsid w:val="00596CA8"/>
    <w:rsid w:val="00596D48"/>
    <w:rsid w:val="00596E5D"/>
    <w:rsid w:val="00596FD0"/>
    <w:rsid w:val="00597105"/>
    <w:rsid w:val="0059755A"/>
    <w:rsid w:val="00597656"/>
    <w:rsid w:val="00597796"/>
    <w:rsid w:val="005977CB"/>
    <w:rsid w:val="00597925"/>
    <w:rsid w:val="00597A47"/>
    <w:rsid w:val="00597BBE"/>
    <w:rsid w:val="00597C3F"/>
    <w:rsid w:val="00597CC4"/>
    <w:rsid w:val="00597F97"/>
    <w:rsid w:val="00597FFA"/>
    <w:rsid w:val="005A001B"/>
    <w:rsid w:val="005A00DF"/>
    <w:rsid w:val="005A0155"/>
    <w:rsid w:val="005A015B"/>
    <w:rsid w:val="005A030F"/>
    <w:rsid w:val="005A0678"/>
    <w:rsid w:val="005A0942"/>
    <w:rsid w:val="005A09D5"/>
    <w:rsid w:val="005A0C09"/>
    <w:rsid w:val="005A0C41"/>
    <w:rsid w:val="005A0C51"/>
    <w:rsid w:val="005A0E08"/>
    <w:rsid w:val="005A0E1F"/>
    <w:rsid w:val="005A11E3"/>
    <w:rsid w:val="005A1571"/>
    <w:rsid w:val="005A15EF"/>
    <w:rsid w:val="005A1873"/>
    <w:rsid w:val="005A1B6E"/>
    <w:rsid w:val="005A1BF3"/>
    <w:rsid w:val="005A1E6B"/>
    <w:rsid w:val="005A1F99"/>
    <w:rsid w:val="005A2112"/>
    <w:rsid w:val="005A211F"/>
    <w:rsid w:val="005A2389"/>
    <w:rsid w:val="005A2684"/>
    <w:rsid w:val="005A2716"/>
    <w:rsid w:val="005A2A9A"/>
    <w:rsid w:val="005A2B68"/>
    <w:rsid w:val="005A2C1D"/>
    <w:rsid w:val="005A2C2B"/>
    <w:rsid w:val="005A2C78"/>
    <w:rsid w:val="005A2E5D"/>
    <w:rsid w:val="005A2EAA"/>
    <w:rsid w:val="005A2F03"/>
    <w:rsid w:val="005A30D0"/>
    <w:rsid w:val="005A30F1"/>
    <w:rsid w:val="005A325E"/>
    <w:rsid w:val="005A34BD"/>
    <w:rsid w:val="005A353A"/>
    <w:rsid w:val="005A35F9"/>
    <w:rsid w:val="005A3645"/>
    <w:rsid w:val="005A3731"/>
    <w:rsid w:val="005A38E0"/>
    <w:rsid w:val="005A3AA0"/>
    <w:rsid w:val="005A3DD9"/>
    <w:rsid w:val="005A3EB9"/>
    <w:rsid w:val="005A4027"/>
    <w:rsid w:val="005A4035"/>
    <w:rsid w:val="005A4344"/>
    <w:rsid w:val="005A4527"/>
    <w:rsid w:val="005A45F1"/>
    <w:rsid w:val="005A49B8"/>
    <w:rsid w:val="005A4A8F"/>
    <w:rsid w:val="005A4CF8"/>
    <w:rsid w:val="005A4D6C"/>
    <w:rsid w:val="005A4DAE"/>
    <w:rsid w:val="005A4EF8"/>
    <w:rsid w:val="005A5062"/>
    <w:rsid w:val="005A522C"/>
    <w:rsid w:val="005A52D5"/>
    <w:rsid w:val="005A537E"/>
    <w:rsid w:val="005A593B"/>
    <w:rsid w:val="005A5AD1"/>
    <w:rsid w:val="005A5D44"/>
    <w:rsid w:val="005A602D"/>
    <w:rsid w:val="005A60B7"/>
    <w:rsid w:val="005A6295"/>
    <w:rsid w:val="005A6512"/>
    <w:rsid w:val="005A66B5"/>
    <w:rsid w:val="005A6900"/>
    <w:rsid w:val="005A6978"/>
    <w:rsid w:val="005A69E6"/>
    <w:rsid w:val="005A6BA1"/>
    <w:rsid w:val="005A6C14"/>
    <w:rsid w:val="005A6F71"/>
    <w:rsid w:val="005A6FA3"/>
    <w:rsid w:val="005A714D"/>
    <w:rsid w:val="005A75E5"/>
    <w:rsid w:val="005A7925"/>
    <w:rsid w:val="005A7986"/>
    <w:rsid w:val="005A7D70"/>
    <w:rsid w:val="005A7E5F"/>
    <w:rsid w:val="005B004A"/>
    <w:rsid w:val="005B0142"/>
    <w:rsid w:val="005B015E"/>
    <w:rsid w:val="005B01A5"/>
    <w:rsid w:val="005B0476"/>
    <w:rsid w:val="005B04F7"/>
    <w:rsid w:val="005B05BD"/>
    <w:rsid w:val="005B061B"/>
    <w:rsid w:val="005B0788"/>
    <w:rsid w:val="005B09AE"/>
    <w:rsid w:val="005B0A81"/>
    <w:rsid w:val="005B0CC1"/>
    <w:rsid w:val="005B11C9"/>
    <w:rsid w:val="005B14E2"/>
    <w:rsid w:val="005B15C6"/>
    <w:rsid w:val="005B1714"/>
    <w:rsid w:val="005B1A30"/>
    <w:rsid w:val="005B1A80"/>
    <w:rsid w:val="005B1AF0"/>
    <w:rsid w:val="005B1D8F"/>
    <w:rsid w:val="005B1FDA"/>
    <w:rsid w:val="005B2121"/>
    <w:rsid w:val="005B229E"/>
    <w:rsid w:val="005B22D2"/>
    <w:rsid w:val="005B2470"/>
    <w:rsid w:val="005B2494"/>
    <w:rsid w:val="005B2707"/>
    <w:rsid w:val="005B29AB"/>
    <w:rsid w:val="005B2D5D"/>
    <w:rsid w:val="005B2D80"/>
    <w:rsid w:val="005B3015"/>
    <w:rsid w:val="005B31C1"/>
    <w:rsid w:val="005B31D7"/>
    <w:rsid w:val="005B33E5"/>
    <w:rsid w:val="005B3601"/>
    <w:rsid w:val="005B36AA"/>
    <w:rsid w:val="005B371E"/>
    <w:rsid w:val="005B387A"/>
    <w:rsid w:val="005B3DD0"/>
    <w:rsid w:val="005B3FDF"/>
    <w:rsid w:val="005B4073"/>
    <w:rsid w:val="005B44BA"/>
    <w:rsid w:val="005B44E4"/>
    <w:rsid w:val="005B452A"/>
    <w:rsid w:val="005B46AA"/>
    <w:rsid w:val="005B4B03"/>
    <w:rsid w:val="005B4B19"/>
    <w:rsid w:val="005B4E2B"/>
    <w:rsid w:val="005B4E58"/>
    <w:rsid w:val="005B4E9C"/>
    <w:rsid w:val="005B50AB"/>
    <w:rsid w:val="005B5330"/>
    <w:rsid w:val="005B5473"/>
    <w:rsid w:val="005B547B"/>
    <w:rsid w:val="005B5745"/>
    <w:rsid w:val="005B5774"/>
    <w:rsid w:val="005B5B19"/>
    <w:rsid w:val="005B5DB4"/>
    <w:rsid w:val="005B5ED3"/>
    <w:rsid w:val="005B6284"/>
    <w:rsid w:val="005B64B0"/>
    <w:rsid w:val="005B64E1"/>
    <w:rsid w:val="005B665C"/>
    <w:rsid w:val="005B690F"/>
    <w:rsid w:val="005B6BD5"/>
    <w:rsid w:val="005B715C"/>
    <w:rsid w:val="005B71DB"/>
    <w:rsid w:val="005B7266"/>
    <w:rsid w:val="005B75B1"/>
    <w:rsid w:val="005B76F5"/>
    <w:rsid w:val="005B7837"/>
    <w:rsid w:val="005B783F"/>
    <w:rsid w:val="005B7856"/>
    <w:rsid w:val="005B7896"/>
    <w:rsid w:val="005B7A87"/>
    <w:rsid w:val="005B7DFF"/>
    <w:rsid w:val="005B7FC8"/>
    <w:rsid w:val="005C007C"/>
    <w:rsid w:val="005C01EA"/>
    <w:rsid w:val="005C026E"/>
    <w:rsid w:val="005C0376"/>
    <w:rsid w:val="005C0488"/>
    <w:rsid w:val="005C04B8"/>
    <w:rsid w:val="005C0511"/>
    <w:rsid w:val="005C0581"/>
    <w:rsid w:val="005C0677"/>
    <w:rsid w:val="005C08AA"/>
    <w:rsid w:val="005C0A7A"/>
    <w:rsid w:val="005C0B27"/>
    <w:rsid w:val="005C0B76"/>
    <w:rsid w:val="005C0D1D"/>
    <w:rsid w:val="005C0E76"/>
    <w:rsid w:val="005C0F59"/>
    <w:rsid w:val="005C156E"/>
    <w:rsid w:val="005C1674"/>
    <w:rsid w:val="005C1749"/>
    <w:rsid w:val="005C181A"/>
    <w:rsid w:val="005C1937"/>
    <w:rsid w:val="005C193D"/>
    <w:rsid w:val="005C1E92"/>
    <w:rsid w:val="005C1ED6"/>
    <w:rsid w:val="005C2019"/>
    <w:rsid w:val="005C21E1"/>
    <w:rsid w:val="005C22AE"/>
    <w:rsid w:val="005C22C3"/>
    <w:rsid w:val="005C2375"/>
    <w:rsid w:val="005C281D"/>
    <w:rsid w:val="005C2924"/>
    <w:rsid w:val="005C29DC"/>
    <w:rsid w:val="005C2A4F"/>
    <w:rsid w:val="005C2C30"/>
    <w:rsid w:val="005C2E70"/>
    <w:rsid w:val="005C2F93"/>
    <w:rsid w:val="005C344E"/>
    <w:rsid w:val="005C348B"/>
    <w:rsid w:val="005C35A2"/>
    <w:rsid w:val="005C369B"/>
    <w:rsid w:val="005C3862"/>
    <w:rsid w:val="005C393A"/>
    <w:rsid w:val="005C3958"/>
    <w:rsid w:val="005C3985"/>
    <w:rsid w:val="005C3AA1"/>
    <w:rsid w:val="005C3AC0"/>
    <w:rsid w:val="005C3E76"/>
    <w:rsid w:val="005C3FE1"/>
    <w:rsid w:val="005C40C1"/>
    <w:rsid w:val="005C40E5"/>
    <w:rsid w:val="005C44B0"/>
    <w:rsid w:val="005C4804"/>
    <w:rsid w:val="005C492A"/>
    <w:rsid w:val="005C4A7D"/>
    <w:rsid w:val="005C4AF5"/>
    <w:rsid w:val="005C4BED"/>
    <w:rsid w:val="005C4C82"/>
    <w:rsid w:val="005C4E9A"/>
    <w:rsid w:val="005C4FE3"/>
    <w:rsid w:val="005C507C"/>
    <w:rsid w:val="005C546F"/>
    <w:rsid w:val="005C557F"/>
    <w:rsid w:val="005C569E"/>
    <w:rsid w:val="005C57CF"/>
    <w:rsid w:val="005C5808"/>
    <w:rsid w:val="005C5818"/>
    <w:rsid w:val="005C5B5E"/>
    <w:rsid w:val="005C5DA7"/>
    <w:rsid w:val="005C5F1E"/>
    <w:rsid w:val="005C5F96"/>
    <w:rsid w:val="005C6203"/>
    <w:rsid w:val="005C6261"/>
    <w:rsid w:val="005C6382"/>
    <w:rsid w:val="005C674B"/>
    <w:rsid w:val="005C6850"/>
    <w:rsid w:val="005C6869"/>
    <w:rsid w:val="005C6971"/>
    <w:rsid w:val="005C6986"/>
    <w:rsid w:val="005C6F73"/>
    <w:rsid w:val="005C718C"/>
    <w:rsid w:val="005C7299"/>
    <w:rsid w:val="005C74FA"/>
    <w:rsid w:val="005C74FC"/>
    <w:rsid w:val="005C7866"/>
    <w:rsid w:val="005C788C"/>
    <w:rsid w:val="005C796C"/>
    <w:rsid w:val="005C7B18"/>
    <w:rsid w:val="005C7F08"/>
    <w:rsid w:val="005C7F58"/>
    <w:rsid w:val="005C7F5B"/>
    <w:rsid w:val="005D058D"/>
    <w:rsid w:val="005D05EA"/>
    <w:rsid w:val="005D061F"/>
    <w:rsid w:val="005D0677"/>
    <w:rsid w:val="005D0684"/>
    <w:rsid w:val="005D08A2"/>
    <w:rsid w:val="005D09EE"/>
    <w:rsid w:val="005D0A37"/>
    <w:rsid w:val="005D0B71"/>
    <w:rsid w:val="005D0C6D"/>
    <w:rsid w:val="005D0CBE"/>
    <w:rsid w:val="005D0DA5"/>
    <w:rsid w:val="005D0E22"/>
    <w:rsid w:val="005D0E86"/>
    <w:rsid w:val="005D1095"/>
    <w:rsid w:val="005D13E4"/>
    <w:rsid w:val="005D1564"/>
    <w:rsid w:val="005D1686"/>
    <w:rsid w:val="005D188A"/>
    <w:rsid w:val="005D18E9"/>
    <w:rsid w:val="005D1B63"/>
    <w:rsid w:val="005D1C0A"/>
    <w:rsid w:val="005D1DEB"/>
    <w:rsid w:val="005D1E29"/>
    <w:rsid w:val="005D1EB2"/>
    <w:rsid w:val="005D1EB3"/>
    <w:rsid w:val="005D1F60"/>
    <w:rsid w:val="005D2030"/>
    <w:rsid w:val="005D25D5"/>
    <w:rsid w:val="005D261F"/>
    <w:rsid w:val="005D2988"/>
    <w:rsid w:val="005D29EF"/>
    <w:rsid w:val="005D2A9E"/>
    <w:rsid w:val="005D2D26"/>
    <w:rsid w:val="005D2EE5"/>
    <w:rsid w:val="005D2F15"/>
    <w:rsid w:val="005D3276"/>
    <w:rsid w:val="005D355D"/>
    <w:rsid w:val="005D3659"/>
    <w:rsid w:val="005D3839"/>
    <w:rsid w:val="005D3858"/>
    <w:rsid w:val="005D3A10"/>
    <w:rsid w:val="005D3AEB"/>
    <w:rsid w:val="005D3B79"/>
    <w:rsid w:val="005D3BF2"/>
    <w:rsid w:val="005D3FD0"/>
    <w:rsid w:val="005D40DC"/>
    <w:rsid w:val="005D40E1"/>
    <w:rsid w:val="005D4177"/>
    <w:rsid w:val="005D4307"/>
    <w:rsid w:val="005D444F"/>
    <w:rsid w:val="005D44B3"/>
    <w:rsid w:val="005D4756"/>
    <w:rsid w:val="005D47C6"/>
    <w:rsid w:val="005D4A13"/>
    <w:rsid w:val="005D4A6A"/>
    <w:rsid w:val="005D4AC8"/>
    <w:rsid w:val="005D4B11"/>
    <w:rsid w:val="005D4B30"/>
    <w:rsid w:val="005D4B43"/>
    <w:rsid w:val="005D4B4A"/>
    <w:rsid w:val="005D4BDF"/>
    <w:rsid w:val="005D4D89"/>
    <w:rsid w:val="005D5149"/>
    <w:rsid w:val="005D5467"/>
    <w:rsid w:val="005D5528"/>
    <w:rsid w:val="005D5939"/>
    <w:rsid w:val="005D5AF4"/>
    <w:rsid w:val="005D5F9B"/>
    <w:rsid w:val="005D6017"/>
    <w:rsid w:val="005D6142"/>
    <w:rsid w:val="005D6210"/>
    <w:rsid w:val="005D6475"/>
    <w:rsid w:val="005D65C3"/>
    <w:rsid w:val="005D68D6"/>
    <w:rsid w:val="005D69CD"/>
    <w:rsid w:val="005D6A60"/>
    <w:rsid w:val="005D6C86"/>
    <w:rsid w:val="005D6CEC"/>
    <w:rsid w:val="005D7155"/>
    <w:rsid w:val="005D715D"/>
    <w:rsid w:val="005D720C"/>
    <w:rsid w:val="005D758A"/>
    <w:rsid w:val="005D76C6"/>
    <w:rsid w:val="005D77F6"/>
    <w:rsid w:val="005D7A34"/>
    <w:rsid w:val="005D7AB8"/>
    <w:rsid w:val="005D7C03"/>
    <w:rsid w:val="005D7FE0"/>
    <w:rsid w:val="005E02B4"/>
    <w:rsid w:val="005E02CF"/>
    <w:rsid w:val="005E0321"/>
    <w:rsid w:val="005E060B"/>
    <w:rsid w:val="005E087F"/>
    <w:rsid w:val="005E0C1A"/>
    <w:rsid w:val="005E0EAB"/>
    <w:rsid w:val="005E0F83"/>
    <w:rsid w:val="005E13B1"/>
    <w:rsid w:val="005E13F8"/>
    <w:rsid w:val="005E14C5"/>
    <w:rsid w:val="005E15B2"/>
    <w:rsid w:val="005E1B2B"/>
    <w:rsid w:val="005E1DCB"/>
    <w:rsid w:val="005E1E8C"/>
    <w:rsid w:val="005E1ECF"/>
    <w:rsid w:val="005E1F83"/>
    <w:rsid w:val="005E2289"/>
    <w:rsid w:val="005E2385"/>
    <w:rsid w:val="005E24DE"/>
    <w:rsid w:val="005E278B"/>
    <w:rsid w:val="005E2BB6"/>
    <w:rsid w:val="005E2C4E"/>
    <w:rsid w:val="005E2D7D"/>
    <w:rsid w:val="005E2F1E"/>
    <w:rsid w:val="005E2FA4"/>
    <w:rsid w:val="005E2FD5"/>
    <w:rsid w:val="005E3036"/>
    <w:rsid w:val="005E327F"/>
    <w:rsid w:val="005E33ED"/>
    <w:rsid w:val="005E34A8"/>
    <w:rsid w:val="005E3795"/>
    <w:rsid w:val="005E37E5"/>
    <w:rsid w:val="005E3898"/>
    <w:rsid w:val="005E3951"/>
    <w:rsid w:val="005E39E2"/>
    <w:rsid w:val="005E3A51"/>
    <w:rsid w:val="005E3BDA"/>
    <w:rsid w:val="005E3FF4"/>
    <w:rsid w:val="005E4198"/>
    <w:rsid w:val="005E4346"/>
    <w:rsid w:val="005E434D"/>
    <w:rsid w:val="005E45FB"/>
    <w:rsid w:val="005E4BDD"/>
    <w:rsid w:val="005E4CF5"/>
    <w:rsid w:val="005E4DFE"/>
    <w:rsid w:val="005E4F71"/>
    <w:rsid w:val="005E53BB"/>
    <w:rsid w:val="005E55B3"/>
    <w:rsid w:val="005E569E"/>
    <w:rsid w:val="005E5881"/>
    <w:rsid w:val="005E5917"/>
    <w:rsid w:val="005E5A12"/>
    <w:rsid w:val="005E5BA9"/>
    <w:rsid w:val="005E5CB0"/>
    <w:rsid w:val="005E5D32"/>
    <w:rsid w:val="005E5FFD"/>
    <w:rsid w:val="005E6022"/>
    <w:rsid w:val="005E6552"/>
    <w:rsid w:val="005E6555"/>
    <w:rsid w:val="005E6624"/>
    <w:rsid w:val="005E686D"/>
    <w:rsid w:val="005E6893"/>
    <w:rsid w:val="005E68EC"/>
    <w:rsid w:val="005E6EFD"/>
    <w:rsid w:val="005E7104"/>
    <w:rsid w:val="005E7304"/>
    <w:rsid w:val="005E7753"/>
    <w:rsid w:val="005E77BE"/>
    <w:rsid w:val="005E78F7"/>
    <w:rsid w:val="005E7902"/>
    <w:rsid w:val="005E792D"/>
    <w:rsid w:val="005E79A1"/>
    <w:rsid w:val="005E7A88"/>
    <w:rsid w:val="005E7ADF"/>
    <w:rsid w:val="005E7B21"/>
    <w:rsid w:val="005E7B65"/>
    <w:rsid w:val="005E7BB7"/>
    <w:rsid w:val="005F0001"/>
    <w:rsid w:val="005F003B"/>
    <w:rsid w:val="005F0066"/>
    <w:rsid w:val="005F00B9"/>
    <w:rsid w:val="005F02A8"/>
    <w:rsid w:val="005F030B"/>
    <w:rsid w:val="005F032D"/>
    <w:rsid w:val="005F0345"/>
    <w:rsid w:val="005F0361"/>
    <w:rsid w:val="005F0442"/>
    <w:rsid w:val="005F0533"/>
    <w:rsid w:val="005F05B3"/>
    <w:rsid w:val="005F08F5"/>
    <w:rsid w:val="005F09F2"/>
    <w:rsid w:val="005F0B05"/>
    <w:rsid w:val="005F0BD2"/>
    <w:rsid w:val="005F0C91"/>
    <w:rsid w:val="005F0CE8"/>
    <w:rsid w:val="005F0D7D"/>
    <w:rsid w:val="005F0F44"/>
    <w:rsid w:val="005F1183"/>
    <w:rsid w:val="005F130F"/>
    <w:rsid w:val="005F1436"/>
    <w:rsid w:val="005F145F"/>
    <w:rsid w:val="005F1797"/>
    <w:rsid w:val="005F1BB4"/>
    <w:rsid w:val="005F1C4F"/>
    <w:rsid w:val="005F1E96"/>
    <w:rsid w:val="005F1FF1"/>
    <w:rsid w:val="005F1FF5"/>
    <w:rsid w:val="005F205D"/>
    <w:rsid w:val="005F247F"/>
    <w:rsid w:val="005F2484"/>
    <w:rsid w:val="005F251D"/>
    <w:rsid w:val="005F256D"/>
    <w:rsid w:val="005F25B6"/>
    <w:rsid w:val="005F2604"/>
    <w:rsid w:val="005F286E"/>
    <w:rsid w:val="005F2A4A"/>
    <w:rsid w:val="005F2B9A"/>
    <w:rsid w:val="005F2BDD"/>
    <w:rsid w:val="005F2C54"/>
    <w:rsid w:val="005F2E40"/>
    <w:rsid w:val="005F2E8C"/>
    <w:rsid w:val="005F2F67"/>
    <w:rsid w:val="005F2F97"/>
    <w:rsid w:val="005F300D"/>
    <w:rsid w:val="005F3066"/>
    <w:rsid w:val="005F309E"/>
    <w:rsid w:val="005F3178"/>
    <w:rsid w:val="005F31DE"/>
    <w:rsid w:val="005F328F"/>
    <w:rsid w:val="005F33D6"/>
    <w:rsid w:val="005F3651"/>
    <w:rsid w:val="005F3953"/>
    <w:rsid w:val="005F3A4C"/>
    <w:rsid w:val="005F3A55"/>
    <w:rsid w:val="005F3CC1"/>
    <w:rsid w:val="005F3D82"/>
    <w:rsid w:val="005F3DDA"/>
    <w:rsid w:val="005F3EC7"/>
    <w:rsid w:val="005F3F28"/>
    <w:rsid w:val="005F3FD0"/>
    <w:rsid w:val="005F4176"/>
    <w:rsid w:val="005F42A8"/>
    <w:rsid w:val="005F449A"/>
    <w:rsid w:val="005F45B5"/>
    <w:rsid w:val="005F4C35"/>
    <w:rsid w:val="005F4D0C"/>
    <w:rsid w:val="005F4E32"/>
    <w:rsid w:val="005F4F0F"/>
    <w:rsid w:val="005F5007"/>
    <w:rsid w:val="005F50E6"/>
    <w:rsid w:val="005F5110"/>
    <w:rsid w:val="005F52E3"/>
    <w:rsid w:val="005F543B"/>
    <w:rsid w:val="005F5732"/>
    <w:rsid w:val="005F5784"/>
    <w:rsid w:val="005F57B2"/>
    <w:rsid w:val="005F58C4"/>
    <w:rsid w:val="005F594F"/>
    <w:rsid w:val="005F5E09"/>
    <w:rsid w:val="005F5E2B"/>
    <w:rsid w:val="005F60C3"/>
    <w:rsid w:val="005F60EC"/>
    <w:rsid w:val="005F62F6"/>
    <w:rsid w:val="005F6558"/>
    <w:rsid w:val="005F6845"/>
    <w:rsid w:val="005F689D"/>
    <w:rsid w:val="005F6908"/>
    <w:rsid w:val="005F6981"/>
    <w:rsid w:val="005F6998"/>
    <w:rsid w:val="005F69ED"/>
    <w:rsid w:val="005F6C1A"/>
    <w:rsid w:val="005F6FA4"/>
    <w:rsid w:val="005F72E5"/>
    <w:rsid w:val="005F7329"/>
    <w:rsid w:val="005F7400"/>
    <w:rsid w:val="005F7482"/>
    <w:rsid w:val="005F75AC"/>
    <w:rsid w:val="005F75B1"/>
    <w:rsid w:val="005F76CC"/>
    <w:rsid w:val="005F76E4"/>
    <w:rsid w:val="005F7861"/>
    <w:rsid w:val="005F7ADF"/>
    <w:rsid w:val="005F7B94"/>
    <w:rsid w:val="005F7BFA"/>
    <w:rsid w:val="005F7C21"/>
    <w:rsid w:val="005F7D0D"/>
    <w:rsid w:val="0060006D"/>
    <w:rsid w:val="006000A0"/>
    <w:rsid w:val="00600276"/>
    <w:rsid w:val="006006A0"/>
    <w:rsid w:val="006006A7"/>
    <w:rsid w:val="006008CA"/>
    <w:rsid w:val="0060090B"/>
    <w:rsid w:val="00600A55"/>
    <w:rsid w:val="00600C7D"/>
    <w:rsid w:val="00600E3A"/>
    <w:rsid w:val="00600E4B"/>
    <w:rsid w:val="00600EBC"/>
    <w:rsid w:val="00600F0E"/>
    <w:rsid w:val="006011B4"/>
    <w:rsid w:val="006011E7"/>
    <w:rsid w:val="0060123F"/>
    <w:rsid w:val="00601297"/>
    <w:rsid w:val="006013F1"/>
    <w:rsid w:val="00601582"/>
    <w:rsid w:val="006015B9"/>
    <w:rsid w:val="006015D4"/>
    <w:rsid w:val="0060173C"/>
    <w:rsid w:val="00601781"/>
    <w:rsid w:val="006017D2"/>
    <w:rsid w:val="00601875"/>
    <w:rsid w:val="00601A66"/>
    <w:rsid w:val="00601ADD"/>
    <w:rsid w:val="00601C56"/>
    <w:rsid w:val="00601E3A"/>
    <w:rsid w:val="00601ECE"/>
    <w:rsid w:val="00601F7C"/>
    <w:rsid w:val="00602117"/>
    <w:rsid w:val="006027F9"/>
    <w:rsid w:val="00602B4C"/>
    <w:rsid w:val="00602B8C"/>
    <w:rsid w:val="00602BC7"/>
    <w:rsid w:val="00602CC5"/>
    <w:rsid w:val="00602DAE"/>
    <w:rsid w:val="00602DF7"/>
    <w:rsid w:val="00602E20"/>
    <w:rsid w:val="00602F08"/>
    <w:rsid w:val="00603307"/>
    <w:rsid w:val="00603372"/>
    <w:rsid w:val="006036BC"/>
    <w:rsid w:val="0060373A"/>
    <w:rsid w:val="00603838"/>
    <w:rsid w:val="0060386B"/>
    <w:rsid w:val="00603919"/>
    <w:rsid w:val="00603966"/>
    <w:rsid w:val="00603C39"/>
    <w:rsid w:val="00603C81"/>
    <w:rsid w:val="00603D00"/>
    <w:rsid w:val="00603ECF"/>
    <w:rsid w:val="00603F22"/>
    <w:rsid w:val="00603F64"/>
    <w:rsid w:val="00603F66"/>
    <w:rsid w:val="0060417A"/>
    <w:rsid w:val="006041C4"/>
    <w:rsid w:val="0060429B"/>
    <w:rsid w:val="006042F6"/>
    <w:rsid w:val="00604523"/>
    <w:rsid w:val="00604558"/>
    <w:rsid w:val="0060456F"/>
    <w:rsid w:val="00604789"/>
    <w:rsid w:val="0060478B"/>
    <w:rsid w:val="00604AF8"/>
    <w:rsid w:val="00604DEC"/>
    <w:rsid w:val="00604E84"/>
    <w:rsid w:val="00604F0B"/>
    <w:rsid w:val="00605329"/>
    <w:rsid w:val="00605514"/>
    <w:rsid w:val="00605620"/>
    <w:rsid w:val="0060596D"/>
    <w:rsid w:val="00605A81"/>
    <w:rsid w:val="00605C83"/>
    <w:rsid w:val="00605C95"/>
    <w:rsid w:val="00605E80"/>
    <w:rsid w:val="006065C5"/>
    <w:rsid w:val="006066E8"/>
    <w:rsid w:val="0060678F"/>
    <w:rsid w:val="0060689A"/>
    <w:rsid w:val="006068E5"/>
    <w:rsid w:val="00606CC4"/>
    <w:rsid w:val="00606E1D"/>
    <w:rsid w:val="00606F5F"/>
    <w:rsid w:val="00606FC2"/>
    <w:rsid w:val="006073F4"/>
    <w:rsid w:val="006073FB"/>
    <w:rsid w:val="006074E7"/>
    <w:rsid w:val="0060751B"/>
    <w:rsid w:val="006075F2"/>
    <w:rsid w:val="006076EC"/>
    <w:rsid w:val="00607ACB"/>
    <w:rsid w:val="00607FCF"/>
    <w:rsid w:val="0061004A"/>
    <w:rsid w:val="0061025A"/>
    <w:rsid w:val="006102D4"/>
    <w:rsid w:val="0061039A"/>
    <w:rsid w:val="006104A8"/>
    <w:rsid w:val="006104BC"/>
    <w:rsid w:val="006104D8"/>
    <w:rsid w:val="0061087B"/>
    <w:rsid w:val="0061089C"/>
    <w:rsid w:val="0061096C"/>
    <w:rsid w:val="006109C3"/>
    <w:rsid w:val="00610A1B"/>
    <w:rsid w:val="00610A38"/>
    <w:rsid w:val="00610B77"/>
    <w:rsid w:val="00610C1A"/>
    <w:rsid w:val="00610D88"/>
    <w:rsid w:val="0061118A"/>
    <w:rsid w:val="006111A4"/>
    <w:rsid w:val="006113BA"/>
    <w:rsid w:val="006115AD"/>
    <w:rsid w:val="006115FA"/>
    <w:rsid w:val="0061166E"/>
    <w:rsid w:val="0061182E"/>
    <w:rsid w:val="00611884"/>
    <w:rsid w:val="00611AF4"/>
    <w:rsid w:val="00611AFF"/>
    <w:rsid w:val="00611B05"/>
    <w:rsid w:val="00611C0C"/>
    <w:rsid w:val="00611D6D"/>
    <w:rsid w:val="00611DB0"/>
    <w:rsid w:val="00611EBE"/>
    <w:rsid w:val="00611F94"/>
    <w:rsid w:val="00611F9D"/>
    <w:rsid w:val="00612084"/>
    <w:rsid w:val="006121D2"/>
    <w:rsid w:val="00612248"/>
    <w:rsid w:val="0061232B"/>
    <w:rsid w:val="00612536"/>
    <w:rsid w:val="00612560"/>
    <w:rsid w:val="006125CB"/>
    <w:rsid w:val="00612694"/>
    <w:rsid w:val="00612744"/>
    <w:rsid w:val="0061274B"/>
    <w:rsid w:val="00612817"/>
    <w:rsid w:val="00612883"/>
    <w:rsid w:val="00612B43"/>
    <w:rsid w:val="00612E56"/>
    <w:rsid w:val="00612EB7"/>
    <w:rsid w:val="00612FB8"/>
    <w:rsid w:val="006132F8"/>
    <w:rsid w:val="0061371E"/>
    <w:rsid w:val="00613A0E"/>
    <w:rsid w:val="00613C4B"/>
    <w:rsid w:val="00613C78"/>
    <w:rsid w:val="00613E15"/>
    <w:rsid w:val="00613F0C"/>
    <w:rsid w:val="00613F69"/>
    <w:rsid w:val="00613FCA"/>
    <w:rsid w:val="00614033"/>
    <w:rsid w:val="00614138"/>
    <w:rsid w:val="00614486"/>
    <w:rsid w:val="0061449E"/>
    <w:rsid w:val="006145E4"/>
    <w:rsid w:val="00614960"/>
    <w:rsid w:val="00614983"/>
    <w:rsid w:val="00614A80"/>
    <w:rsid w:val="00614DA0"/>
    <w:rsid w:val="0061501F"/>
    <w:rsid w:val="00615037"/>
    <w:rsid w:val="0061510A"/>
    <w:rsid w:val="0061538E"/>
    <w:rsid w:val="00615467"/>
    <w:rsid w:val="0061547C"/>
    <w:rsid w:val="00615483"/>
    <w:rsid w:val="006154E4"/>
    <w:rsid w:val="0061559A"/>
    <w:rsid w:val="00615847"/>
    <w:rsid w:val="0061599D"/>
    <w:rsid w:val="00615E95"/>
    <w:rsid w:val="00615F01"/>
    <w:rsid w:val="0061602A"/>
    <w:rsid w:val="00616062"/>
    <w:rsid w:val="00616189"/>
    <w:rsid w:val="0061629E"/>
    <w:rsid w:val="0061634C"/>
    <w:rsid w:val="0061660B"/>
    <w:rsid w:val="00616657"/>
    <w:rsid w:val="006168C8"/>
    <w:rsid w:val="00616A69"/>
    <w:rsid w:val="00616AA2"/>
    <w:rsid w:val="00616B9A"/>
    <w:rsid w:val="00616FA5"/>
    <w:rsid w:val="00617316"/>
    <w:rsid w:val="00617452"/>
    <w:rsid w:val="006175F0"/>
    <w:rsid w:val="0061762D"/>
    <w:rsid w:val="0061766B"/>
    <w:rsid w:val="0061787D"/>
    <w:rsid w:val="006179A1"/>
    <w:rsid w:val="00617A41"/>
    <w:rsid w:val="00617B01"/>
    <w:rsid w:val="00617DD8"/>
    <w:rsid w:val="00617DFB"/>
    <w:rsid w:val="006200EE"/>
    <w:rsid w:val="00620483"/>
    <w:rsid w:val="00620647"/>
    <w:rsid w:val="0062065F"/>
    <w:rsid w:val="00620665"/>
    <w:rsid w:val="006207E8"/>
    <w:rsid w:val="00620A86"/>
    <w:rsid w:val="00620C55"/>
    <w:rsid w:val="00621077"/>
    <w:rsid w:val="00621253"/>
    <w:rsid w:val="00621543"/>
    <w:rsid w:val="006217BC"/>
    <w:rsid w:val="00621A31"/>
    <w:rsid w:val="00621AF5"/>
    <w:rsid w:val="00621FE2"/>
    <w:rsid w:val="00622384"/>
    <w:rsid w:val="006223BC"/>
    <w:rsid w:val="006225C7"/>
    <w:rsid w:val="0062273F"/>
    <w:rsid w:val="00622879"/>
    <w:rsid w:val="006228AD"/>
    <w:rsid w:val="00622FB1"/>
    <w:rsid w:val="006231D5"/>
    <w:rsid w:val="006232D0"/>
    <w:rsid w:val="00623436"/>
    <w:rsid w:val="00623B39"/>
    <w:rsid w:val="00623BA9"/>
    <w:rsid w:val="00623C3F"/>
    <w:rsid w:val="00623DAD"/>
    <w:rsid w:val="00623F9C"/>
    <w:rsid w:val="006241E1"/>
    <w:rsid w:val="0062429A"/>
    <w:rsid w:val="00624572"/>
    <w:rsid w:val="0062478B"/>
    <w:rsid w:val="00624804"/>
    <w:rsid w:val="006248A9"/>
    <w:rsid w:val="00624AAF"/>
    <w:rsid w:val="00624D11"/>
    <w:rsid w:val="00624DBB"/>
    <w:rsid w:val="00624F04"/>
    <w:rsid w:val="00624FAD"/>
    <w:rsid w:val="006250BF"/>
    <w:rsid w:val="00625149"/>
    <w:rsid w:val="006251B4"/>
    <w:rsid w:val="006252B0"/>
    <w:rsid w:val="006252B1"/>
    <w:rsid w:val="006252E9"/>
    <w:rsid w:val="0062536C"/>
    <w:rsid w:val="00625800"/>
    <w:rsid w:val="0062580A"/>
    <w:rsid w:val="00625839"/>
    <w:rsid w:val="0062586A"/>
    <w:rsid w:val="006259A6"/>
    <w:rsid w:val="006259AB"/>
    <w:rsid w:val="00625AC3"/>
    <w:rsid w:val="00625E67"/>
    <w:rsid w:val="006263B9"/>
    <w:rsid w:val="006265A5"/>
    <w:rsid w:val="00626B7C"/>
    <w:rsid w:val="00626BA6"/>
    <w:rsid w:val="00626EC0"/>
    <w:rsid w:val="0062710F"/>
    <w:rsid w:val="0062733A"/>
    <w:rsid w:val="00627349"/>
    <w:rsid w:val="006274ED"/>
    <w:rsid w:val="00627761"/>
    <w:rsid w:val="0062781D"/>
    <w:rsid w:val="0062787E"/>
    <w:rsid w:val="006278B8"/>
    <w:rsid w:val="00627A32"/>
    <w:rsid w:val="00627A54"/>
    <w:rsid w:val="00627CD6"/>
    <w:rsid w:val="00627D31"/>
    <w:rsid w:val="00627E8E"/>
    <w:rsid w:val="00627FD5"/>
    <w:rsid w:val="006304DD"/>
    <w:rsid w:val="00630580"/>
    <w:rsid w:val="0063091A"/>
    <w:rsid w:val="00630B35"/>
    <w:rsid w:val="00630BE9"/>
    <w:rsid w:val="00630CC5"/>
    <w:rsid w:val="00630EEB"/>
    <w:rsid w:val="00630FE1"/>
    <w:rsid w:val="0063107B"/>
    <w:rsid w:val="006313E0"/>
    <w:rsid w:val="006314FB"/>
    <w:rsid w:val="006316BB"/>
    <w:rsid w:val="0063181B"/>
    <w:rsid w:val="00631BB4"/>
    <w:rsid w:val="0063220C"/>
    <w:rsid w:val="006322FC"/>
    <w:rsid w:val="0063234E"/>
    <w:rsid w:val="0063243F"/>
    <w:rsid w:val="006324D6"/>
    <w:rsid w:val="00632591"/>
    <w:rsid w:val="006327F9"/>
    <w:rsid w:val="00632A2E"/>
    <w:rsid w:val="00632B5C"/>
    <w:rsid w:val="00632EEC"/>
    <w:rsid w:val="006334DD"/>
    <w:rsid w:val="0063385D"/>
    <w:rsid w:val="00633A88"/>
    <w:rsid w:val="00633BCD"/>
    <w:rsid w:val="00633BF6"/>
    <w:rsid w:val="00633E31"/>
    <w:rsid w:val="00633F53"/>
    <w:rsid w:val="00634022"/>
    <w:rsid w:val="00634066"/>
    <w:rsid w:val="006347EA"/>
    <w:rsid w:val="0063483C"/>
    <w:rsid w:val="00634C29"/>
    <w:rsid w:val="00634D0E"/>
    <w:rsid w:val="00634DBF"/>
    <w:rsid w:val="00634E85"/>
    <w:rsid w:val="006350ED"/>
    <w:rsid w:val="00635122"/>
    <w:rsid w:val="006351C8"/>
    <w:rsid w:val="00635346"/>
    <w:rsid w:val="006353A7"/>
    <w:rsid w:val="00635420"/>
    <w:rsid w:val="006354EF"/>
    <w:rsid w:val="006355AF"/>
    <w:rsid w:val="00635878"/>
    <w:rsid w:val="00635A7F"/>
    <w:rsid w:val="00635C44"/>
    <w:rsid w:val="00635D87"/>
    <w:rsid w:val="00635FE5"/>
    <w:rsid w:val="0063644A"/>
    <w:rsid w:val="006364F8"/>
    <w:rsid w:val="0063660C"/>
    <w:rsid w:val="006368BD"/>
    <w:rsid w:val="0063693B"/>
    <w:rsid w:val="00636ACA"/>
    <w:rsid w:val="00636B29"/>
    <w:rsid w:val="00636B55"/>
    <w:rsid w:val="00636C35"/>
    <w:rsid w:val="00636D03"/>
    <w:rsid w:val="00636D79"/>
    <w:rsid w:val="00636E2D"/>
    <w:rsid w:val="00636EAD"/>
    <w:rsid w:val="00637037"/>
    <w:rsid w:val="006371D2"/>
    <w:rsid w:val="006373BC"/>
    <w:rsid w:val="006373E3"/>
    <w:rsid w:val="0063753C"/>
    <w:rsid w:val="006376B7"/>
    <w:rsid w:val="006377B3"/>
    <w:rsid w:val="0063783E"/>
    <w:rsid w:val="00637882"/>
    <w:rsid w:val="006378B8"/>
    <w:rsid w:val="006379EB"/>
    <w:rsid w:val="00637ABC"/>
    <w:rsid w:val="00637B05"/>
    <w:rsid w:val="006400EC"/>
    <w:rsid w:val="006401B3"/>
    <w:rsid w:val="00640261"/>
    <w:rsid w:val="00640273"/>
    <w:rsid w:val="00640489"/>
    <w:rsid w:val="006404B0"/>
    <w:rsid w:val="006404C8"/>
    <w:rsid w:val="006405A1"/>
    <w:rsid w:val="00640680"/>
    <w:rsid w:val="006406BD"/>
    <w:rsid w:val="006407FB"/>
    <w:rsid w:val="00640987"/>
    <w:rsid w:val="00640A15"/>
    <w:rsid w:val="00640A62"/>
    <w:rsid w:val="00640B45"/>
    <w:rsid w:val="00640C72"/>
    <w:rsid w:val="00640CDF"/>
    <w:rsid w:val="00640D4F"/>
    <w:rsid w:val="00640D78"/>
    <w:rsid w:val="00640FF4"/>
    <w:rsid w:val="0064163F"/>
    <w:rsid w:val="00641686"/>
    <w:rsid w:val="0064181A"/>
    <w:rsid w:val="006418D5"/>
    <w:rsid w:val="00641973"/>
    <w:rsid w:val="00641ADB"/>
    <w:rsid w:val="00641B2F"/>
    <w:rsid w:val="00641C79"/>
    <w:rsid w:val="00641C8E"/>
    <w:rsid w:val="00641C9C"/>
    <w:rsid w:val="00641D17"/>
    <w:rsid w:val="00641E86"/>
    <w:rsid w:val="00641FA6"/>
    <w:rsid w:val="0064212C"/>
    <w:rsid w:val="006422F8"/>
    <w:rsid w:val="006424FA"/>
    <w:rsid w:val="0064250F"/>
    <w:rsid w:val="00642761"/>
    <w:rsid w:val="006427A5"/>
    <w:rsid w:val="00642963"/>
    <w:rsid w:val="006429A5"/>
    <w:rsid w:val="00642BBD"/>
    <w:rsid w:val="00642DFE"/>
    <w:rsid w:val="00642E47"/>
    <w:rsid w:val="00642EFF"/>
    <w:rsid w:val="00642F00"/>
    <w:rsid w:val="00642F4A"/>
    <w:rsid w:val="00642F86"/>
    <w:rsid w:val="00643106"/>
    <w:rsid w:val="006437F0"/>
    <w:rsid w:val="00643BE5"/>
    <w:rsid w:val="00643F5F"/>
    <w:rsid w:val="00643FAE"/>
    <w:rsid w:val="006440F0"/>
    <w:rsid w:val="0064423C"/>
    <w:rsid w:val="0064434C"/>
    <w:rsid w:val="00644409"/>
    <w:rsid w:val="00644A52"/>
    <w:rsid w:val="00644E51"/>
    <w:rsid w:val="00644E83"/>
    <w:rsid w:val="00645042"/>
    <w:rsid w:val="00645156"/>
    <w:rsid w:val="006451D2"/>
    <w:rsid w:val="00645426"/>
    <w:rsid w:val="0064548E"/>
    <w:rsid w:val="0064556F"/>
    <w:rsid w:val="00645A07"/>
    <w:rsid w:val="00645F47"/>
    <w:rsid w:val="006460BB"/>
    <w:rsid w:val="0064632D"/>
    <w:rsid w:val="00646713"/>
    <w:rsid w:val="0064681C"/>
    <w:rsid w:val="00646950"/>
    <w:rsid w:val="00646A1C"/>
    <w:rsid w:val="00646BB6"/>
    <w:rsid w:val="00647013"/>
    <w:rsid w:val="006472A5"/>
    <w:rsid w:val="006472AC"/>
    <w:rsid w:val="006472D3"/>
    <w:rsid w:val="00647540"/>
    <w:rsid w:val="006475DD"/>
    <w:rsid w:val="00647748"/>
    <w:rsid w:val="00647ABB"/>
    <w:rsid w:val="00647BFD"/>
    <w:rsid w:val="00647C73"/>
    <w:rsid w:val="00647C7B"/>
    <w:rsid w:val="00647F6A"/>
    <w:rsid w:val="00650203"/>
    <w:rsid w:val="00650218"/>
    <w:rsid w:val="00650326"/>
    <w:rsid w:val="00650694"/>
    <w:rsid w:val="0065075C"/>
    <w:rsid w:val="006508D3"/>
    <w:rsid w:val="00650998"/>
    <w:rsid w:val="00650AFF"/>
    <w:rsid w:val="00650D22"/>
    <w:rsid w:val="00650D83"/>
    <w:rsid w:val="00650DAC"/>
    <w:rsid w:val="00650DDD"/>
    <w:rsid w:val="006511A9"/>
    <w:rsid w:val="00651270"/>
    <w:rsid w:val="006514FE"/>
    <w:rsid w:val="00651503"/>
    <w:rsid w:val="006515EC"/>
    <w:rsid w:val="006517CC"/>
    <w:rsid w:val="00651864"/>
    <w:rsid w:val="0065189A"/>
    <w:rsid w:val="006519D2"/>
    <w:rsid w:val="00651A3B"/>
    <w:rsid w:val="00651ED7"/>
    <w:rsid w:val="00651EFA"/>
    <w:rsid w:val="00652528"/>
    <w:rsid w:val="00652671"/>
    <w:rsid w:val="00652706"/>
    <w:rsid w:val="00652733"/>
    <w:rsid w:val="006527B0"/>
    <w:rsid w:val="006527C8"/>
    <w:rsid w:val="00652A11"/>
    <w:rsid w:val="00652C30"/>
    <w:rsid w:val="00652C52"/>
    <w:rsid w:val="00652FC8"/>
    <w:rsid w:val="00653280"/>
    <w:rsid w:val="00653585"/>
    <w:rsid w:val="0065365F"/>
    <w:rsid w:val="006536FF"/>
    <w:rsid w:val="006537DF"/>
    <w:rsid w:val="0065384B"/>
    <w:rsid w:val="006538F5"/>
    <w:rsid w:val="00653CB3"/>
    <w:rsid w:val="00653DE8"/>
    <w:rsid w:val="00653F03"/>
    <w:rsid w:val="00654062"/>
    <w:rsid w:val="006541FC"/>
    <w:rsid w:val="006543D4"/>
    <w:rsid w:val="00654581"/>
    <w:rsid w:val="00654620"/>
    <w:rsid w:val="006548BD"/>
    <w:rsid w:val="00654944"/>
    <w:rsid w:val="0065498D"/>
    <w:rsid w:val="00654A59"/>
    <w:rsid w:val="00654CDF"/>
    <w:rsid w:val="00654E76"/>
    <w:rsid w:val="00654F67"/>
    <w:rsid w:val="00654F9E"/>
    <w:rsid w:val="0065508D"/>
    <w:rsid w:val="00655094"/>
    <w:rsid w:val="00655248"/>
    <w:rsid w:val="006552E1"/>
    <w:rsid w:val="006554C5"/>
    <w:rsid w:val="0065578F"/>
    <w:rsid w:val="00655A37"/>
    <w:rsid w:val="00655CA8"/>
    <w:rsid w:val="00655DFC"/>
    <w:rsid w:val="0065601B"/>
    <w:rsid w:val="006561A3"/>
    <w:rsid w:val="006567E0"/>
    <w:rsid w:val="00656827"/>
    <w:rsid w:val="0065684A"/>
    <w:rsid w:val="00656968"/>
    <w:rsid w:val="00656A0D"/>
    <w:rsid w:val="00656A96"/>
    <w:rsid w:val="00656AB0"/>
    <w:rsid w:val="00656ACA"/>
    <w:rsid w:val="00656C27"/>
    <w:rsid w:val="00656D5F"/>
    <w:rsid w:val="00656FD4"/>
    <w:rsid w:val="0065703B"/>
    <w:rsid w:val="006570EA"/>
    <w:rsid w:val="0065713F"/>
    <w:rsid w:val="00657659"/>
    <w:rsid w:val="0065768E"/>
    <w:rsid w:val="00657760"/>
    <w:rsid w:val="006578DC"/>
    <w:rsid w:val="00657993"/>
    <w:rsid w:val="00657AF2"/>
    <w:rsid w:val="00657BED"/>
    <w:rsid w:val="00657C0B"/>
    <w:rsid w:val="00657C20"/>
    <w:rsid w:val="00657D46"/>
    <w:rsid w:val="00657D90"/>
    <w:rsid w:val="00657FA0"/>
    <w:rsid w:val="006600A9"/>
    <w:rsid w:val="00660850"/>
    <w:rsid w:val="00660856"/>
    <w:rsid w:val="006608E9"/>
    <w:rsid w:val="00660994"/>
    <w:rsid w:val="00660BAE"/>
    <w:rsid w:val="00660CB5"/>
    <w:rsid w:val="00661005"/>
    <w:rsid w:val="0066101F"/>
    <w:rsid w:val="006611BE"/>
    <w:rsid w:val="00661252"/>
    <w:rsid w:val="00661545"/>
    <w:rsid w:val="006615DF"/>
    <w:rsid w:val="00661658"/>
    <w:rsid w:val="00661713"/>
    <w:rsid w:val="006617E0"/>
    <w:rsid w:val="00661AB1"/>
    <w:rsid w:val="00661AEB"/>
    <w:rsid w:val="00661BD8"/>
    <w:rsid w:val="00661CDB"/>
    <w:rsid w:val="00661D43"/>
    <w:rsid w:val="00661E1F"/>
    <w:rsid w:val="006620A9"/>
    <w:rsid w:val="00662330"/>
    <w:rsid w:val="00662BCB"/>
    <w:rsid w:val="00662DDB"/>
    <w:rsid w:val="00662E47"/>
    <w:rsid w:val="00663292"/>
    <w:rsid w:val="006636B0"/>
    <w:rsid w:val="00663802"/>
    <w:rsid w:val="0066380A"/>
    <w:rsid w:val="00663895"/>
    <w:rsid w:val="00663C89"/>
    <w:rsid w:val="00663D83"/>
    <w:rsid w:val="00663DEF"/>
    <w:rsid w:val="00663E1D"/>
    <w:rsid w:val="00663E99"/>
    <w:rsid w:val="006640B7"/>
    <w:rsid w:val="006644CB"/>
    <w:rsid w:val="006646B8"/>
    <w:rsid w:val="0066496C"/>
    <w:rsid w:val="00664D22"/>
    <w:rsid w:val="00664E22"/>
    <w:rsid w:val="00664F9D"/>
    <w:rsid w:val="006651CE"/>
    <w:rsid w:val="0066525C"/>
    <w:rsid w:val="00665304"/>
    <w:rsid w:val="006656E5"/>
    <w:rsid w:val="00665759"/>
    <w:rsid w:val="006657A5"/>
    <w:rsid w:val="006657A8"/>
    <w:rsid w:val="006657DB"/>
    <w:rsid w:val="006657E1"/>
    <w:rsid w:val="0066595A"/>
    <w:rsid w:val="00665980"/>
    <w:rsid w:val="0066598B"/>
    <w:rsid w:val="00665D1C"/>
    <w:rsid w:val="00665DB0"/>
    <w:rsid w:val="00665FC7"/>
    <w:rsid w:val="00666173"/>
    <w:rsid w:val="00666308"/>
    <w:rsid w:val="0066630B"/>
    <w:rsid w:val="006663EF"/>
    <w:rsid w:val="006665E7"/>
    <w:rsid w:val="006669D7"/>
    <w:rsid w:val="00666DB5"/>
    <w:rsid w:val="006670A5"/>
    <w:rsid w:val="006672A8"/>
    <w:rsid w:val="006672F0"/>
    <w:rsid w:val="00667443"/>
    <w:rsid w:val="00667635"/>
    <w:rsid w:val="006676E3"/>
    <w:rsid w:val="006677BD"/>
    <w:rsid w:val="006678AF"/>
    <w:rsid w:val="00667D93"/>
    <w:rsid w:val="00667FED"/>
    <w:rsid w:val="00670160"/>
    <w:rsid w:val="006701DF"/>
    <w:rsid w:val="00670401"/>
    <w:rsid w:val="00670468"/>
    <w:rsid w:val="006706CC"/>
    <w:rsid w:val="00670782"/>
    <w:rsid w:val="00670895"/>
    <w:rsid w:val="00670B95"/>
    <w:rsid w:val="00670D3E"/>
    <w:rsid w:val="00670EEE"/>
    <w:rsid w:val="00671010"/>
    <w:rsid w:val="006711F2"/>
    <w:rsid w:val="00671752"/>
    <w:rsid w:val="00671BE8"/>
    <w:rsid w:val="00671BFA"/>
    <w:rsid w:val="00671CC7"/>
    <w:rsid w:val="00671D5E"/>
    <w:rsid w:val="00671E9F"/>
    <w:rsid w:val="00671EEC"/>
    <w:rsid w:val="00671F7E"/>
    <w:rsid w:val="006722DE"/>
    <w:rsid w:val="0067236A"/>
    <w:rsid w:val="00672425"/>
    <w:rsid w:val="00672624"/>
    <w:rsid w:val="00672752"/>
    <w:rsid w:val="006729CA"/>
    <w:rsid w:val="00672B86"/>
    <w:rsid w:val="00672DCB"/>
    <w:rsid w:val="00672E1A"/>
    <w:rsid w:val="00672E3F"/>
    <w:rsid w:val="00673174"/>
    <w:rsid w:val="00673252"/>
    <w:rsid w:val="0067328A"/>
    <w:rsid w:val="006732AC"/>
    <w:rsid w:val="0067331E"/>
    <w:rsid w:val="00673326"/>
    <w:rsid w:val="00673491"/>
    <w:rsid w:val="006734F6"/>
    <w:rsid w:val="006735B8"/>
    <w:rsid w:val="00673876"/>
    <w:rsid w:val="00673933"/>
    <w:rsid w:val="00673974"/>
    <w:rsid w:val="006739E8"/>
    <w:rsid w:val="00673A8B"/>
    <w:rsid w:val="00673C77"/>
    <w:rsid w:val="006740AE"/>
    <w:rsid w:val="0067416D"/>
    <w:rsid w:val="00674334"/>
    <w:rsid w:val="00674385"/>
    <w:rsid w:val="0067457F"/>
    <w:rsid w:val="00674661"/>
    <w:rsid w:val="00674696"/>
    <w:rsid w:val="00674B3A"/>
    <w:rsid w:val="00674D23"/>
    <w:rsid w:val="00674DC8"/>
    <w:rsid w:val="00674EE7"/>
    <w:rsid w:val="00674F40"/>
    <w:rsid w:val="00674F60"/>
    <w:rsid w:val="00674F86"/>
    <w:rsid w:val="0067505D"/>
    <w:rsid w:val="00675186"/>
    <w:rsid w:val="006752BC"/>
    <w:rsid w:val="00675335"/>
    <w:rsid w:val="006755A0"/>
    <w:rsid w:val="00675633"/>
    <w:rsid w:val="0067565C"/>
    <w:rsid w:val="00675D5A"/>
    <w:rsid w:val="00675FB1"/>
    <w:rsid w:val="00676107"/>
    <w:rsid w:val="006762D7"/>
    <w:rsid w:val="00676545"/>
    <w:rsid w:val="006766D0"/>
    <w:rsid w:val="00676724"/>
    <w:rsid w:val="006768DC"/>
    <w:rsid w:val="00676AC0"/>
    <w:rsid w:val="00676C21"/>
    <w:rsid w:val="00676CB6"/>
    <w:rsid w:val="00676D90"/>
    <w:rsid w:val="00676EE1"/>
    <w:rsid w:val="00676EFE"/>
    <w:rsid w:val="00676F0E"/>
    <w:rsid w:val="00677069"/>
    <w:rsid w:val="006773D6"/>
    <w:rsid w:val="006773F9"/>
    <w:rsid w:val="0067759A"/>
    <w:rsid w:val="00677655"/>
    <w:rsid w:val="00677806"/>
    <w:rsid w:val="00677ABF"/>
    <w:rsid w:val="00677BD4"/>
    <w:rsid w:val="00677C1E"/>
    <w:rsid w:val="00677FBA"/>
    <w:rsid w:val="006804FF"/>
    <w:rsid w:val="00680501"/>
    <w:rsid w:val="0068066D"/>
    <w:rsid w:val="0068068E"/>
    <w:rsid w:val="00680820"/>
    <w:rsid w:val="0068089C"/>
    <w:rsid w:val="006808D1"/>
    <w:rsid w:val="00680957"/>
    <w:rsid w:val="00680969"/>
    <w:rsid w:val="00680BD5"/>
    <w:rsid w:val="00680BEF"/>
    <w:rsid w:val="00680D5D"/>
    <w:rsid w:val="00680E8C"/>
    <w:rsid w:val="00680FA4"/>
    <w:rsid w:val="006810A8"/>
    <w:rsid w:val="0068126D"/>
    <w:rsid w:val="006813CA"/>
    <w:rsid w:val="0068153C"/>
    <w:rsid w:val="006815BA"/>
    <w:rsid w:val="00681983"/>
    <w:rsid w:val="00681A5D"/>
    <w:rsid w:val="00681B0D"/>
    <w:rsid w:val="00681F99"/>
    <w:rsid w:val="006821B1"/>
    <w:rsid w:val="00682266"/>
    <w:rsid w:val="00682974"/>
    <w:rsid w:val="0068344B"/>
    <w:rsid w:val="006834BB"/>
    <w:rsid w:val="00683649"/>
    <w:rsid w:val="006836A3"/>
    <w:rsid w:val="0068394A"/>
    <w:rsid w:val="00683B7E"/>
    <w:rsid w:val="00683E5D"/>
    <w:rsid w:val="0068408E"/>
    <w:rsid w:val="00684509"/>
    <w:rsid w:val="0068478A"/>
    <w:rsid w:val="00684C3C"/>
    <w:rsid w:val="00684EB8"/>
    <w:rsid w:val="00685043"/>
    <w:rsid w:val="00685184"/>
    <w:rsid w:val="0068556C"/>
    <w:rsid w:val="006855EB"/>
    <w:rsid w:val="00685617"/>
    <w:rsid w:val="0068572C"/>
    <w:rsid w:val="0068584F"/>
    <w:rsid w:val="00685953"/>
    <w:rsid w:val="00685B8B"/>
    <w:rsid w:val="00685D03"/>
    <w:rsid w:val="00685E40"/>
    <w:rsid w:val="0068639D"/>
    <w:rsid w:val="0068650B"/>
    <w:rsid w:val="00686650"/>
    <w:rsid w:val="00686782"/>
    <w:rsid w:val="006867A1"/>
    <w:rsid w:val="00686889"/>
    <w:rsid w:val="00686A5E"/>
    <w:rsid w:val="00686AF7"/>
    <w:rsid w:val="00686C88"/>
    <w:rsid w:val="00686D4A"/>
    <w:rsid w:val="00686DCB"/>
    <w:rsid w:val="00686FFC"/>
    <w:rsid w:val="006870DB"/>
    <w:rsid w:val="00687268"/>
    <w:rsid w:val="006875D1"/>
    <w:rsid w:val="00687635"/>
    <w:rsid w:val="0068768E"/>
    <w:rsid w:val="006877AA"/>
    <w:rsid w:val="00687844"/>
    <w:rsid w:val="00687947"/>
    <w:rsid w:val="00687AC2"/>
    <w:rsid w:val="00687CE0"/>
    <w:rsid w:val="00687EDD"/>
    <w:rsid w:val="00690091"/>
    <w:rsid w:val="0069048A"/>
    <w:rsid w:val="00690962"/>
    <w:rsid w:val="00690990"/>
    <w:rsid w:val="00690AD0"/>
    <w:rsid w:val="00690DDB"/>
    <w:rsid w:val="00690EC0"/>
    <w:rsid w:val="00690F27"/>
    <w:rsid w:val="00691219"/>
    <w:rsid w:val="00691443"/>
    <w:rsid w:val="006917BD"/>
    <w:rsid w:val="006918E4"/>
    <w:rsid w:val="00691B0C"/>
    <w:rsid w:val="00691BC5"/>
    <w:rsid w:val="00691CE9"/>
    <w:rsid w:val="00691E3A"/>
    <w:rsid w:val="00691EBD"/>
    <w:rsid w:val="006920E0"/>
    <w:rsid w:val="0069212E"/>
    <w:rsid w:val="006921E8"/>
    <w:rsid w:val="00692504"/>
    <w:rsid w:val="006925D6"/>
    <w:rsid w:val="00692772"/>
    <w:rsid w:val="0069288A"/>
    <w:rsid w:val="00692ABA"/>
    <w:rsid w:val="00692B92"/>
    <w:rsid w:val="00692E90"/>
    <w:rsid w:val="00692FD3"/>
    <w:rsid w:val="006932F8"/>
    <w:rsid w:val="00693409"/>
    <w:rsid w:val="006934C2"/>
    <w:rsid w:val="00693527"/>
    <w:rsid w:val="0069359F"/>
    <w:rsid w:val="006938B9"/>
    <w:rsid w:val="00693913"/>
    <w:rsid w:val="00693941"/>
    <w:rsid w:val="0069399D"/>
    <w:rsid w:val="00693D1D"/>
    <w:rsid w:val="00694320"/>
    <w:rsid w:val="00694516"/>
    <w:rsid w:val="00694616"/>
    <w:rsid w:val="0069496D"/>
    <w:rsid w:val="00694BC0"/>
    <w:rsid w:val="00694D1B"/>
    <w:rsid w:val="00694D4C"/>
    <w:rsid w:val="00694DEA"/>
    <w:rsid w:val="0069500C"/>
    <w:rsid w:val="006952BF"/>
    <w:rsid w:val="006952CA"/>
    <w:rsid w:val="00695377"/>
    <w:rsid w:val="006953D5"/>
    <w:rsid w:val="00695607"/>
    <w:rsid w:val="00695964"/>
    <w:rsid w:val="00695D4D"/>
    <w:rsid w:val="00695EE8"/>
    <w:rsid w:val="00696033"/>
    <w:rsid w:val="006964D8"/>
    <w:rsid w:val="0069688D"/>
    <w:rsid w:val="006968D6"/>
    <w:rsid w:val="006969E0"/>
    <w:rsid w:val="00696F63"/>
    <w:rsid w:val="00696F9E"/>
    <w:rsid w:val="0069706B"/>
    <w:rsid w:val="006972A5"/>
    <w:rsid w:val="006973BA"/>
    <w:rsid w:val="00697624"/>
    <w:rsid w:val="006976B0"/>
    <w:rsid w:val="00697741"/>
    <w:rsid w:val="00697C2B"/>
    <w:rsid w:val="00697CCA"/>
    <w:rsid w:val="00697CF0"/>
    <w:rsid w:val="00697DBE"/>
    <w:rsid w:val="00697DEA"/>
    <w:rsid w:val="00697E75"/>
    <w:rsid w:val="00697E7E"/>
    <w:rsid w:val="006A0147"/>
    <w:rsid w:val="006A0677"/>
    <w:rsid w:val="006A0ABC"/>
    <w:rsid w:val="006A0B1D"/>
    <w:rsid w:val="006A0BF9"/>
    <w:rsid w:val="006A0D07"/>
    <w:rsid w:val="006A0E37"/>
    <w:rsid w:val="006A0F1D"/>
    <w:rsid w:val="006A0FB3"/>
    <w:rsid w:val="006A1031"/>
    <w:rsid w:val="006A1046"/>
    <w:rsid w:val="006A1139"/>
    <w:rsid w:val="006A11A1"/>
    <w:rsid w:val="006A12FC"/>
    <w:rsid w:val="006A163E"/>
    <w:rsid w:val="006A17B1"/>
    <w:rsid w:val="006A1D75"/>
    <w:rsid w:val="006A2169"/>
    <w:rsid w:val="006A221F"/>
    <w:rsid w:val="006A22EC"/>
    <w:rsid w:val="006A253C"/>
    <w:rsid w:val="006A259F"/>
    <w:rsid w:val="006A2648"/>
    <w:rsid w:val="006A2795"/>
    <w:rsid w:val="006A2991"/>
    <w:rsid w:val="006A2C82"/>
    <w:rsid w:val="006A2D1A"/>
    <w:rsid w:val="006A2DDF"/>
    <w:rsid w:val="006A2ED9"/>
    <w:rsid w:val="006A303F"/>
    <w:rsid w:val="006A30C7"/>
    <w:rsid w:val="006A3200"/>
    <w:rsid w:val="006A356F"/>
    <w:rsid w:val="006A3661"/>
    <w:rsid w:val="006A36CE"/>
    <w:rsid w:val="006A36E8"/>
    <w:rsid w:val="006A374E"/>
    <w:rsid w:val="006A3A59"/>
    <w:rsid w:val="006A3AA6"/>
    <w:rsid w:val="006A3B24"/>
    <w:rsid w:val="006A3BB0"/>
    <w:rsid w:val="006A3CB3"/>
    <w:rsid w:val="006A3F87"/>
    <w:rsid w:val="006A4054"/>
    <w:rsid w:val="006A4091"/>
    <w:rsid w:val="006A426C"/>
    <w:rsid w:val="006A470D"/>
    <w:rsid w:val="006A4788"/>
    <w:rsid w:val="006A48B9"/>
    <w:rsid w:val="006A4A38"/>
    <w:rsid w:val="006A4BA7"/>
    <w:rsid w:val="006A4CCC"/>
    <w:rsid w:val="006A4D50"/>
    <w:rsid w:val="006A5188"/>
    <w:rsid w:val="006A540B"/>
    <w:rsid w:val="006A56F1"/>
    <w:rsid w:val="006A5D2F"/>
    <w:rsid w:val="006A5DD3"/>
    <w:rsid w:val="006A5F3E"/>
    <w:rsid w:val="006A5F7F"/>
    <w:rsid w:val="006A6092"/>
    <w:rsid w:val="006A621F"/>
    <w:rsid w:val="006A628D"/>
    <w:rsid w:val="006A62A3"/>
    <w:rsid w:val="006A6464"/>
    <w:rsid w:val="006A6718"/>
    <w:rsid w:val="006A6861"/>
    <w:rsid w:val="006A69AD"/>
    <w:rsid w:val="006A6CDB"/>
    <w:rsid w:val="006A7115"/>
    <w:rsid w:val="006A72EB"/>
    <w:rsid w:val="006A75CA"/>
    <w:rsid w:val="006A76EB"/>
    <w:rsid w:val="006A7A11"/>
    <w:rsid w:val="006A7B89"/>
    <w:rsid w:val="006A7EE8"/>
    <w:rsid w:val="006B014D"/>
    <w:rsid w:val="006B05BC"/>
    <w:rsid w:val="006B061B"/>
    <w:rsid w:val="006B08B4"/>
    <w:rsid w:val="006B08ED"/>
    <w:rsid w:val="006B08F7"/>
    <w:rsid w:val="006B099E"/>
    <w:rsid w:val="006B0C59"/>
    <w:rsid w:val="006B107C"/>
    <w:rsid w:val="006B1292"/>
    <w:rsid w:val="006B13D6"/>
    <w:rsid w:val="006B153A"/>
    <w:rsid w:val="006B1789"/>
    <w:rsid w:val="006B1859"/>
    <w:rsid w:val="006B1898"/>
    <w:rsid w:val="006B1992"/>
    <w:rsid w:val="006B1A9A"/>
    <w:rsid w:val="006B1B6A"/>
    <w:rsid w:val="006B1D9D"/>
    <w:rsid w:val="006B1DD6"/>
    <w:rsid w:val="006B1EBF"/>
    <w:rsid w:val="006B1F2B"/>
    <w:rsid w:val="006B21D9"/>
    <w:rsid w:val="006B2246"/>
    <w:rsid w:val="006B22BE"/>
    <w:rsid w:val="006B24D3"/>
    <w:rsid w:val="006B28DB"/>
    <w:rsid w:val="006B2988"/>
    <w:rsid w:val="006B29C5"/>
    <w:rsid w:val="006B2C59"/>
    <w:rsid w:val="006B2D87"/>
    <w:rsid w:val="006B2E02"/>
    <w:rsid w:val="006B2F41"/>
    <w:rsid w:val="006B2F61"/>
    <w:rsid w:val="006B2F7D"/>
    <w:rsid w:val="006B2FF7"/>
    <w:rsid w:val="006B3110"/>
    <w:rsid w:val="006B315B"/>
    <w:rsid w:val="006B3191"/>
    <w:rsid w:val="006B3378"/>
    <w:rsid w:val="006B348E"/>
    <w:rsid w:val="006B3525"/>
    <w:rsid w:val="006B35DB"/>
    <w:rsid w:val="006B360F"/>
    <w:rsid w:val="006B3628"/>
    <w:rsid w:val="006B392E"/>
    <w:rsid w:val="006B397A"/>
    <w:rsid w:val="006B3A0E"/>
    <w:rsid w:val="006B3A6C"/>
    <w:rsid w:val="006B3A89"/>
    <w:rsid w:val="006B3AB2"/>
    <w:rsid w:val="006B3B3B"/>
    <w:rsid w:val="006B3B5E"/>
    <w:rsid w:val="006B3D55"/>
    <w:rsid w:val="006B3DAC"/>
    <w:rsid w:val="006B3EA5"/>
    <w:rsid w:val="006B3EC1"/>
    <w:rsid w:val="006B4086"/>
    <w:rsid w:val="006B438C"/>
    <w:rsid w:val="006B43D8"/>
    <w:rsid w:val="006B443B"/>
    <w:rsid w:val="006B465D"/>
    <w:rsid w:val="006B46D4"/>
    <w:rsid w:val="006B476C"/>
    <w:rsid w:val="006B47CE"/>
    <w:rsid w:val="006B4A74"/>
    <w:rsid w:val="006B4AD4"/>
    <w:rsid w:val="006B4AEA"/>
    <w:rsid w:val="006B4F0B"/>
    <w:rsid w:val="006B50C3"/>
    <w:rsid w:val="006B513D"/>
    <w:rsid w:val="006B51B0"/>
    <w:rsid w:val="006B539A"/>
    <w:rsid w:val="006B5660"/>
    <w:rsid w:val="006B571E"/>
    <w:rsid w:val="006B5B75"/>
    <w:rsid w:val="006B5C5C"/>
    <w:rsid w:val="006B5D60"/>
    <w:rsid w:val="006B5ECF"/>
    <w:rsid w:val="006B6054"/>
    <w:rsid w:val="006B6255"/>
    <w:rsid w:val="006B6298"/>
    <w:rsid w:val="006B630F"/>
    <w:rsid w:val="006B63BB"/>
    <w:rsid w:val="006B6636"/>
    <w:rsid w:val="006B6709"/>
    <w:rsid w:val="006B6B6F"/>
    <w:rsid w:val="006B6C3A"/>
    <w:rsid w:val="006B6D9A"/>
    <w:rsid w:val="006B6DDF"/>
    <w:rsid w:val="006B6E27"/>
    <w:rsid w:val="006B6E43"/>
    <w:rsid w:val="006B6EC8"/>
    <w:rsid w:val="006B6F06"/>
    <w:rsid w:val="006B706D"/>
    <w:rsid w:val="006B7557"/>
    <w:rsid w:val="006B75A4"/>
    <w:rsid w:val="006B76D3"/>
    <w:rsid w:val="006B7802"/>
    <w:rsid w:val="006B7A57"/>
    <w:rsid w:val="006B7E69"/>
    <w:rsid w:val="006C013C"/>
    <w:rsid w:val="006C0286"/>
    <w:rsid w:val="006C0324"/>
    <w:rsid w:val="006C03DD"/>
    <w:rsid w:val="006C071C"/>
    <w:rsid w:val="006C0870"/>
    <w:rsid w:val="006C0D3F"/>
    <w:rsid w:val="006C0E58"/>
    <w:rsid w:val="006C0F4C"/>
    <w:rsid w:val="006C0FF3"/>
    <w:rsid w:val="006C10C6"/>
    <w:rsid w:val="006C11EE"/>
    <w:rsid w:val="006C12AA"/>
    <w:rsid w:val="006C15D2"/>
    <w:rsid w:val="006C16A7"/>
    <w:rsid w:val="006C176B"/>
    <w:rsid w:val="006C17F3"/>
    <w:rsid w:val="006C1887"/>
    <w:rsid w:val="006C1B81"/>
    <w:rsid w:val="006C1CF4"/>
    <w:rsid w:val="006C1DB0"/>
    <w:rsid w:val="006C1ECC"/>
    <w:rsid w:val="006C2039"/>
    <w:rsid w:val="006C21DB"/>
    <w:rsid w:val="006C2251"/>
    <w:rsid w:val="006C23B6"/>
    <w:rsid w:val="006C246C"/>
    <w:rsid w:val="006C24E8"/>
    <w:rsid w:val="006C2633"/>
    <w:rsid w:val="006C2BA5"/>
    <w:rsid w:val="006C2BBA"/>
    <w:rsid w:val="006C2C23"/>
    <w:rsid w:val="006C2EB1"/>
    <w:rsid w:val="006C3035"/>
    <w:rsid w:val="006C30E8"/>
    <w:rsid w:val="006C33D8"/>
    <w:rsid w:val="006C3542"/>
    <w:rsid w:val="006C35FF"/>
    <w:rsid w:val="006C39C0"/>
    <w:rsid w:val="006C39E5"/>
    <w:rsid w:val="006C3E66"/>
    <w:rsid w:val="006C40F8"/>
    <w:rsid w:val="006C414A"/>
    <w:rsid w:val="006C424C"/>
    <w:rsid w:val="006C4454"/>
    <w:rsid w:val="006C4664"/>
    <w:rsid w:val="006C4875"/>
    <w:rsid w:val="006C4943"/>
    <w:rsid w:val="006C4A02"/>
    <w:rsid w:val="006C4BFD"/>
    <w:rsid w:val="006C4C9B"/>
    <w:rsid w:val="006C4D26"/>
    <w:rsid w:val="006C4D65"/>
    <w:rsid w:val="006C4DA5"/>
    <w:rsid w:val="006C4DDE"/>
    <w:rsid w:val="006C4F60"/>
    <w:rsid w:val="006C50C9"/>
    <w:rsid w:val="006C50E3"/>
    <w:rsid w:val="006C55E8"/>
    <w:rsid w:val="006C5628"/>
    <w:rsid w:val="006C5638"/>
    <w:rsid w:val="006C565B"/>
    <w:rsid w:val="006C57B3"/>
    <w:rsid w:val="006C5839"/>
    <w:rsid w:val="006C5DF6"/>
    <w:rsid w:val="006C5EB5"/>
    <w:rsid w:val="006C609D"/>
    <w:rsid w:val="006C656E"/>
    <w:rsid w:val="006C65EC"/>
    <w:rsid w:val="006C68D8"/>
    <w:rsid w:val="006C6959"/>
    <w:rsid w:val="006C697F"/>
    <w:rsid w:val="006C6B9D"/>
    <w:rsid w:val="006C6C20"/>
    <w:rsid w:val="006C6E56"/>
    <w:rsid w:val="006C7281"/>
    <w:rsid w:val="006C7284"/>
    <w:rsid w:val="006C7329"/>
    <w:rsid w:val="006C733C"/>
    <w:rsid w:val="006C743C"/>
    <w:rsid w:val="006C765D"/>
    <w:rsid w:val="006C7C2F"/>
    <w:rsid w:val="006C7D7E"/>
    <w:rsid w:val="006C7F4D"/>
    <w:rsid w:val="006C7FD2"/>
    <w:rsid w:val="006D0136"/>
    <w:rsid w:val="006D0762"/>
    <w:rsid w:val="006D086B"/>
    <w:rsid w:val="006D08EC"/>
    <w:rsid w:val="006D0919"/>
    <w:rsid w:val="006D0A63"/>
    <w:rsid w:val="006D0A7F"/>
    <w:rsid w:val="006D0AAD"/>
    <w:rsid w:val="006D0B99"/>
    <w:rsid w:val="006D0BFB"/>
    <w:rsid w:val="006D0C4E"/>
    <w:rsid w:val="006D0CCF"/>
    <w:rsid w:val="006D0E6B"/>
    <w:rsid w:val="006D1101"/>
    <w:rsid w:val="006D12EC"/>
    <w:rsid w:val="006D15DD"/>
    <w:rsid w:val="006D16FA"/>
    <w:rsid w:val="006D1B99"/>
    <w:rsid w:val="006D207C"/>
    <w:rsid w:val="006D213D"/>
    <w:rsid w:val="006D27B6"/>
    <w:rsid w:val="006D296A"/>
    <w:rsid w:val="006D29DC"/>
    <w:rsid w:val="006D2A2D"/>
    <w:rsid w:val="006D2B9B"/>
    <w:rsid w:val="006D2E96"/>
    <w:rsid w:val="006D2ED5"/>
    <w:rsid w:val="006D2EF8"/>
    <w:rsid w:val="006D31CD"/>
    <w:rsid w:val="006D326C"/>
    <w:rsid w:val="006D342B"/>
    <w:rsid w:val="006D3743"/>
    <w:rsid w:val="006D39F0"/>
    <w:rsid w:val="006D3A30"/>
    <w:rsid w:val="006D3AA8"/>
    <w:rsid w:val="006D3B86"/>
    <w:rsid w:val="006D4083"/>
    <w:rsid w:val="006D41D3"/>
    <w:rsid w:val="006D445E"/>
    <w:rsid w:val="006D4745"/>
    <w:rsid w:val="006D4750"/>
    <w:rsid w:val="006D49A2"/>
    <w:rsid w:val="006D4B0F"/>
    <w:rsid w:val="006D4DDA"/>
    <w:rsid w:val="006D4E9F"/>
    <w:rsid w:val="006D4F3D"/>
    <w:rsid w:val="006D5095"/>
    <w:rsid w:val="006D50A8"/>
    <w:rsid w:val="006D537D"/>
    <w:rsid w:val="006D565B"/>
    <w:rsid w:val="006D5684"/>
    <w:rsid w:val="006D56C8"/>
    <w:rsid w:val="006D5785"/>
    <w:rsid w:val="006D5AAB"/>
    <w:rsid w:val="006D5BDB"/>
    <w:rsid w:val="006D5C3D"/>
    <w:rsid w:val="006D5D3A"/>
    <w:rsid w:val="006D5E18"/>
    <w:rsid w:val="006D6071"/>
    <w:rsid w:val="006D6097"/>
    <w:rsid w:val="006D6379"/>
    <w:rsid w:val="006D6390"/>
    <w:rsid w:val="006D6451"/>
    <w:rsid w:val="006D65D2"/>
    <w:rsid w:val="006D6863"/>
    <w:rsid w:val="006D6926"/>
    <w:rsid w:val="006D69EE"/>
    <w:rsid w:val="006D6EB2"/>
    <w:rsid w:val="006D6F6E"/>
    <w:rsid w:val="006D6FAC"/>
    <w:rsid w:val="006D736C"/>
    <w:rsid w:val="006D7386"/>
    <w:rsid w:val="006D741E"/>
    <w:rsid w:val="006D7499"/>
    <w:rsid w:val="006D74DD"/>
    <w:rsid w:val="006D7752"/>
    <w:rsid w:val="006D7762"/>
    <w:rsid w:val="006D77A4"/>
    <w:rsid w:val="006D787E"/>
    <w:rsid w:val="006D7D74"/>
    <w:rsid w:val="006D7E73"/>
    <w:rsid w:val="006D7F42"/>
    <w:rsid w:val="006D7FF3"/>
    <w:rsid w:val="006E00A9"/>
    <w:rsid w:val="006E01F7"/>
    <w:rsid w:val="006E0C23"/>
    <w:rsid w:val="006E0F2C"/>
    <w:rsid w:val="006E0FFF"/>
    <w:rsid w:val="006E1016"/>
    <w:rsid w:val="006E139B"/>
    <w:rsid w:val="006E13D0"/>
    <w:rsid w:val="006E1725"/>
    <w:rsid w:val="006E1750"/>
    <w:rsid w:val="006E1B67"/>
    <w:rsid w:val="006E1D21"/>
    <w:rsid w:val="006E1EBA"/>
    <w:rsid w:val="006E1F0F"/>
    <w:rsid w:val="006E1FB6"/>
    <w:rsid w:val="006E2105"/>
    <w:rsid w:val="006E21CB"/>
    <w:rsid w:val="006E232A"/>
    <w:rsid w:val="006E2689"/>
    <w:rsid w:val="006E2824"/>
    <w:rsid w:val="006E2856"/>
    <w:rsid w:val="006E2A06"/>
    <w:rsid w:val="006E2A7E"/>
    <w:rsid w:val="006E2AF8"/>
    <w:rsid w:val="006E2E61"/>
    <w:rsid w:val="006E3078"/>
    <w:rsid w:val="006E3430"/>
    <w:rsid w:val="006E34DB"/>
    <w:rsid w:val="006E37DA"/>
    <w:rsid w:val="006E3B9D"/>
    <w:rsid w:val="006E3FA2"/>
    <w:rsid w:val="006E4332"/>
    <w:rsid w:val="006E4369"/>
    <w:rsid w:val="006E446B"/>
    <w:rsid w:val="006E469A"/>
    <w:rsid w:val="006E46C3"/>
    <w:rsid w:val="006E4974"/>
    <w:rsid w:val="006E4A03"/>
    <w:rsid w:val="006E4C8E"/>
    <w:rsid w:val="006E4CD9"/>
    <w:rsid w:val="006E4E0D"/>
    <w:rsid w:val="006E5238"/>
    <w:rsid w:val="006E53D3"/>
    <w:rsid w:val="006E5460"/>
    <w:rsid w:val="006E557E"/>
    <w:rsid w:val="006E56E3"/>
    <w:rsid w:val="006E59F6"/>
    <w:rsid w:val="006E5E54"/>
    <w:rsid w:val="006E5E8E"/>
    <w:rsid w:val="006E5EB3"/>
    <w:rsid w:val="006E5F64"/>
    <w:rsid w:val="006E5F92"/>
    <w:rsid w:val="006E60AF"/>
    <w:rsid w:val="006E62CF"/>
    <w:rsid w:val="006E6411"/>
    <w:rsid w:val="006E64C7"/>
    <w:rsid w:val="006E64F8"/>
    <w:rsid w:val="006E65E4"/>
    <w:rsid w:val="006E669F"/>
    <w:rsid w:val="006E67CF"/>
    <w:rsid w:val="006E696F"/>
    <w:rsid w:val="006E6A1B"/>
    <w:rsid w:val="006E6B69"/>
    <w:rsid w:val="006E6BE5"/>
    <w:rsid w:val="006E6C0F"/>
    <w:rsid w:val="006E6D6E"/>
    <w:rsid w:val="006E6E1E"/>
    <w:rsid w:val="006E6FB2"/>
    <w:rsid w:val="006E70B4"/>
    <w:rsid w:val="006E7100"/>
    <w:rsid w:val="006E73A0"/>
    <w:rsid w:val="006E73C0"/>
    <w:rsid w:val="006E7423"/>
    <w:rsid w:val="006E75B6"/>
    <w:rsid w:val="006E75BA"/>
    <w:rsid w:val="006E76A9"/>
    <w:rsid w:val="006E7BFF"/>
    <w:rsid w:val="006F0087"/>
    <w:rsid w:val="006F01A7"/>
    <w:rsid w:val="006F02C9"/>
    <w:rsid w:val="006F0368"/>
    <w:rsid w:val="006F04F5"/>
    <w:rsid w:val="006F07F9"/>
    <w:rsid w:val="006F0843"/>
    <w:rsid w:val="006F0E6D"/>
    <w:rsid w:val="006F120A"/>
    <w:rsid w:val="006F123E"/>
    <w:rsid w:val="006F16A9"/>
    <w:rsid w:val="006F1704"/>
    <w:rsid w:val="006F187A"/>
    <w:rsid w:val="006F1915"/>
    <w:rsid w:val="006F1977"/>
    <w:rsid w:val="006F1D3C"/>
    <w:rsid w:val="006F213F"/>
    <w:rsid w:val="006F214F"/>
    <w:rsid w:val="006F2170"/>
    <w:rsid w:val="006F2274"/>
    <w:rsid w:val="006F22B1"/>
    <w:rsid w:val="006F232E"/>
    <w:rsid w:val="006F24DC"/>
    <w:rsid w:val="006F29E8"/>
    <w:rsid w:val="006F2D20"/>
    <w:rsid w:val="006F2D21"/>
    <w:rsid w:val="006F32A6"/>
    <w:rsid w:val="006F32D5"/>
    <w:rsid w:val="006F32E7"/>
    <w:rsid w:val="006F33D5"/>
    <w:rsid w:val="006F390A"/>
    <w:rsid w:val="006F3B38"/>
    <w:rsid w:val="006F3C0C"/>
    <w:rsid w:val="006F3C6C"/>
    <w:rsid w:val="006F3C7F"/>
    <w:rsid w:val="006F3F0F"/>
    <w:rsid w:val="006F3F10"/>
    <w:rsid w:val="006F3F7D"/>
    <w:rsid w:val="006F416C"/>
    <w:rsid w:val="006F41B5"/>
    <w:rsid w:val="006F429E"/>
    <w:rsid w:val="006F4381"/>
    <w:rsid w:val="006F43F2"/>
    <w:rsid w:val="006F44BF"/>
    <w:rsid w:val="006F4895"/>
    <w:rsid w:val="006F4938"/>
    <w:rsid w:val="006F4A4C"/>
    <w:rsid w:val="006F4B35"/>
    <w:rsid w:val="006F4B65"/>
    <w:rsid w:val="006F4E6B"/>
    <w:rsid w:val="006F4FB7"/>
    <w:rsid w:val="006F51A6"/>
    <w:rsid w:val="006F51B5"/>
    <w:rsid w:val="006F5289"/>
    <w:rsid w:val="006F5380"/>
    <w:rsid w:val="006F56E6"/>
    <w:rsid w:val="006F5A6C"/>
    <w:rsid w:val="006F5AAF"/>
    <w:rsid w:val="006F5C0C"/>
    <w:rsid w:val="006F5C6A"/>
    <w:rsid w:val="006F5E99"/>
    <w:rsid w:val="006F5F38"/>
    <w:rsid w:val="006F6033"/>
    <w:rsid w:val="006F6125"/>
    <w:rsid w:val="006F660C"/>
    <w:rsid w:val="006F667B"/>
    <w:rsid w:val="006F672E"/>
    <w:rsid w:val="006F6730"/>
    <w:rsid w:val="006F6873"/>
    <w:rsid w:val="006F69D8"/>
    <w:rsid w:val="006F6A52"/>
    <w:rsid w:val="006F6B26"/>
    <w:rsid w:val="006F6B39"/>
    <w:rsid w:val="006F6B63"/>
    <w:rsid w:val="006F6CC2"/>
    <w:rsid w:val="006F6CFB"/>
    <w:rsid w:val="006F6E22"/>
    <w:rsid w:val="006F6EAC"/>
    <w:rsid w:val="006F6EB7"/>
    <w:rsid w:val="006F71FB"/>
    <w:rsid w:val="006F7542"/>
    <w:rsid w:val="006F7724"/>
    <w:rsid w:val="006F79DF"/>
    <w:rsid w:val="006F7A18"/>
    <w:rsid w:val="006F7A7B"/>
    <w:rsid w:val="006F7A96"/>
    <w:rsid w:val="006F7BB4"/>
    <w:rsid w:val="006F7C7A"/>
    <w:rsid w:val="006F7D6A"/>
    <w:rsid w:val="006F7EE3"/>
    <w:rsid w:val="006F7F3E"/>
    <w:rsid w:val="0070010E"/>
    <w:rsid w:val="007002A6"/>
    <w:rsid w:val="0070045D"/>
    <w:rsid w:val="00700741"/>
    <w:rsid w:val="007008C7"/>
    <w:rsid w:val="00700BC2"/>
    <w:rsid w:val="00700D03"/>
    <w:rsid w:val="00700E30"/>
    <w:rsid w:val="007010C9"/>
    <w:rsid w:val="007010E4"/>
    <w:rsid w:val="007011CB"/>
    <w:rsid w:val="00701725"/>
    <w:rsid w:val="007018B2"/>
    <w:rsid w:val="00701BE4"/>
    <w:rsid w:val="00701C4F"/>
    <w:rsid w:val="00701DBA"/>
    <w:rsid w:val="00702233"/>
    <w:rsid w:val="007023A7"/>
    <w:rsid w:val="007024B6"/>
    <w:rsid w:val="007026EA"/>
    <w:rsid w:val="00702A2D"/>
    <w:rsid w:val="00702A4E"/>
    <w:rsid w:val="00702AA6"/>
    <w:rsid w:val="00702ACF"/>
    <w:rsid w:val="00702B6C"/>
    <w:rsid w:val="00702B87"/>
    <w:rsid w:val="00702C52"/>
    <w:rsid w:val="00703118"/>
    <w:rsid w:val="007031E8"/>
    <w:rsid w:val="007038C7"/>
    <w:rsid w:val="0070392D"/>
    <w:rsid w:val="007039D2"/>
    <w:rsid w:val="00703B3E"/>
    <w:rsid w:val="00703B55"/>
    <w:rsid w:val="00703C47"/>
    <w:rsid w:val="00703D78"/>
    <w:rsid w:val="00703E07"/>
    <w:rsid w:val="00703EA8"/>
    <w:rsid w:val="007040D8"/>
    <w:rsid w:val="0070411F"/>
    <w:rsid w:val="0070424A"/>
    <w:rsid w:val="007042F4"/>
    <w:rsid w:val="007043BD"/>
    <w:rsid w:val="00704928"/>
    <w:rsid w:val="00704A19"/>
    <w:rsid w:val="00704A3F"/>
    <w:rsid w:val="00704AB7"/>
    <w:rsid w:val="00704CB0"/>
    <w:rsid w:val="00704FA8"/>
    <w:rsid w:val="0070546B"/>
    <w:rsid w:val="00705557"/>
    <w:rsid w:val="00705963"/>
    <w:rsid w:val="00705B0E"/>
    <w:rsid w:val="00705B6A"/>
    <w:rsid w:val="00705B7D"/>
    <w:rsid w:val="00705BE2"/>
    <w:rsid w:val="00705C17"/>
    <w:rsid w:val="00705D08"/>
    <w:rsid w:val="00706144"/>
    <w:rsid w:val="007061F4"/>
    <w:rsid w:val="0070650D"/>
    <w:rsid w:val="007065CD"/>
    <w:rsid w:val="00706605"/>
    <w:rsid w:val="00706742"/>
    <w:rsid w:val="00706763"/>
    <w:rsid w:val="007068B6"/>
    <w:rsid w:val="0070692C"/>
    <w:rsid w:val="007069A2"/>
    <w:rsid w:val="00706B16"/>
    <w:rsid w:val="00706CE4"/>
    <w:rsid w:val="00706F33"/>
    <w:rsid w:val="007070A0"/>
    <w:rsid w:val="007078C9"/>
    <w:rsid w:val="00707B17"/>
    <w:rsid w:val="00707B6C"/>
    <w:rsid w:val="00707B98"/>
    <w:rsid w:val="00707C1F"/>
    <w:rsid w:val="00707D92"/>
    <w:rsid w:val="0071025D"/>
    <w:rsid w:val="0071057C"/>
    <w:rsid w:val="00710C56"/>
    <w:rsid w:val="00710E29"/>
    <w:rsid w:val="00710F25"/>
    <w:rsid w:val="00710F9D"/>
    <w:rsid w:val="00711048"/>
    <w:rsid w:val="007110D2"/>
    <w:rsid w:val="007110FE"/>
    <w:rsid w:val="00711386"/>
    <w:rsid w:val="00711653"/>
    <w:rsid w:val="007118DD"/>
    <w:rsid w:val="00711906"/>
    <w:rsid w:val="00711AE7"/>
    <w:rsid w:val="00711E38"/>
    <w:rsid w:val="00711F21"/>
    <w:rsid w:val="00711F2A"/>
    <w:rsid w:val="007121A3"/>
    <w:rsid w:val="007121A8"/>
    <w:rsid w:val="007122C9"/>
    <w:rsid w:val="007124B0"/>
    <w:rsid w:val="00712910"/>
    <w:rsid w:val="007129AB"/>
    <w:rsid w:val="00712A78"/>
    <w:rsid w:val="00712BAC"/>
    <w:rsid w:val="00712CC0"/>
    <w:rsid w:val="007131D7"/>
    <w:rsid w:val="0071359B"/>
    <w:rsid w:val="007135DC"/>
    <w:rsid w:val="00713765"/>
    <w:rsid w:val="00713A83"/>
    <w:rsid w:val="00713B93"/>
    <w:rsid w:val="00714066"/>
    <w:rsid w:val="00714135"/>
    <w:rsid w:val="00714362"/>
    <w:rsid w:val="007144B4"/>
    <w:rsid w:val="007145AA"/>
    <w:rsid w:val="007147C1"/>
    <w:rsid w:val="0071483B"/>
    <w:rsid w:val="00714895"/>
    <w:rsid w:val="007148ED"/>
    <w:rsid w:val="007149CF"/>
    <w:rsid w:val="00714A36"/>
    <w:rsid w:val="00714C01"/>
    <w:rsid w:val="00714DE3"/>
    <w:rsid w:val="00714DF8"/>
    <w:rsid w:val="0071510A"/>
    <w:rsid w:val="0071517E"/>
    <w:rsid w:val="007152CD"/>
    <w:rsid w:val="007153BC"/>
    <w:rsid w:val="00715610"/>
    <w:rsid w:val="00715AC2"/>
    <w:rsid w:val="00715D70"/>
    <w:rsid w:val="00715D90"/>
    <w:rsid w:val="00715E4B"/>
    <w:rsid w:val="00715ED0"/>
    <w:rsid w:val="0071602E"/>
    <w:rsid w:val="0071620E"/>
    <w:rsid w:val="007164C8"/>
    <w:rsid w:val="0071661D"/>
    <w:rsid w:val="00716697"/>
    <w:rsid w:val="00716784"/>
    <w:rsid w:val="00716804"/>
    <w:rsid w:val="00716858"/>
    <w:rsid w:val="00716CA3"/>
    <w:rsid w:val="00716E49"/>
    <w:rsid w:val="007171E4"/>
    <w:rsid w:val="007172BC"/>
    <w:rsid w:val="007172E8"/>
    <w:rsid w:val="00717451"/>
    <w:rsid w:val="0071768A"/>
    <w:rsid w:val="00717AA4"/>
    <w:rsid w:val="00717F00"/>
    <w:rsid w:val="007201E7"/>
    <w:rsid w:val="0072068A"/>
    <w:rsid w:val="00720763"/>
    <w:rsid w:val="007208DB"/>
    <w:rsid w:val="007209CB"/>
    <w:rsid w:val="00720A85"/>
    <w:rsid w:val="00720B6F"/>
    <w:rsid w:val="00720B7A"/>
    <w:rsid w:val="00720CF2"/>
    <w:rsid w:val="00720D3E"/>
    <w:rsid w:val="00720D6B"/>
    <w:rsid w:val="00720DB8"/>
    <w:rsid w:val="00720FA8"/>
    <w:rsid w:val="00721058"/>
    <w:rsid w:val="00721121"/>
    <w:rsid w:val="00721123"/>
    <w:rsid w:val="007211DC"/>
    <w:rsid w:val="00721446"/>
    <w:rsid w:val="007218E4"/>
    <w:rsid w:val="00721927"/>
    <w:rsid w:val="00721AF7"/>
    <w:rsid w:val="00721C02"/>
    <w:rsid w:val="00721E04"/>
    <w:rsid w:val="00721E4D"/>
    <w:rsid w:val="0072206F"/>
    <w:rsid w:val="007221A6"/>
    <w:rsid w:val="007221BF"/>
    <w:rsid w:val="007225BF"/>
    <w:rsid w:val="007226F2"/>
    <w:rsid w:val="00722735"/>
    <w:rsid w:val="007228F4"/>
    <w:rsid w:val="00722AD4"/>
    <w:rsid w:val="00722AE6"/>
    <w:rsid w:val="00722AFB"/>
    <w:rsid w:val="00722AFF"/>
    <w:rsid w:val="00722CBB"/>
    <w:rsid w:val="00722D69"/>
    <w:rsid w:val="00722E0D"/>
    <w:rsid w:val="00722F27"/>
    <w:rsid w:val="0072300B"/>
    <w:rsid w:val="0072304B"/>
    <w:rsid w:val="00723429"/>
    <w:rsid w:val="007235A5"/>
    <w:rsid w:val="00723615"/>
    <w:rsid w:val="007236FE"/>
    <w:rsid w:val="00723842"/>
    <w:rsid w:val="007238B8"/>
    <w:rsid w:val="00723B6E"/>
    <w:rsid w:val="00723C17"/>
    <w:rsid w:val="00723F5C"/>
    <w:rsid w:val="0072429E"/>
    <w:rsid w:val="00724434"/>
    <w:rsid w:val="0072453E"/>
    <w:rsid w:val="0072478B"/>
    <w:rsid w:val="00724847"/>
    <w:rsid w:val="00724895"/>
    <w:rsid w:val="007248C4"/>
    <w:rsid w:val="007248F1"/>
    <w:rsid w:val="00724AB8"/>
    <w:rsid w:val="00724AF3"/>
    <w:rsid w:val="00724B53"/>
    <w:rsid w:val="00725245"/>
    <w:rsid w:val="007252B0"/>
    <w:rsid w:val="00725479"/>
    <w:rsid w:val="0072563E"/>
    <w:rsid w:val="007256C8"/>
    <w:rsid w:val="00725715"/>
    <w:rsid w:val="00725A6C"/>
    <w:rsid w:val="00725E48"/>
    <w:rsid w:val="007260C4"/>
    <w:rsid w:val="00726101"/>
    <w:rsid w:val="0072637A"/>
    <w:rsid w:val="007267AB"/>
    <w:rsid w:val="007267BB"/>
    <w:rsid w:val="007268D5"/>
    <w:rsid w:val="00726972"/>
    <w:rsid w:val="007269B0"/>
    <w:rsid w:val="00726B8B"/>
    <w:rsid w:val="00726BE3"/>
    <w:rsid w:val="00726C09"/>
    <w:rsid w:val="00726C10"/>
    <w:rsid w:val="00726CB8"/>
    <w:rsid w:val="00726D02"/>
    <w:rsid w:val="00726DD9"/>
    <w:rsid w:val="00726F9D"/>
    <w:rsid w:val="0072705D"/>
    <w:rsid w:val="00727185"/>
    <w:rsid w:val="007271B7"/>
    <w:rsid w:val="007272B3"/>
    <w:rsid w:val="007273BB"/>
    <w:rsid w:val="00727622"/>
    <w:rsid w:val="00727674"/>
    <w:rsid w:val="00727828"/>
    <w:rsid w:val="0072784D"/>
    <w:rsid w:val="00727DCC"/>
    <w:rsid w:val="007304D3"/>
    <w:rsid w:val="007307C4"/>
    <w:rsid w:val="00730805"/>
    <w:rsid w:val="00730977"/>
    <w:rsid w:val="00730A0B"/>
    <w:rsid w:val="00730A1D"/>
    <w:rsid w:val="00730BF4"/>
    <w:rsid w:val="00730F52"/>
    <w:rsid w:val="007313CF"/>
    <w:rsid w:val="00731420"/>
    <w:rsid w:val="00731605"/>
    <w:rsid w:val="00731648"/>
    <w:rsid w:val="007316BF"/>
    <w:rsid w:val="00731ACC"/>
    <w:rsid w:val="00731B54"/>
    <w:rsid w:val="00731C2A"/>
    <w:rsid w:val="00732045"/>
    <w:rsid w:val="00732164"/>
    <w:rsid w:val="007321EC"/>
    <w:rsid w:val="00732339"/>
    <w:rsid w:val="00732357"/>
    <w:rsid w:val="007326E8"/>
    <w:rsid w:val="00732873"/>
    <w:rsid w:val="007329F6"/>
    <w:rsid w:val="00732C2E"/>
    <w:rsid w:val="00732C61"/>
    <w:rsid w:val="00732CE3"/>
    <w:rsid w:val="00732EA8"/>
    <w:rsid w:val="0073324F"/>
    <w:rsid w:val="007332AD"/>
    <w:rsid w:val="0073363A"/>
    <w:rsid w:val="007336FD"/>
    <w:rsid w:val="00733994"/>
    <w:rsid w:val="00733B76"/>
    <w:rsid w:val="00733B9C"/>
    <w:rsid w:val="00733BD2"/>
    <w:rsid w:val="00733C13"/>
    <w:rsid w:val="00733C34"/>
    <w:rsid w:val="00733C69"/>
    <w:rsid w:val="00733D1F"/>
    <w:rsid w:val="00734405"/>
    <w:rsid w:val="0073454D"/>
    <w:rsid w:val="00734889"/>
    <w:rsid w:val="00734B25"/>
    <w:rsid w:val="00734D25"/>
    <w:rsid w:val="00734D6D"/>
    <w:rsid w:val="00734EE6"/>
    <w:rsid w:val="00734EFF"/>
    <w:rsid w:val="00734F5F"/>
    <w:rsid w:val="00735079"/>
    <w:rsid w:val="0073513A"/>
    <w:rsid w:val="0073523F"/>
    <w:rsid w:val="00735271"/>
    <w:rsid w:val="007353C7"/>
    <w:rsid w:val="0073573F"/>
    <w:rsid w:val="007357A3"/>
    <w:rsid w:val="00735967"/>
    <w:rsid w:val="007359C9"/>
    <w:rsid w:val="00735A2C"/>
    <w:rsid w:val="00735AE9"/>
    <w:rsid w:val="00735B6B"/>
    <w:rsid w:val="00735C5D"/>
    <w:rsid w:val="00735C9B"/>
    <w:rsid w:val="00736024"/>
    <w:rsid w:val="00736063"/>
    <w:rsid w:val="007361A0"/>
    <w:rsid w:val="007363E2"/>
    <w:rsid w:val="007364CC"/>
    <w:rsid w:val="007364EB"/>
    <w:rsid w:val="007365C5"/>
    <w:rsid w:val="007366F7"/>
    <w:rsid w:val="007368B4"/>
    <w:rsid w:val="00736A7B"/>
    <w:rsid w:val="00736E18"/>
    <w:rsid w:val="00736F18"/>
    <w:rsid w:val="0073726F"/>
    <w:rsid w:val="007374A8"/>
    <w:rsid w:val="00737610"/>
    <w:rsid w:val="007377E8"/>
    <w:rsid w:val="007377F8"/>
    <w:rsid w:val="00737848"/>
    <w:rsid w:val="00737A28"/>
    <w:rsid w:val="00737C20"/>
    <w:rsid w:val="0074016A"/>
    <w:rsid w:val="0074036A"/>
    <w:rsid w:val="0074050B"/>
    <w:rsid w:val="00740716"/>
    <w:rsid w:val="00740919"/>
    <w:rsid w:val="00740BBD"/>
    <w:rsid w:val="00740CCA"/>
    <w:rsid w:val="00740CDD"/>
    <w:rsid w:val="00740D23"/>
    <w:rsid w:val="00740D2A"/>
    <w:rsid w:val="00740DE1"/>
    <w:rsid w:val="00740E0E"/>
    <w:rsid w:val="007410ED"/>
    <w:rsid w:val="00741489"/>
    <w:rsid w:val="007415F1"/>
    <w:rsid w:val="00741629"/>
    <w:rsid w:val="00741A54"/>
    <w:rsid w:val="00741AAD"/>
    <w:rsid w:val="00741BD8"/>
    <w:rsid w:val="00741F37"/>
    <w:rsid w:val="0074204D"/>
    <w:rsid w:val="007422BB"/>
    <w:rsid w:val="007422CB"/>
    <w:rsid w:val="00742745"/>
    <w:rsid w:val="007427BA"/>
    <w:rsid w:val="00742869"/>
    <w:rsid w:val="007428DC"/>
    <w:rsid w:val="00742A01"/>
    <w:rsid w:val="00742C6D"/>
    <w:rsid w:val="00742D09"/>
    <w:rsid w:val="00742F41"/>
    <w:rsid w:val="00742F67"/>
    <w:rsid w:val="007430E0"/>
    <w:rsid w:val="00743222"/>
    <w:rsid w:val="0074323A"/>
    <w:rsid w:val="007434E6"/>
    <w:rsid w:val="00743531"/>
    <w:rsid w:val="00743814"/>
    <w:rsid w:val="00743A6C"/>
    <w:rsid w:val="00743BC8"/>
    <w:rsid w:val="00743CB2"/>
    <w:rsid w:val="00743D56"/>
    <w:rsid w:val="00743E98"/>
    <w:rsid w:val="00743F36"/>
    <w:rsid w:val="00744460"/>
    <w:rsid w:val="007445FB"/>
    <w:rsid w:val="007446BA"/>
    <w:rsid w:val="00744A07"/>
    <w:rsid w:val="00744A39"/>
    <w:rsid w:val="00744BF5"/>
    <w:rsid w:val="00744C65"/>
    <w:rsid w:val="00744F5F"/>
    <w:rsid w:val="00744FEE"/>
    <w:rsid w:val="00745239"/>
    <w:rsid w:val="00745344"/>
    <w:rsid w:val="0074536A"/>
    <w:rsid w:val="007454C7"/>
    <w:rsid w:val="0074554D"/>
    <w:rsid w:val="0074557B"/>
    <w:rsid w:val="007455D1"/>
    <w:rsid w:val="0074570C"/>
    <w:rsid w:val="00745907"/>
    <w:rsid w:val="00745A22"/>
    <w:rsid w:val="00745BD1"/>
    <w:rsid w:val="00745CB7"/>
    <w:rsid w:val="00745DD9"/>
    <w:rsid w:val="00745E4A"/>
    <w:rsid w:val="00745EAB"/>
    <w:rsid w:val="0074601D"/>
    <w:rsid w:val="00746081"/>
    <w:rsid w:val="007460C8"/>
    <w:rsid w:val="0074624B"/>
    <w:rsid w:val="0074628D"/>
    <w:rsid w:val="007462B3"/>
    <w:rsid w:val="0074638B"/>
    <w:rsid w:val="00746537"/>
    <w:rsid w:val="0074687C"/>
    <w:rsid w:val="00746960"/>
    <w:rsid w:val="00746C38"/>
    <w:rsid w:val="00746CEE"/>
    <w:rsid w:val="00746D39"/>
    <w:rsid w:val="00746F08"/>
    <w:rsid w:val="0074700F"/>
    <w:rsid w:val="0074709A"/>
    <w:rsid w:val="007472A6"/>
    <w:rsid w:val="0074737F"/>
    <w:rsid w:val="007473E3"/>
    <w:rsid w:val="00747806"/>
    <w:rsid w:val="00747948"/>
    <w:rsid w:val="00747DB6"/>
    <w:rsid w:val="00747E99"/>
    <w:rsid w:val="00750595"/>
    <w:rsid w:val="007505A6"/>
    <w:rsid w:val="00750832"/>
    <w:rsid w:val="007508E9"/>
    <w:rsid w:val="00750A90"/>
    <w:rsid w:val="00750B0C"/>
    <w:rsid w:val="00750BA5"/>
    <w:rsid w:val="00750FE3"/>
    <w:rsid w:val="007511C2"/>
    <w:rsid w:val="007513DC"/>
    <w:rsid w:val="00751440"/>
    <w:rsid w:val="00751668"/>
    <w:rsid w:val="007516CF"/>
    <w:rsid w:val="007517FF"/>
    <w:rsid w:val="00751819"/>
    <w:rsid w:val="00751B6F"/>
    <w:rsid w:val="00751B8A"/>
    <w:rsid w:val="00751F61"/>
    <w:rsid w:val="00751FB9"/>
    <w:rsid w:val="00752023"/>
    <w:rsid w:val="007521F6"/>
    <w:rsid w:val="007522F7"/>
    <w:rsid w:val="0075234B"/>
    <w:rsid w:val="00752388"/>
    <w:rsid w:val="007523B3"/>
    <w:rsid w:val="0075267F"/>
    <w:rsid w:val="00752971"/>
    <w:rsid w:val="00752A1D"/>
    <w:rsid w:val="00752BAD"/>
    <w:rsid w:val="00752C0C"/>
    <w:rsid w:val="00752E6E"/>
    <w:rsid w:val="00752E8D"/>
    <w:rsid w:val="00752F4F"/>
    <w:rsid w:val="007530FB"/>
    <w:rsid w:val="007532A0"/>
    <w:rsid w:val="007533F2"/>
    <w:rsid w:val="0075345E"/>
    <w:rsid w:val="00753763"/>
    <w:rsid w:val="0075397F"/>
    <w:rsid w:val="007539DC"/>
    <w:rsid w:val="00753D6C"/>
    <w:rsid w:val="00753E80"/>
    <w:rsid w:val="00753F74"/>
    <w:rsid w:val="00753FC2"/>
    <w:rsid w:val="0075400A"/>
    <w:rsid w:val="007540FF"/>
    <w:rsid w:val="00754164"/>
    <w:rsid w:val="007548CF"/>
    <w:rsid w:val="0075490D"/>
    <w:rsid w:val="00754984"/>
    <w:rsid w:val="00754A5A"/>
    <w:rsid w:val="00754B56"/>
    <w:rsid w:val="00754D13"/>
    <w:rsid w:val="00754D21"/>
    <w:rsid w:val="00754FBA"/>
    <w:rsid w:val="00754FCE"/>
    <w:rsid w:val="00754FF3"/>
    <w:rsid w:val="0075543D"/>
    <w:rsid w:val="0075549C"/>
    <w:rsid w:val="007554D5"/>
    <w:rsid w:val="007555D2"/>
    <w:rsid w:val="007555EC"/>
    <w:rsid w:val="0075569E"/>
    <w:rsid w:val="00755834"/>
    <w:rsid w:val="00755B03"/>
    <w:rsid w:val="00755B22"/>
    <w:rsid w:val="00755D82"/>
    <w:rsid w:val="00755DD8"/>
    <w:rsid w:val="00755F04"/>
    <w:rsid w:val="00755F78"/>
    <w:rsid w:val="00755FEE"/>
    <w:rsid w:val="0075620D"/>
    <w:rsid w:val="0075636C"/>
    <w:rsid w:val="007569C7"/>
    <w:rsid w:val="007569F3"/>
    <w:rsid w:val="00756A00"/>
    <w:rsid w:val="00756D43"/>
    <w:rsid w:val="00756F75"/>
    <w:rsid w:val="00756F89"/>
    <w:rsid w:val="00757011"/>
    <w:rsid w:val="007570CF"/>
    <w:rsid w:val="00757245"/>
    <w:rsid w:val="007572BE"/>
    <w:rsid w:val="00757352"/>
    <w:rsid w:val="007573E1"/>
    <w:rsid w:val="00757435"/>
    <w:rsid w:val="00757548"/>
    <w:rsid w:val="00757578"/>
    <w:rsid w:val="0075758A"/>
    <w:rsid w:val="00757597"/>
    <w:rsid w:val="007576C1"/>
    <w:rsid w:val="0075772B"/>
    <w:rsid w:val="007577C0"/>
    <w:rsid w:val="0075785A"/>
    <w:rsid w:val="0075797E"/>
    <w:rsid w:val="00757D4B"/>
    <w:rsid w:val="00757D6F"/>
    <w:rsid w:val="00757F9E"/>
    <w:rsid w:val="0076016A"/>
    <w:rsid w:val="0076018D"/>
    <w:rsid w:val="007603C7"/>
    <w:rsid w:val="0076080C"/>
    <w:rsid w:val="00760A66"/>
    <w:rsid w:val="00760C40"/>
    <w:rsid w:val="00760DD8"/>
    <w:rsid w:val="00760E92"/>
    <w:rsid w:val="007614D4"/>
    <w:rsid w:val="00761576"/>
    <w:rsid w:val="00761653"/>
    <w:rsid w:val="00761869"/>
    <w:rsid w:val="007619ED"/>
    <w:rsid w:val="00761FC2"/>
    <w:rsid w:val="00762058"/>
    <w:rsid w:val="007620C8"/>
    <w:rsid w:val="0076214E"/>
    <w:rsid w:val="0076218F"/>
    <w:rsid w:val="007621F1"/>
    <w:rsid w:val="007624A9"/>
    <w:rsid w:val="00762666"/>
    <w:rsid w:val="007626AA"/>
    <w:rsid w:val="007628CF"/>
    <w:rsid w:val="00762B36"/>
    <w:rsid w:val="00762B95"/>
    <w:rsid w:val="00762CF8"/>
    <w:rsid w:val="00762EEB"/>
    <w:rsid w:val="007630ED"/>
    <w:rsid w:val="00763441"/>
    <w:rsid w:val="007639A8"/>
    <w:rsid w:val="00763E4B"/>
    <w:rsid w:val="007641B1"/>
    <w:rsid w:val="007642A4"/>
    <w:rsid w:val="007644E3"/>
    <w:rsid w:val="00764678"/>
    <w:rsid w:val="007647F4"/>
    <w:rsid w:val="007648A5"/>
    <w:rsid w:val="00764F2C"/>
    <w:rsid w:val="0076503B"/>
    <w:rsid w:val="0076553F"/>
    <w:rsid w:val="00765705"/>
    <w:rsid w:val="0076574E"/>
    <w:rsid w:val="0076580F"/>
    <w:rsid w:val="0076592F"/>
    <w:rsid w:val="00765DCA"/>
    <w:rsid w:val="00765FC6"/>
    <w:rsid w:val="007660AB"/>
    <w:rsid w:val="0076614D"/>
    <w:rsid w:val="00766171"/>
    <w:rsid w:val="00766183"/>
    <w:rsid w:val="0076652A"/>
    <w:rsid w:val="00766545"/>
    <w:rsid w:val="00766883"/>
    <w:rsid w:val="007669DC"/>
    <w:rsid w:val="00766AC4"/>
    <w:rsid w:val="00766D0E"/>
    <w:rsid w:val="00766DD4"/>
    <w:rsid w:val="00766ED2"/>
    <w:rsid w:val="00766F06"/>
    <w:rsid w:val="00766F1C"/>
    <w:rsid w:val="00766F82"/>
    <w:rsid w:val="00767388"/>
    <w:rsid w:val="00767482"/>
    <w:rsid w:val="00767575"/>
    <w:rsid w:val="007676A4"/>
    <w:rsid w:val="007676F5"/>
    <w:rsid w:val="0076787E"/>
    <w:rsid w:val="007678A2"/>
    <w:rsid w:val="00767AA1"/>
    <w:rsid w:val="00767ADB"/>
    <w:rsid w:val="00767C0E"/>
    <w:rsid w:val="00767CAD"/>
    <w:rsid w:val="00767CBE"/>
    <w:rsid w:val="00767DE2"/>
    <w:rsid w:val="00767EA4"/>
    <w:rsid w:val="007701A7"/>
    <w:rsid w:val="00770392"/>
    <w:rsid w:val="00770836"/>
    <w:rsid w:val="00770FC4"/>
    <w:rsid w:val="00771068"/>
    <w:rsid w:val="00771341"/>
    <w:rsid w:val="0077136D"/>
    <w:rsid w:val="00771392"/>
    <w:rsid w:val="007713B5"/>
    <w:rsid w:val="007714AB"/>
    <w:rsid w:val="007715B7"/>
    <w:rsid w:val="007716FC"/>
    <w:rsid w:val="007717BC"/>
    <w:rsid w:val="00771C5F"/>
    <w:rsid w:val="00771F63"/>
    <w:rsid w:val="0077240E"/>
    <w:rsid w:val="007728B2"/>
    <w:rsid w:val="00772B25"/>
    <w:rsid w:val="00772D50"/>
    <w:rsid w:val="00772D73"/>
    <w:rsid w:val="00772F0D"/>
    <w:rsid w:val="00772F1A"/>
    <w:rsid w:val="0077328A"/>
    <w:rsid w:val="007733F0"/>
    <w:rsid w:val="00773741"/>
    <w:rsid w:val="00773879"/>
    <w:rsid w:val="007738B8"/>
    <w:rsid w:val="00773939"/>
    <w:rsid w:val="00773973"/>
    <w:rsid w:val="00773997"/>
    <w:rsid w:val="00773E55"/>
    <w:rsid w:val="00773F19"/>
    <w:rsid w:val="00774078"/>
    <w:rsid w:val="007740F8"/>
    <w:rsid w:val="00774162"/>
    <w:rsid w:val="00774714"/>
    <w:rsid w:val="00774898"/>
    <w:rsid w:val="00774B56"/>
    <w:rsid w:val="00774B6A"/>
    <w:rsid w:val="00774BB0"/>
    <w:rsid w:val="00774F53"/>
    <w:rsid w:val="007750F4"/>
    <w:rsid w:val="00775194"/>
    <w:rsid w:val="007753E5"/>
    <w:rsid w:val="007754A1"/>
    <w:rsid w:val="0077598A"/>
    <w:rsid w:val="007759B0"/>
    <w:rsid w:val="00775C3F"/>
    <w:rsid w:val="00775C5C"/>
    <w:rsid w:val="00775C63"/>
    <w:rsid w:val="00775CD4"/>
    <w:rsid w:val="00775D6C"/>
    <w:rsid w:val="00775E3A"/>
    <w:rsid w:val="007762F0"/>
    <w:rsid w:val="00776368"/>
    <w:rsid w:val="0077643E"/>
    <w:rsid w:val="007767C1"/>
    <w:rsid w:val="00776B67"/>
    <w:rsid w:val="00776BE9"/>
    <w:rsid w:val="00776D69"/>
    <w:rsid w:val="00776DDD"/>
    <w:rsid w:val="00776F0B"/>
    <w:rsid w:val="007771BF"/>
    <w:rsid w:val="007775BD"/>
    <w:rsid w:val="00777666"/>
    <w:rsid w:val="007777C6"/>
    <w:rsid w:val="00777A20"/>
    <w:rsid w:val="00777A29"/>
    <w:rsid w:val="00777B9E"/>
    <w:rsid w:val="00777C82"/>
    <w:rsid w:val="00777C85"/>
    <w:rsid w:val="00777CA9"/>
    <w:rsid w:val="00777E99"/>
    <w:rsid w:val="00777F82"/>
    <w:rsid w:val="00780001"/>
    <w:rsid w:val="0078000A"/>
    <w:rsid w:val="0078018E"/>
    <w:rsid w:val="00780295"/>
    <w:rsid w:val="00780576"/>
    <w:rsid w:val="00780992"/>
    <w:rsid w:val="00780B77"/>
    <w:rsid w:val="00780EC3"/>
    <w:rsid w:val="00780EF8"/>
    <w:rsid w:val="00780F6D"/>
    <w:rsid w:val="0078106F"/>
    <w:rsid w:val="00781088"/>
    <w:rsid w:val="007812B2"/>
    <w:rsid w:val="0078131A"/>
    <w:rsid w:val="00781326"/>
    <w:rsid w:val="0078136E"/>
    <w:rsid w:val="007815EA"/>
    <w:rsid w:val="0078163E"/>
    <w:rsid w:val="0078173A"/>
    <w:rsid w:val="00781ACD"/>
    <w:rsid w:val="00781B09"/>
    <w:rsid w:val="00781B4F"/>
    <w:rsid w:val="00781BEF"/>
    <w:rsid w:val="00781C4D"/>
    <w:rsid w:val="007820FB"/>
    <w:rsid w:val="0078258E"/>
    <w:rsid w:val="007826CC"/>
    <w:rsid w:val="00782713"/>
    <w:rsid w:val="007827EA"/>
    <w:rsid w:val="007827EE"/>
    <w:rsid w:val="00783047"/>
    <w:rsid w:val="0078304C"/>
    <w:rsid w:val="0078305C"/>
    <w:rsid w:val="00783136"/>
    <w:rsid w:val="00783243"/>
    <w:rsid w:val="0078327A"/>
    <w:rsid w:val="0078331F"/>
    <w:rsid w:val="0078333D"/>
    <w:rsid w:val="00783406"/>
    <w:rsid w:val="007835F8"/>
    <w:rsid w:val="0078371E"/>
    <w:rsid w:val="00783783"/>
    <w:rsid w:val="00783959"/>
    <w:rsid w:val="007839BA"/>
    <w:rsid w:val="00783D4E"/>
    <w:rsid w:val="00783DF8"/>
    <w:rsid w:val="0078411D"/>
    <w:rsid w:val="0078447E"/>
    <w:rsid w:val="00784664"/>
    <w:rsid w:val="007846B1"/>
    <w:rsid w:val="007846B5"/>
    <w:rsid w:val="007848DD"/>
    <w:rsid w:val="0078495E"/>
    <w:rsid w:val="007849E3"/>
    <w:rsid w:val="007849F3"/>
    <w:rsid w:val="00784B44"/>
    <w:rsid w:val="00784B89"/>
    <w:rsid w:val="0078502B"/>
    <w:rsid w:val="007852BC"/>
    <w:rsid w:val="007856DA"/>
    <w:rsid w:val="007856E3"/>
    <w:rsid w:val="0078597B"/>
    <w:rsid w:val="00785B4E"/>
    <w:rsid w:val="00785E6E"/>
    <w:rsid w:val="00785F8E"/>
    <w:rsid w:val="00786063"/>
    <w:rsid w:val="0078609F"/>
    <w:rsid w:val="007860F8"/>
    <w:rsid w:val="0078625C"/>
    <w:rsid w:val="0078661F"/>
    <w:rsid w:val="00786974"/>
    <w:rsid w:val="00786C3A"/>
    <w:rsid w:val="00786F50"/>
    <w:rsid w:val="007873DD"/>
    <w:rsid w:val="00787416"/>
    <w:rsid w:val="00787684"/>
    <w:rsid w:val="00787B49"/>
    <w:rsid w:val="00787DEC"/>
    <w:rsid w:val="00787EC8"/>
    <w:rsid w:val="00787F00"/>
    <w:rsid w:val="00787FC0"/>
    <w:rsid w:val="007903F3"/>
    <w:rsid w:val="007905B0"/>
    <w:rsid w:val="007906C7"/>
    <w:rsid w:val="007907E8"/>
    <w:rsid w:val="0079084F"/>
    <w:rsid w:val="0079086E"/>
    <w:rsid w:val="00790BF1"/>
    <w:rsid w:val="00790DE5"/>
    <w:rsid w:val="007910E0"/>
    <w:rsid w:val="00791391"/>
    <w:rsid w:val="007914B2"/>
    <w:rsid w:val="007914BB"/>
    <w:rsid w:val="0079178A"/>
    <w:rsid w:val="007917B9"/>
    <w:rsid w:val="00791804"/>
    <w:rsid w:val="00791813"/>
    <w:rsid w:val="00791C61"/>
    <w:rsid w:val="00791CA3"/>
    <w:rsid w:val="00791CDD"/>
    <w:rsid w:val="00791D50"/>
    <w:rsid w:val="00791D8C"/>
    <w:rsid w:val="00791E27"/>
    <w:rsid w:val="00791E63"/>
    <w:rsid w:val="00791FBF"/>
    <w:rsid w:val="0079221E"/>
    <w:rsid w:val="00792491"/>
    <w:rsid w:val="007926B6"/>
    <w:rsid w:val="0079290D"/>
    <w:rsid w:val="00792934"/>
    <w:rsid w:val="00792B75"/>
    <w:rsid w:val="00792B85"/>
    <w:rsid w:val="00792CAB"/>
    <w:rsid w:val="00792FE0"/>
    <w:rsid w:val="007930D3"/>
    <w:rsid w:val="00793187"/>
    <w:rsid w:val="007932F7"/>
    <w:rsid w:val="0079368F"/>
    <w:rsid w:val="00793B55"/>
    <w:rsid w:val="00793D62"/>
    <w:rsid w:val="00793D66"/>
    <w:rsid w:val="00793E0A"/>
    <w:rsid w:val="00793F6F"/>
    <w:rsid w:val="0079407C"/>
    <w:rsid w:val="00794231"/>
    <w:rsid w:val="00794316"/>
    <w:rsid w:val="007945F6"/>
    <w:rsid w:val="00794634"/>
    <w:rsid w:val="0079463D"/>
    <w:rsid w:val="007946D0"/>
    <w:rsid w:val="007948C0"/>
    <w:rsid w:val="0079497B"/>
    <w:rsid w:val="007949A6"/>
    <w:rsid w:val="007949DC"/>
    <w:rsid w:val="00794D80"/>
    <w:rsid w:val="00795049"/>
    <w:rsid w:val="007955FC"/>
    <w:rsid w:val="007957C2"/>
    <w:rsid w:val="007957F9"/>
    <w:rsid w:val="00795B5F"/>
    <w:rsid w:val="00795F30"/>
    <w:rsid w:val="0079625B"/>
    <w:rsid w:val="007963AA"/>
    <w:rsid w:val="0079673D"/>
    <w:rsid w:val="00796F72"/>
    <w:rsid w:val="0079706B"/>
    <w:rsid w:val="00797168"/>
    <w:rsid w:val="0079725D"/>
    <w:rsid w:val="00797567"/>
    <w:rsid w:val="007975A5"/>
    <w:rsid w:val="007975CE"/>
    <w:rsid w:val="007975ED"/>
    <w:rsid w:val="007977EA"/>
    <w:rsid w:val="00797ADA"/>
    <w:rsid w:val="00797B1F"/>
    <w:rsid w:val="00797BC3"/>
    <w:rsid w:val="00797CA5"/>
    <w:rsid w:val="00797CC7"/>
    <w:rsid w:val="00797D2A"/>
    <w:rsid w:val="00797D80"/>
    <w:rsid w:val="00797E0C"/>
    <w:rsid w:val="00797E2B"/>
    <w:rsid w:val="00797F6E"/>
    <w:rsid w:val="007A0263"/>
    <w:rsid w:val="007A047A"/>
    <w:rsid w:val="007A0591"/>
    <w:rsid w:val="007A0670"/>
    <w:rsid w:val="007A071B"/>
    <w:rsid w:val="007A0900"/>
    <w:rsid w:val="007A090F"/>
    <w:rsid w:val="007A0C24"/>
    <w:rsid w:val="007A1173"/>
    <w:rsid w:val="007A1189"/>
    <w:rsid w:val="007A15B1"/>
    <w:rsid w:val="007A15B8"/>
    <w:rsid w:val="007A19C5"/>
    <w:rsid w:val="007A1E9D"/>
    <w:rsid w:val="007A1F64"/>
    <w:rsid w:val="007A20E1"/>
    <w:rsid w:val="007A21CA"/>
    <w:rsid w:val="007A2285"/>
    <w:rsid w:val="007A22BC"/>
    <w:rsid w:val="007A22C0"/>
    <w:rsid w:val="007A230D"/>
    <w:rsid w:val="007A27D1"/>
    <w:rsid w:val="007A27EB"/>
    <w:rsid w:val="007A288A"/>
    <w:rsid w:val="007A29DE"/>
    <w:rsid w:val="007A2A71"/>
    <w:rsid w:val="007A2A9E"/>
    <w:rsid w:val="007A2BF5"/>
    <w:rsid w:val="007A2D34"/>
    <w:rsid w:val="007A34BC"/>
    <w:rsid w:val="007A3629"/>
    <w:rsid w:val="007A3694"/>
    <w:rsid w:val="007A3854"/>
    <w:rsid w:val="007A3C5A"/>
    <w:rsid w:val="007A3ED3"/>
    <w:rsid w:val="007A3F50"/>
    <w:rsid w:val="007A4148"/>
    <w:rsid w:val="007A41C5"/>
    <w:rsid w:val="007A41F6"/>
    <w:rsid w:val="007A424B"/>
    <w:rsid w:val="007A4304"/>
    <w:rsid w:val="007A47A1"/>
    <w:rsid w:val="007A4B03"/>
    <w:rsid w:val="007A4B30"/>
    <w:rsid w:val="007A4B31"/>
    <w:rsid w:val="007A4B67"/>
    <w:rsid w:val="007A4BAD"/>
    <w:rsid w:val="007A4DA6"/>
    <w:rsid w:val="007A4E35"/>
    <w:rsid w:val="007A5140"/>
    <w:rsid w:val="007A519E"/>
    <w:rsid w:val="007A53E0"/>
    <w:rsid w:val="007A5432"/>
    <w:rsid w:val="007A54A4"/>
    <w:rsid w:val="007A5649"/>
    <w:rsid w:val="007A5721"/>
    <w:rsid w:val="007A57CA"/>
    <w:rsid w:val="007A592A"/>
    <w:rsid w:val="007A5993"/>
    <w:rsid w:val="007A5B0C"/>
    <w:rsid w:val="007A5B4F"/>
    <w:rsid w:val="007A5C2B"/>
    <w:rsid w:val="007A5F4A"/>
    <w:rsid w:val="007A6070"/>
    <w:rsid w:val="007A60E6"/>
    <w:rsid w:val="007A64DE"/>
    <w:rsid w:val="007A6707"/>
    <w:rsid w:val="007A6851"/>
    <w:rsid w:val="007A6CDA"/>
    <w:rsid w:val="007A6FA5"/>
    <w:rsid w:val="007A747D"/>
    <w:rsid w:val="007A754E"/>
    <w:rsid w:val="007A76F2"/>
    <w:rsid w:val="007A7712"/>
    <w:rsid w:val="007A799B"/>
    <w:rsid w:val="007A7AAC"/>
    <w:rsid w:val="007A7E28"/>
    <w:rsid w:val="007B04A3"/>
    <w:rsid w:val="007B064B"/>
    <w:rsid w:val="007B070A"/>
    <w:rsid w:val="007B072C"/>
    <w:rsid w:val="007B07F0"/>
    <w:rsid w:val="007B0829"/>
    <w:rsid w:val="007B0A0E"/>
    <w:rsid w:val="007B0A77"/>
    <w:rsid w:val="007B0B0A"/>
    <w:rsid w:val="007B0C7F"/>
    <w:rsid w:val="007B0DE3"/>
    <w:rsid w:val="007B0E0E"/>
    <w:rsid w:val="007B0E58"/>
    <w:rsid w:val="007B0E69"/>
    <w:rsid w:val="007B0EE5"/>
    <w:rsid w:val="007B0FFD"/>
    <w:rsid w:val="007B1076"/>
    <w:rsid w:val="007B1209"/>
    <w:rsid w:val="007B12FA"/>
    <w:rsid w:val="007B14CF"/>
    <w:rsid w:val="007B14D0"/>
    <w:rsid w:val="007B1850"/>
    <w:rsid w:val="007B1A63"/>
    <w:rsid w:val="007B1B4B"/>
    <w:rsid w:val="007B1C38"/>
    <w:rsid w:val="007B1D01"/>
    <w:rsid w:val="007B1ECE"/>
    <w:rsid w:val="007B1F51"/>
    <w:rsid w:val="007B1FAA"/>
    <w:rsid w:val="007B20B2"/>
    <w:rsid w:val="007B223E"/>
    <w:rsid w:val="007B22D8"/>
    <w:rsid w:val="007B2372"/>
    <w:rsid w:val="007B245B"/>
    <w:rsid w:val="007B26C1"/>
    <w:rsid w:val="007B271C"/>
    <w:rsid w:val="007B2751"/>
    <w:rsid w:val="007B2CF4"/>
    <w:rsid w:val="007B2DDA"/>
    <w:rsid w:val="007B2E35"/>
    <w:rsid w:val="007B2EF4"/>
    <w:rsid w:val="007B300B"/>
    <w:rsid w:val="007B3197"/>
    <w:rsid w:val="007B3336"/>
    <w:rsid w:val="007B3416"/>
    <w:rsid w:val="007B3674"/>
    <w:rsid w:val="007B36FE"/>
    <w:rsid w:val="007B3863"/>
    <w:rsid w:val="007B3911"/>
    <w:rsid w:val="007B3A05"/>
    <w:rsid w:val="007B3A6E"/>
    <w:rsid w:val="007B3ABB"/>
    <w:rsid w:val="007B3F22"/>
    <w:rsid w:val="007B3F42"/>
    <w:rsid w:val="007B4004"/>
    <w:rsid w:val="007B410A"/>
    <w:rsid w:val="007B445B"/>
    <w:rsid w:val="007B49CD"/>
    <w:rsid w:val="007B49D3"/>
    <w:rsid w:val="007B4A2A"/>
    <w:rsid w:val="007B4A52"/>
    <w:rsid w:val="007B4A8E"/>
    <w:rsid w:val="007B4B97"/>
    <w:rsid w:val="007B4FAF"/>
    <w:rsid w:val="007B4FFF"/>
    <w:rsid w:val="007B522E"/>
    <w:rsid w:val="007B52A7"/>
    <w:rsid w:val="007B5542"/>
    <w:rsid w:val="007B557E"/>
    <w:rsid w:val="007B58CD"/>
    <w:rsid w:val="007B5942"/>
    <w:rsid w:val="007B5AE6"/>
    <w:rsid w:val="007B5AFB"/>
    <w:rsid w:val="007B5D2E"/>
    <w:rsid w:val="007B613D"/>
    <w:rsid w:val="007B61B9"/>
    <w:rsid w:val="007B6682"/>
    <w:rsid w:val="007B677C"/>
    <w:rsid w:val="007B692D"/>
    <w:rsid w:val="007B6E28"/>
    <w:rsid w:val="007B7267"/>
    <w:rsid w:val="007B7785"/>
    <w:rsid w:val="007B77DF"/>
    <w:rsid w:val="007B77E6"/>
    <w:rsid w:val="007B7BFE"/>
    <w:rsid w:val="007B7C61"/>
    <w:rsid w:val="007B7C91"/>
    <w:rsid w:val="007B7D4B"/>
    <w:rsid w:val="007B7FF2"/>
    <w:rsid w:val="007C00AF"/>
    <w:rsid w:val="007C04AB"/>
    <w:rsid w:val="007C0738"/>
    <w:rsid w:val="007C0AE7"/>
    <w:rsid w:val="007C0B3D"/>
    <w:rsid w:val="007C0D7B"/>
    <w:rsid w:val="007C0F18"/>
    <w:rsid w:val="007C1101"/>
    <w:rsid w:val="007C1153"/>
    <w:rsid w:val="007C1282"/>
    <w:rsid w:val="007C130E"/>
    <w:rsid w:val="007C16A2"/>
    <w:rsid w:val="007C1855"/>
    <w:rsid w:val="007C1A6D"/>
    <w:rsid w:val="007C1BC8"/>
    <w:rsid w:val="007C1E99"/>
    <w:rsid w:val="007C1F62"/>
    <w:rsid w:val="007C2214"/>
    <w:rsid w:val="007C24B0"/>
    <w:rsid w:val="007C24B9"/>
    <w:rsid w:val="007C25C2"/>
    <w:rsid w:val="007C2650"/>
    <w:rsid w:val="007C2707"/>
    <w:rsid w:val="007C27B3"/>
    <w:rsid w:val="007C27C3"/>
    <w:rsid w:val="007C27D0"/>
    <w:rsid w:val="007C285F"/>
    <w:rsid w:val="007C2A23"/>
    <w:rsid w:val="007C2A6F"/>
    <w:rsid w:val="007C33B4"/>
    <w:rsid w:val="007C3471"/>
    <w:rsid w:val="007C37A0"/>
    <w:rsid w:val="007C37AA"/>
    <w:rsid w:val="007C3B73"/>
    <w:rsid w:val="007C3BFA"/>
    <w:rsid w:val="007C3C1A"/>
    <w:rsid w:val="007C421A"/>
    <w:rsid w:val="007C4223"/>
    <w:rsid w:val="007C44C9"/>
    <w:rsid w:val="007C499F"/>
    <w:rsid w:val="007C51AE"/>
    <w:rsid w:val="007C5214"/>
    <w:rsid w:val="007C54EA"/>
    <w:rsid w:val="007C5700"/>
    <w:rsid w:val="007C5963"/>
    <w:rsid w:val="007C5CBB"/>
    <w:rsid w:val="007C662B"/>
    <w:rsid w:val="007C6641"/>
    <w:rsid w:val="007C67BD"/>
    <w:rsid w:val="007C67E3"/>
    <w:rsid w:val="007C68A6"/>
    <w:rsid w:val="007C698A"/>
    <w:rsid w:val="007C6A97"/>
    <w:rsid w:val="007C6BD6"/>
    <w:rsid w:val="007C6F58"/>
    <w:rsid w:val="007C6F8E"/>
    <w:rsid w:val="007C7099"/>
    <w:rsid w:val="007C7441"/>
    <w:rsid w:val="007C790C"/>
    <w:rsid w:val="007C7E92"/>
    <w:rsid w:val="007D02DE"/>
    <w:rsid w:val="007D0362"/>
    <w:rsid w:val="007D044E"/>
    <w:rsid w:val="007D0537"/>
    <w:rsid w:val="007D0553"/>
    <w:rsid w:val="007D068E"/>
    <w:rsid w:val="007D0780"/>
    <w:rsid w:val="007D07CC"/>
    <w:rsid w:val="007D0916"/>
    <w:rsid w:val="007D09AC"/>
    <w:rsid w:val="007D0AA8"/>
    <w:rsid w:val="007D0D22"/>
    <w:rsid w:val="007D0D6E"/>
    <w:rsid w:val="007D0DA3"/>
    <w:rsid w:val="007D0E3A"/>
    <w:rsid w:val="007D103C"/>
    <w:rsid w:val="007D1138"/>
    <w:rsid w:val="007D114E"/>
    <w:rsid w:val="007D11BC"/>
    <w:rsid w:val="007D133A"/>
    <w:rsid w:val="007D1543"/>
    <w:rsid w:val="007D17FF"/>
    <w:rsid w:val="007D1994"/>
    <w:rsid w:val="007D1A04"/>
    <w:rsid w:val="007D1E0B"/>
    <w:rsid w:val="007D1E23"/>
    <w:rsid w:val="007D1EC4"/>
    <w:rsid w:val="007D1F8D"/>
    <w:rsid w:val="007D1FF5"/>
    <w:rsid w:val="007D22EC"/>
    <w:rsid w:val="007D2553"/>
    <w:rsid w:val="007D28C7"/>
    <w:rsid w:val="007D29C2"/>
    <w:rsid w:val="007D2A33"/>
    <w:rsid w:val="007D2C97"/>
    <w:rsid w:val="007D3140"/>
    <w:rsid w:val="007D3655"/>
    <w:rsid w:val="007D3694"/>
    <w:rsid w:val="007D387C"/>
    <w:rsid w:val="007D38A7"/>
    <w:rsid w:val="007D3C1F"/>
    <w:rsid w:val="007D3C8C"/>
    <w:rsid w:val="007D3D01"/>
    <w:rsid w:val="007D3D95"/>
    <w:rsid w:val="007D4370"/>
    <w:rsid w:val="007D46A3"/>
    <w:rsid w:val="007D4740"/>
    <w:rsid w:val="007D4AE0"/>
    <w:rsid w:val="007D4C76"/>
    <w:rsid w:val="007D4D81"/>
    <w:rsid w:val="007D4DBB"/>
    <w:rsid w:val="007D5463"/>
    <w:rsid w:val="007D563D"/>
    <w:rsid w:val="007D567E"/>
    <w:rsid w:val="007D5948"/>
    <w:rsid w:val="007D6346"/>
    <w:rsid w:val="007D6611"/>
    <w:rsid w:val="007D6725"/>
    <w:rsid w:val="007D6A93"/>
    <w:rsid w:val="007D6BEB"/>
    <w:rsid w:val="007D6C30"/>
    <w:rsid w:val="007D6D60"/>
    <w:rsid w:val="007D6E54"/>
    <w:rsid w:val="007D6EEC"/>
    <w:rsid w:val="007D7142"/>
    <w:rsid w:val="007D71D3"/>
    <w:rsid w:val="007D7396"/>
    <w:rsid w:val="007D7544"/>
    <w:rsid w:val="007D7601"/>
    <w:rsid w:val="007D770C"/>
    <w:rsid w:val="007D77ED"/>
    <w:rsid w:val="007D7AA9"/>
    <w:rsid w:val="007D7C81"/>
    <w:rsid w:val="007D7CA1"/>
    <w:rsid w:val="007D7DBD"/>
    <w:rsid w:val="007D7EE4"/>
    <w:rsid w:val="007E008F"/>
    <w:rsid w:val="007E00AB"/>
    <w:rsid w:val="007E01D8"/>
    <w:rsid w:val="007E03A8"/>
    <w:rsid w:val="007E0431"/>
    <w:rsid w:val="007E04EA"/>
    <w:rsid w:val="007E0522"/>
    <w:rsid w:val="007E06A8"/>
    <w:rsid w:val="007E0746"/>
    <w:rsid w:val="007E07E4"/>
    <w:rsid w:val="007E0AE4"/>
    <w:rsid w:val="007E0B0F"/>
    <w:rsid w:val="007E0BF5"/>
    <w:rsid w:val="007E0E49"/>
    <w:rsid w:val="007E0FAA"/>
    <w:rsid w:val="007E11AF"/>
    <w:rsid w:val="007E1522"/>
    <w:rsid w:val="007E18C9"/>
    <w:rsid w:val="007E19FB"/>
    <w:rsid w:val="007E1A37"/>
    <w:rsid w:val="007E1C94"/>
    <w:rsid w:val="007E1D42"/>
    <w:rsid w:val="007E1ED5"/>
    <w:rsid w:val="007E1F47"/>
    <w:rsid w:val="007E2028"/>
    <w:rsid w:val="007E20BD"/>
    <w:rsid w:val="007E210E"/>
    <w:rsid w:val="007E2425"/>
    <w:rsid w:val="007E24F6"/>
    <w:rsid w:val="007E25C0"/>
    <w:rsid w:val="007E2606"/>
    <w:rsid w:val="007E26BD"/>
    <w:rsid w:val="007E2873"/>
    <w:rsid w:val="007E28FA"/>
    <w:rsid w:val="007E2954"/>
    <w:rsid w:val="007E2ABC"/>
    <w:rsid w:val="007E2B4A"/>
    <w:rsid w:val="007E2C68"/>
    <w:rsid w:val="007E2D51"/>
    <w:rsid w:val="007E3175"/>
    <w:rsid w:val="007E339D"/>
    <w:rsid w:val="007E3889"/>
    <w:rsid w:val="007E3A8A"/>
    <w:rsid w:val="007E3CAF"/>
    <w:rsid w:val="007E3CFF"/>
    <w:rsid w:val="007E4050"/>
    <w:rsid w:val="007E43CA"/>
    <w:rsid w:val="007E463F"/>
    <w:rsid w:val="007E46D8"/>
    <w:rsid w:val="007E46F5"/>
    <w:rsid w:val="007E47D0"/>
    <w:rsid w:val="007E4822"/>
    <w:rsid w:val="007E4A4E"/>
    <w:rsid w:val="007E4AC9"/>
    <w:rsid w:val="007E4BC0"/>
    <w:rsid w:val="007E4C13"/>
    <w:rsid w:val="007E4D60"/>
    <w:rsid w:val="007E4E52"/>
    <w:rsid w:val="007E4E7D"/>
    <w:rsid w:val="007E4EC4"/>
    <w:rsid w:val="007E4F0D"/>
    <w:rsid w:val="007E4FDC"/>
    <w:rsid w:val="007E512D"/>
    <w:rsid w:val="007E513C"/>
    <w:rsid w:val="007E52AA"/>
    <w:rsid w:val="007E538F"/>
    <w:rsid w:val="007E53A9"/>
    <w:rsid w:val="007E5447"/>
    <w:rsid w:val="007E5580"/>
    <w:rsid w:val="007E5602"/>
    <w:rsid w:val="007E570F"/>
    <w:rsid w:val="007E5816"/>
    <w:rsid w:val="007E5847"/>
    <w:rsid w:val="007E5871"/>
    <w:rsid w:val="007E5A55"/>
    <w:rsid w:val="007E5B41"/>
    <w:rsid w:val="007E5C33"/>
    <w:rsid w:val="007E5D9A"/>
    <w:rsid w:val="007E5DA7"/>
    <w:rsid w:val="007E5E77"/>
    <w:rsid w:val="007E60C5"/>
    <w:rsid w:val="007E6198"/>
    <w:rsid w:val="007E6226"/>
    <w:rsid w:val="007E63A9"/>
    <w:rsid w:val="007E64A7"/>
    <w:rsid w:val="007E64B4"/>
    <w:rsid w:val="007E6709"/>
    <w:rsid w:val="007E6D8E"/>
    <w:rsid w:val="007E6DC0"/>
    <w:rsid w:val="007E6EC9"/>
    <w:rsid w:val="007E6F2D"/>
    <w:rsid w:val="007E7126"/>
    <w:rsid w:val="007E7285"/>
    <w:rsid w:val="007E75CE"/>
    <w:rsid w:val="007E78BF"/>
    <w:rsid w:val="007E7962"/>
    <w:rsid w:val="007E79CD"/>
    <w:rsid w:val="007E7C03"/>
    <w:rsid w:val="007F000E"/>
    <w:rsid w:val="007F00F8"/>
    <w:rsid w:val="007F01D3"/>
    <w:rsid w:val="007F0514"/>
    <w:rsid w:val="007F053A"/>
    <w:rsid w:val="007F0601"/>
    <w:rsid w:val="007F0677"/>
    <w:rsid w:val="007F06A3"/>
    <w:rsid w:val="007F06E1"/>
    <w:rsid w:val="007F0AF3"/>
    <w:rsid w:val="007F0C25"/>
    <w:rsid w:val="007F0C61"/>
    <w:rsid w:val="007F0C91"/>
    <w:rsid w:val="007F0DD2"/>
    <w:rsid w:val="007F1295"/>
    <w:rsid w:val="007F129C"/>
    <w:rsid w:val="007F12B5"/>
    <w:rsid w:val="007F1431"/>
    <w:rsid w:val="007F150B"/>
    <w:rsid w:val="007F19F4"/>
    <w:rsid w:val="007F1E51"/>
    <w:rsid w:val="007F1F68"/>
    <w:rsid w:val="007F1F90"/>
    <w:rsid w:val="007F1FA4"/>
    <w:rsid w:val="007F215E"/>
    <w:rsid w:val="007F2200"/>
    <w:rsid w:val="007F255C"/>
    <w:rsid w:val="007F2677"/>
    <w:rsid w:val="007F2981"/>
    <w:rsid w:val="007F2A91"/>
    <w:rsid w:val="007F30BE"/>
    <w:rsid w:val="007F32D6"/>
    <w:rsid w:val="007F3332"/>
    <w:rsid w:val="007F33D4"/>
    <w:rsid w:val="007F3753"/>
    <w:rsid w:val="007F3859"/>
    <w:rsid w:val="007F3992"/>
    <w:rsid w:val="007F39F9"/>
    <w:rsid w:val="007F3BE2"/>
    <w:rsid w:val="007F3C46"/>
    <w:rsid w:val="007F3C47"/>
    <w:rsid w:val="007F3DA4"/>
    <w:rsid w:val="007F3FD1"/>
    <w:rsid w:val="007F4284"/>
    <w:rsid w:val="007F44BC"/>
    <w:rsid w:val="007F4687"/>
    <w:rsid w:val="007F46D3"/>
    <w:rsid w:val="007F4A03"/>
    <w:rsid w:val="007F4E3F"/>
    <w:rsid w:val="007F511F"/>
    <w:rsid w:val="007F5141"/>
    <w:rsid w:val="007F52BC"/>
    <w:rsid w:val="007F53E2"/>
    <w:rsid w:val="007F5408"/>
    <w:rsid w:val="007F540C"/>
    <w:rsid w:val="007F548D"/>
    <w:rsid w:val="007F56E7"/>
    <w:rsid w:val="007F571E"/>
    <w:rsid w:val="007F5CD7"/>
    <w:rsid w:val="007F5DE9"/>
    <w:rsid w:val="007F5FD7"/>
    <w:rsid w:val="007F6030"/>
    <w:rsid w:val="007F6156"/>
    <w:rsid w:val="007F6346"/>
    <w:rsid w:val="007F655C"/>
    <w:rsid w:val="007F6703"/>
    <w:rsid w:val="007F6816"/>
    <w:rsid w:val="007F6AA5"/>
    <w:rsid w:val="007F6D65"/>
    <w:rsid w:val="007F6FDB"/>
    <w:rsid w:val="007F7089"/>
    <w:rsid w:val="007F70C9"/>
    <w:rsid w:val="007F7142"/>
    <w:rsid w:val="007F7193"/>
    <w:rsid w:val="007F722D"/>
    <w:rsid w:val="007F736C"/>
    <w:rsid w:val="007F7617"/>
    <w:rsid w:val="007F7667"/>
    <w:rsid w:val="007F7A0C"/>
    <w:rsid w:val="007F7A8B"/>
    <w:rsid w:val="007F7CE3"/>
    <w:rsid w:val="007F7DEE"/>
    <w:rsid w:val="007F7DFF"/>
    <w:rsid w:val="008000E1"/>
    <w:rsid w:val="00800112"/>
    <w:rsid w:val="00800113"/>
    <w:rsid w:val="008002A8"/>
    <w:rsid w:val="00800409"/>
    <w:rsid w:val="00800487"/>
    <w:rsid w:val="008005E0"/>
    <w:rsid w:val="0080067E"/>
    <w:rsid w:val="00800772"/>
    <w:rsid w:val="00800890"/>
    <w:rsid w:val="008009C8"/>
    <w:rsid w:val="00800AF8"/>
    <w:rsid w:val="00800C7F"/>
    <w:rsid w:val="00800F12"/>
    <w:rsid w:val="008011A2"/>
    <w:rsid w:val="008011BF"/>
    <w:rsid w:val="00801610"/>
    <w:rsid w:val="00801694"/>
    <w:rsid w:val="008019DC"/>
    <w:rsid w:val="00801BAC"/>
    <w:rsid w:val="00801D5C"/>
    <w:rsid w:val="00801D81"/>
    <w:rsid w:val="0080213F"/>
    <w:rsid w:val="00802273"/>
    <w:rsid w:val="00802360"/>
    <w:rsid w:val="00802460"/>
    <w:rsid w:val="0080250B"/>
    <w:rsid w:val="00802575"/>
    <w:rsid w:val="0080274B"/>
    <w:rsid w:val="00802C74"/>
    <w:rsid w:val="00802CC9"/>
    <w:rsid w:val="008033D1"/>
    <w:rsid w:val="0080365C"/>
    <w:rsid w:val="0080390C"/>
    <w:rsid w:val="00803B5B"/>
    <w:rsid w:val="0080445F"/>
    <w:rsid w:val="008046ED"/>
    <w:rsid w:val="00804D13"/>
    <w:rsid w:val="00804D2C"/>
    <w:rsid w:val="00804DAA"/>
    <w:rsid w:val="00804E8C"/>
    <w:rsid w:val="00804EB7"/>
    <w:rsid w:val="00805031"/>
    <w:rsid w:val="0080504E"/>
    <w:rsid w:val="0080511B"/>
    <w:rsid w:val="00805258"/>
    <w:rsid w:val="008053A5"/>
    <w:rsid w:val="00805490"/>
    <w:rsid w:val="008057D1"/>
    <w:rsid w:val="008059AF"/>
    <w:rsid w:val="008059FF"/>
    <w:rsid w:val="00805ABC"/>
    <w:rsid w:val="00805CB4"/>
    <w:rsid w:val="008062CD"/>
    <w:rsid w:val="00806422"/>
    <w:rsid w:val="008065DA"/>
    <w:rsid w:val="0080681F"/>
    <w:rsid w:val="00806CB4"/>
    <w:rsid w:val="008070A3"/>
    <w:rsid w:val="00807189"/>
    <w:rsid w:val="00807217"/>
    <w:rsid w:val="0080735E"/>
    <w:rsid w:val="0080746D"/>
    <w:rsid w:val="008075E6"/>
    <w:rsid w:val="0080773E"/>
    <w:rsid w:val="00807788"/>
    <w:rsid w:val="00807793"/>
    <w:rsid w:val="008077D6"/>
    <w:rsid w:val="00807990"/>
    <w:rsid w:val="008079F0"/>
    <w:rsid w:val="00807A8C"/>
    <w:rsid w:val="00807C16"/>
    <w:rsid w:val="00810144"/>
    <w:rsid w:val="0081019C"/>
    <w:rsid w:val="00810206"/>
    <w:rsid w:val="00810232"/>
    <w:rsid w:val="0081028B"/>
    <w:rsid w:val="0081036B"/>
    <w:rsid w:val="00810726"/>
    <w:rsid w:val="008108B4"/>
    <w:rsid w:val="008109FA"/>
    <w:rsid w:val="00810CAF"/>
    <w:rsid w:val="00810D74"/>
    <w:rsid w:val="00810ECE"/>
    <w:rsid w:val="00810EE1"/>
    <w:rsid w:val="00811477"/>
    <w:rsid w:val="00811546"/>
    <w:rsid w:val="00811758"/>
    <w:rsid w:val="00811813"/>
    <w:rsid w:val="00811892"/>
    <w:rsid w:val="00811E00"/>
    <w:rsid w:val="00811F03"/>
    <w:rsid w:val="00811FD5"/>
    <w:rsid w:val="00812190"/>
    <w:rsid w:val="00812230"/>
    <w:rsid w:val="008123B3"/>
    <w:rsid w:val="008123B4"/>
    <w:rsid w:val="0081251C"/>
    <w:rsid w:val="0081273D"/>
    <w:rsid w:val="00812793"/>
    <w:rsid w:val="00812915"/>
    <w:rsid w:val="00812A7C"/>
    <w:rsid w:val="00812AAB"/>
    <w:rsid w:val="00812B26"/>
    <w:rsid w:val="00812C40"/>
    <w:rsid w:val="00812D72"/>
    <w:rsid w:val="00813251"/>
    <w:rsid w:val="00813372"/>
    <w:rsid w:val="00813566"/>
    <w:rsid w:val="008136A6"/>
    <w:rsid w:val="008138DE"/>
    <w:rsid w:val="00813A09"/>
    <w:rsid w:val="00813AA3"/>
    <w:rsid w:val="00813ABA"/>
    <w:rsid w:val="00813C98"/>
    <w:rsid w:val="0081407C"/>
    <w:rsid w:val="008141C1"/>
    <w:rsid w:val="00814226"/>
    <w:rsid w:val="008142DF"/>
    <w:rsid w:val="00814317"/>
    <w:rsid w:val="00814607"/>
    <w:rsid w:val="00814701"/>
    <w:rsid w:val="008147C6"/>
    <w:rsid w:val="00814A04"/>
    <w:rsid w:val="00814B7D"/>
    <w:rsid w:val="00814BA6"/>
    <w:rsid w:val="00814D8E"/>
    <w:rsid w:val="00814E67"/>
    <w:rsid w:val="0081525F"/>
    <w:rsid w:val="0081542F"/>
    <w:rsid w:val="00815499"/>
    <w:rsid w:val="00815A3A"/>
    <w:rsid w:val="00815A74"/>
    <w:rsid w:val="00815AE2"/>
    <w:rsid w:val="00815B81"/>
    <w:rsid w:val="00815C4D"/>
    <w:rsid w:val="00816075"/>
    <w:rsid w:val="00816096"/>
    <w:rsid w:val="008160E7"/>
    <w:rsid w:val="00816181"/>
    <w:rsid w:val="00816353"/>
    <w:rsid w:val="008163D5"/>
    <w:rsid w:val="0081646F"/>
    <w:rsid w:val="008166F5"/>
    <w:rsid w:val="00816736"/>
    <w:rsid w:val="008168CE"/>
    <w:rsid w:val="00816A10"/>
    <w:rsid w:val="00816B7A"/>
    <w:rsid w:val="00816D02"/>
    <w:rsid w:val="00816D0F"/>
    <w:rsid w:val="00816D37"/>
    <w:rsid w:val="00816F27"/>
    <w:rsid w:val="00816F29"/>
    <w:rsid w:val="0081720A"/>
    <w:rsid w:val="008172F0"/>
    <w:rsid w:val="0081737E"/>
    <w:rsid w:val="0081740A"/>
    <w:rsid w:val="008174D0"/>
    <w:rsid w:val="00817534"/>
    <w:rsid w:val="0081759C"/>
    <w:rsid w:val="008175BB"/>
    <w:rsid w:val="00817651"/>
    <w:rsid w:val="0081786B"/>
    <w:rsid w:val="008178EF"/>
    <w:rsid w:val="00817B58"/>
    <w:rsid w:val="00817B85"/>
    <w:rsid w:val="00817BC1"/>
    <w:rsid w:val="00817DF7"/>
    <w:rsid w:val="00817EE0"/>
    <w:rsid w:val="00817F9C"/>
    <w:rsid w:val="00820072"/>
    <w:rsid w:val="0082023C"/>
    <w:rsid w:val="0082033E"/>
    <w:rsid w:val="008203D6"/>
    <w:rsid w:val="00820406"/>
    <w:rsid w:val="0082042D"/>
    <w:rsid w:val="008207B5"/>
    <w:rsid w:val="008207D4"/>
    <w:rsid w:val="0082085C"/>
    <w:rsid w:val="008208E8"/>
    <w:rsid w:val="00820D88"/>
    <w:rsid w:val="00820DD4"/>
    <w:rsid w:val="00820E38"/>
    <w:rsid w:val="008210F7"/>
    <w:rsid w:val="008213B5"/>
    <w:rsid w:val="0082142C"/>
    <w:rsid w:val="00821510"/>
    <w:rsid w:val="00821884"/>
    <w:rsid w:val="008219EA"/>
    <w:rsid w:val="00821CAB"/>
    <w:rsid w:val="00821E8A"/>
    <w:rsid w:val="00822051"/>
    <w:rsid w:val="008221D3"/>
    <w:rsid w:val="0082221C"/>
    <w:rsid w:val="00822226"/>
    <w:rsid w:val="00822292"/>
    <w:rsid w:val="008225C5"/>
    <w:rsid w:val="008226F1"/>
    <w:rsid w:val="008227BB"/>
    <w:rsid w:val="00822885"/>
    <w:rsid w:val="00822995"/>
    <w:rsid w:val="00822AD8"/>
    <w:rsid w:val="00822E3C"/>
    <w:rsid w:val="00822FA9"/>
    <w:rsid w:val="00823081"/>
    <w:rsid w:val="0082372E"/>
    <w:rsid w:val="00823871"/>
    <w:rsid w:val="008239F0"/>
    <w:rsid w:val="00823B13"/>
    <w:rsid w:val="00823D2F"/>
    <w:rsid w:val="00823E58"/>
    <w:rsid w:val="00823F13"/>
    <w:rsid w:val="008241D6"/>
    <w:rsid w:val="00824280"/>
    <w:rsid w:val="0082493B"/>
    <w:rsid w:val="00824A0A"/>
    <w:rsid w:val="00824A1A"/>
    <w:rsid w:val="00824ADB"/>
    <w:rsid w:val="00824F60"/>
    <w:rsid w:val="00825052"/>
    <w:rsid w:val="008250B9"/>
    <w:rsid w:val="008253A7"/>
    <w:rsid w:val="008253C8"/>
    <w:rsid w:val="00825538"/>
    <w:rsid w:val="00825680"/>
    <w:rsid w:val="00825695"/>
    <w:rsid w:val="00825866"/>
    <w:rsid w:val="008258A1"/>
    <w:rsid w:val="00825946"/>
    <w:rsid w:val="00825950"/>
    <w:rsid w:val="00825990"/>
    <w:rsid w:val="008259FB"/>
    <w:rsid w:val="00825A08"/>
    <w:rsid w:val="00825E47"/>
    <w:rsid w:val="008261B8"/>
    <w:rsid w:val="008262C3"/>
    <w:rsid w:val="0082639D"/>
    <w:rsid w:val="008265B0"/>
    <w:rsid w:val="008265EE"/>
    <w:rsid w:val="008267E5"/>
    <w:rsid w:val="00826929"/>
    <w:rsid w:val="00826986"/>
    <w:rsid w:val="00826CB9"/>
    <w:rsid w:val="00826E59"/>
    <w:rsid w:val="00826E8F"/>
    <w:rsid w:val="00826EE2"/>
    <w:rsid w:val="008271DD"/>
    <w:rsid w:val="00827517"/>
    <w:rsid w:val="0082759B"/>
    <w:rsid w:val="00827866"/>
    <w:rsid w:val="00827D8F"/>
    <w:rsid w:val="008300A2"/>
    <w:rsid w:val="008300A6"/>
    <w:rsid w:val="00830305"/>
    <w:rsid w:val="00830330"/>
    <w:rsid w:val="00830349"/>
    <w:rsid w:val="0083061F"/>
    <w:rsid w:val="00830648"/>
    <w:rsid w:val="0083068C"/>
    <w:rsid w:val="0083069D"/>
    <w:rsid w:val="00830AE1"/>
    <w:rsid w:val="00830BC7"/>
    <w:rsid w:val="00830D4E"/>
    <w:rsid w:val="00830E38"/>
    <w:rsid w:val="0083131B"/>
    <w:rsid w:val="0083133C"/>
    <w:rsid w:val="00831838"/>
    <w:rsid w:val="0083185A"/>
    <w:rsid w:val="00831A28"/>
    <w:rsid w:val="00831C89"/>
    <w:rsid w:val="00831DE3"/>
    <w:rsid w:val="00832178"/>
    <w:rsid w:val="00832479"/>
    <w:rsid w:val="0083276D"/>
    <w:rsid w:val="008327E2"/>
    <w:rsid w:val="00832838"/>
    <w:rsid w:val="0083294B"/>
    <w:rsid w:val="00832A62"/>
    <w:rsid w:val="00832C82"/>
    <w:rsid w:val="00832D75"/>
    <w:rsid w:val="00832E9E"/>
    <w:rsid w:val="0083326D"/>
    <w:rsid w:val="008332AA"/>
    <w:rsid w:val="008332E2"/>
    <w:rsid w:val="008333E3"/>
    <w:rsid w:val="008334A8"/>
    <w:rsid w:val="00833503"/>
    <w:rsid w:val="008337C1"/>
    <w:rsid w:val="00833CE4"/>
    <w:rsid w:val="00834072"/>
    <w:rsid w:val="008342F2"/>
    <w:rsid w:val="00834760"/>
    <w:rsid w:val="00834823"/>
    <w:rsid w:val="00834D8A"/>
    <w:rsid w:val="00834DBA"/>
    <w:rsid w:val="00834DDE"/>
    <w:rsid w:val="00834ECE"/>
    <w:rsid w:val="00834F8A"/>
    <w:rsid w:val="00834FF5"/>
    <w:rsid w:val="00835050"/>
    <w:rsid w:val="008350CE"/>
    <w:rsid w:val="008356F2"/>
    <w:rsid w:val="00835866"/>
    <w:rsid w:val="00835ADE"/>
    <w:rsid w:val="00835CA0"/>
    <w:rsid w:val="00836144"/>
    <w:rsid w:val="00836323"/>
    <w:rsid w:val="008363A5"/>
    <w:rsid w:val="00836467"/>
    <w:rsid w:val="00836846"/>
    <w:rsid w:val="008368FB"/>
    <w:rsid w:val="00836A4C"/>
    <w:rsid w:val="00836EB6"/>
    <w:rsid w:val="00836FC8"/>
    <w:rsid w:val="00837227"/>
    <w:rsid w:val="008372AC"/>
    <w:rsid w:val="008373A1"/>
    <w:rsid w:val="00837441"/>
    <w:rsid w:val="00837499"/>
    <w:rsid w:val="008374AD"/>
    <w:rsid w:val="00837748"/>
    <w:rsid w:val="00837860"/>
    <w:rsid w:val="00837897"/>
    <w:rsid w:val="00837898"/>
    <w:rsid w:val="00837DE1"/>
    <w:rsid w:val="00840061"/>
    <w:rsid w:val="0084031C"/>
    <w:rsid w:val="0084047F"/>
    <w:rsid w:val="008407DD"/>
    <w:rsid w:val="008407DF"/>
    <w:rsid w:val="008408A5"/>
    <w:rsid w:val="00840941"/>
    <w:rsid w:val="00840A5D"/>
    <w:rsid w:val="00840AE3"/>
    <w:rsid w:val="00840D41"/>
    <w:rsid w:val="00840E8E"/>
    <w:rsid w:val="00840E8F"/>
    <w:rsid w:val="00840F4C"/>
    <w:rsid w:val="00840F7F"/>
    <w:rsid w:val="0084123C"/>
    <w:rsid w:val="008416DE"/>
    <w:rsid w:val="00841713"/>
    <w:rsid w:val="0084193F"/>
    <w:rsid w:val="00841A88"/>
    <w:rsid w:val="00841BDF"/>
    <w:rsid w:val="00842064"/>
    <w:rsid w:val="00842353"/>
    <w:rsid w:val="0084243B"/>
    <w:rsid w:val="008427AC"/>
    <w:rsid w:val="008427D8"/>
    <w:rsid w:val="00842B57"/>
    <w:rsid w:val="00842C57"/>
    <w:rsid w:val="00842CD0"/>
    <w:rsid w:val="00842DBC"/>
    <w:rsid w:val="00842F61"/>
    <w:rsid w:val="0084319A"/>
    <w:rsid w:val="00843943"/>
    <w:rsid w:val="00843A4E"/>
    <w:rsid w:val="00843BBF"/>
    <w:rsid w:val="00843CC0"/>
    <w:rsid w:val="00843D6E"/>
    <w:rsid w:val="00843F25"/>
    <w:rsid w:val="008441F4"/>
    <w:rsid w:val="008444A1"/>
    <w:rsid w:val="00844703"/>
    <w:rsid w:val="0084476D"/>
    <w:rsid w:val="008447CC"/>
    <w:rsid w:val="008448EB"/>
    <w:rsid w:val="0084498B"/>
    <w:rsid w:val="008449C6"/>
    <w:rsid w:val="008449D6"/>
    <w:rsid w:val="00844B5B"/>
    <w:rsid w:val="00844BFD"/>
    <w:rsid w:val="00844EB7"/>
    <w:rsid w:val="00845013"/>
    <w:rsid w:val="00845035"/>
    <w:rsid w:val="0084542F"/>
    <w:rsid w:val="00845450"/>
    <w:rsid w:val="00845487"/>
    <w:rsid w:val="008454A8"/>
    <w:rsid w:val="008457AF"/>
    <w:rsid w:val="00845A83"/>
    <w:rsid w:val="00845B1E"/>
    <w:rsid w:val="00845C0B"/>
    <w:rsid w:val="00845C38"/>
    <w:rsid w:val="00845DA8"/>
    <w:rsid w:val="00845E1E"/>
    <w:rsid w:val="00845EFD"/>
    <w:rsid w:val="0084601D"/>
    <w:rsid w:val="00846298"/>
    <w:rsid w:val="00846359"/>
    <w:rsid w:val="0084656B"/>
    <w:rsid w:val="008465C2"/>
    <w:rsid w:val="00846604"/>
    <w:rsid w:val="0084667D"/>
    <w:rsid w:val="0084684A"/>
    <w:rsid w:val="0084694E"/>
    <w:rsid w:val="00846D8C"/>
    <w:rsid w:val="00846E87"/>
    <w:rsid w:val="00846EBB"/>
    <w:rsid w:val="00846F41"/>
    <w:rsid w:val="00846F66"/>
    <w:rsid w:val="00846FFF"/>
    <w:rsid w:val="0084711C"/>
    <w:rsid w:val="00847524"/>
    <w:rsid w:val="00847681"/>
    <w:rsid w:val="00847743"/>
    <w:rsid w:val="0084785D"/>
    <w:rsid w:val="008479E1"/>
    <w:rsid w:val="00847C15"/>
    <w:rsid w:val="00847C28"/>
    <w:rsid w:val="00847D70"/>
    <w:rsid w:val="00847E3A"/>
    <w:rsid w:val="00847FDA"/>
    <w:rsid w:val="0085003E"/>
    <w:rsid w:val="00850152"/>
    <w:rsid w:val="0085034E"/>
    <w:rsid w:val="00850524"/>
    <w:rsid w:val="00850624"/>
    <w:rsid w:val="00850667"/>
    <w:rsid w:val="00850722"/>
    <w:rsid w:val="008508D4"/>
    <w:rsid w:val="00850B5C"/>
    <w:rsid w:val="00850E31"/>
    <w:rsid w:val="0085105A"/>
    <w:rsid w:val="0085107C"/>
    <w:rsid w:val="0085111F"/>
    <w:rsid w:val="00851142"/>
    <w:rsid w:val="008511E8"/>
    <w:rsid w:val="00851494"/>
    <w:rsid w:val="008514AB"/>
    <w:rsid w:val="008516FB"/>
    <w:rsid w:val="0085193D"/>
    <w:rsid w:val="00851CB5"/>
    <w:rsid w:val="00851DE4"/>
    <w:rsid w:val="008522FD"/>
    <w:rsid w:val="008523DA"/>
    <w:rsid w:val="0085248E"/>
    <w:rsid w:val="00852876"/>
    <w:rsid w:val="00852894"/>
    <w:rsid w:val="00852AC3"/>
    <w:rsid w:val="00852B73"/>
    <w:rsid w:val="00852B8F"/>
    <w:rsid w:val="00852C14"/>
    <w:rsid w:val="00852C43"/>
    <w:rsid w:val="00852C4D"/>
    <w:rsid w:val="00852D00"/>
    <w:rsid w:val="00852D8C"/>
    <w:rsid w:val="00852E39"/>
    <w:rsid w:val="00852EB0"/>
    <w:rsid w:val="00853110"/>
    <w:rsid w:val="0085312D"/>
    <w:rsid w:val="008531DC"/>
    <w:rsid w:val="008532DE"/>
    <w:rsid w:val="0085333D"/>
    <w:rsid w:val="008536B2"/>
    <w:rsid w:val="00853964"/>
    <w:rsid w:val="00853B30"/>
    <w:rsid w:val="00853DD4"/>
    <w:rsid w:val="00853F46"/>
    <w:rsid w:val="00853F70"/>
    <w:rsid w:val="0085437B"/>
    <w:rsid w:val="0085441B"/>
    <w:rsid w:val="008544FC"/>
    <w:rsid w:val="00854545"/>
    <w:rsid w:val="00854685"/>
    <w:rsid w:val="00854736"/>
    <w:rsid w:val="00854A60"/>
    <w:rsid w:val="00854AEF"/>
    <w:rsid w:val="00854AF4"/>
    <w:rsid w:val="00854C87"/>
    <w:rsid w:val="00854CDA"/>
    <w:rsid w:val="00854DD4"/>
    <w:rsid w:val="008551A8"/>
    <w:rsid w:val="008551E9"/>
    <w:rsid w:val="00855314"/>
    <w:rsid w:val="0085549A"/>
    <w:rsid w:val="00855765"/>
    <w:rsid w:val="008557B7"/>
    <w:rsid w:val="008557E3"/>
    <w:rsid w:val="008558C7"/>
    <w:rsid w:val="008559B3"/>
    <w:rsid w:val="00855C86"/>
    <w:rsid w:val="00855DD1"/>
    <w:rsid w:val="00855DD6"/>
    <w:rsid w:val="00855F1E"/>
    <w:rsid w:val="00855FF6"/>
    <w:rsid w:val="0085601B"/>
    <w:rsid w:val="00856183"/>
    <w:rsid w:val="00856239"/>
    <w:rsid w:val="00856276"/>
    <w:rsid w:val="00856616"/>
    <w:rsid w:val="008566E1"/>
    <w:rsid w:val="00856A9E"/>
    <w:rsid w:val="00856E9F"/>
    <w:rsid w:val="00856EB6"/>
    <w:rsid w:val="00856F2C"/>
    <w:rsid w:val="008570FE"/>
    <w:rsid w:val="0085743C"/>
    <w:rsid w:val="00857866"/>
    <w:rsid w:val="00857A56"/>
    <w:rsid w:val="00857E9C"/>
    <w:rsid w:val="0086019B"/>
    <w:rsid w:val="0086044E"/>
    <w:rsid w:val="00860583"/>
    <w:rsid w:val="0086060F"/>
    <w:rsid w:val="00860759"/>
    <w:rsid w:val="00860A8E"/>
    <w:rsid w:val="00860AC3"/>
    <w:rsid w:val="00860B0A"/>
    <w:rsid w:val="00860B3E"/>
    <w:rsid w:val="00860BB1"/>
    <w:rsid w:val="00860F41"/>
    <w:rsid w:val="00860FFD"/>
    <w:rsid w:val="00861086"/>
    <w:rsid w:val="008611A4"/>
    <w:rsid w:val="008613CB"/>
    <w:rsid w:val="008615C8"/>
    <w:rsid w:val="00861640"/>
    <w:rsid w:val="008616B0"/>
    <w:rsid w:val="00861707"/>
    <w:rsid w:val="008618EA"/>
    <w:rsid w:val="00861982"/>
    <w:rsid w:val="00861BD5"/>
    <w:rsid w:val="00861FBC"/>
    <w:rsid w:val="00862088"/>
    <w:rsid w:val="008623CE"/>
    <w:rsid w:val="00862431"/>
    <w:rsid w:val="00862446"/>
    <w:rsid w:val="0086256B"/>
    <w:rsid w:val="0086257B"/>
    <w:rsid w:val="0086259C"/>
    <w:rsid w:val="0086291F"/>
    <w:rsid w:val="00862A75"/>
    <w:rsid w:val="00862ACB"/>
    <w:rsid w:val="00862AD8"/>
    <w:rsid w:val="00862DD6"/>
    <w:rsid w:val="00862FAD"/>
    <w:rsid w:val="008632C2"/>
    <w:rsid w:val="008635E4"/>
    <w:rsid w:val="008637E5"/>
    <w:rsid w:val="00863812"/>
    <w:rsid w:val="00863A57"/>
    <w:rsid w:val="00863B7F"/>
    <w:rsid w:val="00863D22"/>
    <w:rsid w:val="00864046"/>
    <w:rsid w:val="008641AF"/>
    <w:rsid w:val="00864C28"/>
    <w:rsid w:val="00864CE1"/>
    <w:rsid w:val="00864D4E"/>
    <w:rsid w:val="00864F8A"/>
    <w:rsid w:val="0086511A"/>
    <w:rsid w:val="00865143"/>
    <w:rsid w:val="0086566E"/>
    <w:rsid w:val="0086598A"/>
    <w:rsid w:val="00865AD3"/>
    <w:rsid w:val="00865B5D"/>
    <w:rsid w:val="00865CB9"/>
    <w:rsid w:val="00865DFB"/>
    <w:rsid w:val="008664E9"/>
    <w:rsid w:val="00866590"/>
    <w:rsid w:val="008665BB"/>
    <w:rsid w:val="008666BF"/>
    <w:rsid w:val="0086697D"/>
    <w:rsid w:val="0086699E"/>
    <w:rsid w:val="00866E05"/>
    <w:rsid w:val="00867451"/>
    <w:rsid w:val="00867607"/>
    <w:rsid w:val="008676C3"/>
    <w:rsid w:val="008676E0"/>
    <w:rsid w:val="008677DA"/>
    <w:rsid w:val="008677E9"/>
    <w:rsid w:val="00867803"/>
    <w:rsid w:val="00867F5E"/>
    <w:rsid w:val="00870019"/>
    <w:rsid w:val="00870252"/>
    <w:rsid w:val="008703A4"/>
    <w:rsid w:val="008704B9"/>
    <w:rsid w:val="00870503"/>
    <w:rsid w:val="0087067F"/>
    <w:rsid w:val="00870A40"/>
    <w:rsid w:val="00870AB1"/>
    <w:rsid w:val="00870AEC"/>
    <w:rsid w:val="00870CE5"/>
    <w:rsid w:val="00870DAA"/>
    <w:rsid w:val="00870E9E"/>
    <w:rsid w:val="00870EC6"/>
    <w:rsid w:val="00870FDD"/>
    <w:rsid w:val="008710BD"/>
    <w:rsid w:val="00871511"/>
    <w:rsid w:val="008716B3"/>
    <w:rsid w:val="00871957"/>
    <w:rsid w:val="00871B7C"/>
    <w:rsid w:val="00871BF2"/>
    <w:rsid w:val="00871C04"/>
    <w:rsid w:val="00871D85"/>
    <w:rsid w:val="00871E9C"/>
    <w:rsid w:val="0087260C"/>
    <w:rsid w:val="008726B0"/>
    <w:rsid w:val="00872775"/>
    <w:rsid w:val="00872A34"/>
    <w:rsid w:val="00872A76"/>
    <w:rsid w:val="00872B9A"/>
    <w:rsid w:val="00872D65"/>
    <w:rsid w:val="00873219"/>
    <w:rsid w:val="00873393"/>
    <w:rsid w:val="008734FD"/>
    <w:rsid w:val="008736CA"/>
    <w:rsid w:val="008738C0"/>
    <w:rsid w:val="008738F7"/>
    <w:rsid w:val="00873ABF"/>
    <w:rsid w:val="00873AD0"/>
    <w:rsid w:val="00873C03"/>
    <w:rsid w:val="00873C4D"/>
    <w:rsid w:val="00874154"/>
    <w:rsid w:val="008742A8"/>
    <w:rsid w:val="0087459E"/>
    <w:rsid w:val="008748DA"/>
    <w:rsid w:val="00874A28"/>
    <w:rsid w:val="00874BC5"/>
    <w:rsid w:val="00874BD5"/>
    <w:rsid w:val="00874EDE"/>
    <w:rsid w:val="008753A7"/>
    <w:rsid w:val="008754B0"/>
    <w:rsid w:val="0087556C"/>
    <w:rsid w:val="00875575"/>
    <w:rsid w:val="00875580"/>
    <w:rsid w:val="00875675"/>
    <w:rsid w:val="008758EB"/>
    <w:rsid w:val="00875AFE"/>
    <w:rsid w:val="00875B61"/>
    <w:rsid w:val="00875BA7"/>
    <w:rsid w:val="00875D70"/>
    <w:rsid w:val="00875EA5"/>
    <w:rsid w:val="00875F63"/>
    <w:rsid w:val="0087601F"/>
    <w:rsid w:val="00876069"/>
    <w:rsid w:val="0087633A"/>
    <w:rsid w:val="008767A2"/>
    <w:rsid w:val="00876DF1"/>
    <w:rsid w:val="00876EE4"/>
    <w:rsid w:val="00877025"/>
    <w:rsid w:val="0087716C"/>
    <w:rsid w:val="00877220"/>
    <w:rsid w:val="008772D5"/>
    <w:rsid w:val="00877368"/>
    <w:rsid w:val="0087740C"/>
    <w:rsid w:val="008774F2"/>
    <w:rsid w:val="008774F3"/>
    <w:rsid w:val="008774F8"/>
    <w:rsid w:val="00877657"/>
    <w:rsid w:val="00877C91"/>
    <w:rsid w:val="00877D9C"/>
    <w:rsid w:val="00877EF4"/>
    <w:rsid w:val="00877F68"/>
    <w:rsid w:val="008800E9"/>
    <w:rsid w:val="0088017B"/>
    <w:rsid w:val="00880191"/>
    <w:rsid w:val="0088057C"/>
    <w:rsid w:val="00880650"/>
    <w:rsid w:val="0088078A"/>
    <w:rsid w:val="00880C97"/>
    <w:rsid w:val="00880CED"/>
    <w:rsid w:val="00880D72"/>
    <w:rsid w:val="00880E38"/>
    <w:rsid w:val="00880F29"/>
    <w:rsid w:val="0088177D"/>
    <w:rsid w:val="00881887"/>
    <w:rsid w:val="008818F7"/>
    <w:rsid w:val="00881A9B"/>
    <w:rsid w:val="00881AC8"/>
    <w:rsid w:val="00881BBF"/>
    <w:rsid w:val="00881BD8"/>
    <w:rsid w:val="00881CCB"/>
    <w:rsid w:val="00881D27"/>
    <w:rsid w:val="00881F25"/>
    <w:rsid w:val="00881F5F"/>
    <w:rsid w:val="008820DD"/>
    <w:rsid w:val="00882423"/>
    <w:rsid w:val="0088245B"/>
    <w:rsid w:val="00882650"/>
    <w:rsid w:val="0088295E"/>
    <w:rsid w:val="00882D14"/>
    <w:rsid w:val="00882DD3"/>
    <w:rsid w:val="00882F7E"/>
    <w:rsid w:val="0088303E"/>
    <w:rsid w:val="00883067"/>
    <w:rsid w:val="00883090"/>
    <w:rsid w:val="0088324F"/>
    <w:rsid w:val="00883B14"/>
    <w:rsid w:val="00883DD5"/>
    <w:rsid w:val="00883F9B"/>
    <w:rsid w:val="00883FC4"/>
    <w:rsid w:val="00884173"/>
    <w:rsid w:val="00884375"/>
    <w:rsid w:val="008844A8"/>
    <w:rsid w:val="00884748"/>
    <w:rsid w:val="008847CC"/>
    <w:rsid w:val="00884B54"/>
    <w:rsid w:val="00884BD7"/>
    <w:rsid w:val="00884E7C"/>
    <w:rsid w:val="00884FDF"/>
    <w:rsid w:val="00885145"/>
    <w:rsid w:val="00885183"/>
    <w:rsid w:val="008852F3"/>
    <w:rsid w:val="008852F7"/>
    <w:rsid w:val="00885508"/>
    <w:rsid w:val="008858A7"/>
    <w:rsid w:val="0088591C"/>
    <w:rsid w:val="00885A37"/>
    <w:rsid w:val="00885A67"/>
    <w:rsid w:val="00885A9F"/>
    <w:rsid w:val="00885B8B"/>
    <w:rsid w:val="00885C6C"/>
    <w:rsid w:val="00885E2B"/>
    <w:rsid w:val="0088601E"/>
    <w:rsid w:val="008860C5"/>
    <w:rsid w:val="0088621B"/>
    <w:rsid w:val="008864DF"/>
    <w:rsid w:val="00886AF3"/>
    <w:rsid w:val="00886B54"/>
    <w:rsid w:val="00886C0C"/>
    <w:rsid w:val="00886D63"/>
    <w:rsid w:val="00886D74"/>
    <w:rsid w:val="00886F08"/>
    <w:rsid w:val="00886FDB"/>
    <w:rsid w:val="00887224"/>
    <w:rsid w:val="0088729E"/>
    <w:rsid w:val="00887429"/>
    <w:rsid w:val="00887456"/>
    <w:rsid w:val="008876AF"/>
    <w:rsid w:val="008876F8"/>
    <w:rsid w:val="008877C4"/>
    <w:rsid w:val="008877F4"/>
    <w:rsid w:val="00887817"/>
    <w:rsid w:val="00887931"/>
    <w:rsid w:val="00887C5F"/>
    <w:rsid w:val="00887DF1"/>
    <w:rsid w:val="00887F34"/>
    <w:rsid w:val="008901DD"/>
    <w:rsid w:val="00890432"/>
    <w:rsid w:val="00890464"/>
    <w:rsid w:val="008906EB"/>
    <w:rsid w:val="008907F9"/>
    <w:rsid w:val="008908B2"/>
    <w:rsid w:val="00890D01"/>
    <w:rsid w:val="00890D30"/>
    <w:rsid w:val="00890D97"/>
    <w:rsid w:val="00890DD7"/>
    <w:rsid w:val="00890EEB"/>
    <w:rsid w:val="00890F17"/>
    <w:rsid w:val="00890F40"/>
    <w:rsid w:val="0089133A"/>
    <w:rsid w:val="008914F8"/>
    <w:rsid w:val="00891509"/>
    <w:rsid w:val="00891525"/>
    <w:rsid w:val="00891567"/>
    <w:rsid w:val="008917FA"/>
    <w:rsid w:val="00891826"/>
    <w:rsid w:val="008919CD"/>
    <w:rsid w:val="00891F07"/>
    <w:rsid w:val="00892277"/>
    <w:rsid w:val="0089243E"/>
    <w:rsid w:val="0089246B"/>
    <w:rsid w:val="0089273E"/>
    <w:rsid w:val="00892926"/>
    <w:rsid w:val="008929F2"/>
    <w:rsid w:val="00892AA8"/>
    <w:rsid w:val="00892B16"/>
    <w:rsid w:val="00892D6F"/>
    <w:rsid w:val="00892DD5"/>
    <w:rsid w:val="00892DDB"/>
    <w:rsid w:val="00892E6F"/>
    <w:rsid w:val="00892F94"/>
    <w:rsid w:val="00893024"/>
    <w:rsid w:val="0089323B"/>
    <w:rsid w:val="008933DE"/>
    <w:rsid w:val="0089359E"/>
    <w:rsid w:val="008935A6"/>
    <w:rsid w:val="00893750"/>
    <w:rsid w:val="00893782"/>
    <w:rsid w:val="008938B0"/>
    <w:rsid w:val="008938EE"/>
    <w:rsid w:val="00893AB1"/>
    <w:rsid w:val="00893C29"/>
    <w:rsid w:val="00893C90"/>
    <w:rsid w:val="00893D5E"/>
    <w:rsid w:val="00893D87"/>
    <w:rsid w:val="00893E24"/>
    <w:rsid w:val="00893EF2"/>
    <w:rsid w:val="00893F4E"/>
    <w:rsid w:val="00893FF3"/>
    <w:rsid w:val="00894078"/>
    <w:rsid w:val="008942CC"/>
    <w:rsid w:val="0089433A"/>
    <w:rsid w:val="00894438"/>
    <w:rsid w:val="008944F9"/>
    <w:rsid w:val="00894633"/>
    <w:rsid w:val="008946B0"/>
    <w:rsid w:val="00894818"/>
    <w:rsid w:val="00894854"/>
    <w:rsid w:val="00894A14"/>
    <w:rsid w:val="00894A2C"/>
    <w:rsid w:val="00894B3E"/>
    <w:rsid w:val="00894B79"/>
    <w:rsid w:val="00894E92"/>
    <w:rsid w:val="00894F17"/>
    <w:rsid w:val="0089531F"/>
    <w:rsid w:val="008953B8"/>
    <w:rsid w:val="00895478"/>
    <w:rsid w:val="00895874"/>
    <w:rsid w:val="00895B9B"/>
    <w:rsid w:val="00895EB5"/>
    <w:rsid w:val="00895F76"/>
    <w:rsid w:val="00896148"/>
    <w:rsid w:val="008964F4"/>
    <w:rsid w:val="00896685"/>
    <w:rsid w:val="0089672E"/>
    <w:rsid w:val="00896849"/>
    <w:rsid w:val="008969F2"/>
    <w:rsid w:val="00896A3C"/>
    <w:rsid w:val="00896ABF"/>
    <w:rsid w:val="00896B6D"/>
    <w:rsid w:val="008970F5"/>
    <w:rsid w:val="008973BF"/>
    <w:rsid w:val="0089744A"/>
    <w:rsid w:val="00897566"/>
    <w:rsid w:val="00897727"/>
    <w:rsid w:val="008977BF"/>
    <w:rsid w:val="008979E7"/>
    <w:rsid w:val="00897B62"/>
    <w:rsid w:val="00897E3E"/>
    <w:rsid w:val="00897F15"/>
    <w:rsid w:val="00897FA0"/>
    <w:rsid w:val="00897FDD"/>
    <w:rsid w:val="008A019D"/>
    <w:rsid w:val="008A0201"/>
    <w:rsid w:val="008A0453"/>
    <w:rsid w:val="008A04C1"/>
    <w:rsid w:val="008A04FA"/>
    <w:rsid w:val="008A05DC"/>
    <w:rsid w:val="008A0A3A"/>
    <w:rsid w:val="008A0A50"/>
    <w:rsid w:val="008A0C3D"/>
    <w:rsid w:val="008A0DEE"/>
    <w:rsid w:val="008A107E"/>
    <w:rsid w:val="008A10B7"/>
    <w:rsid w:val="008A11CA"/>
    <w:rsid w:val="008A166C"/>
    <w:rsid w:val="008A1696"/>
    <w:rsid w:val="008A1809"/>
    <w:rsid w:val="008A19B9"/>
    <w:rsid w:val="008A1DA3"/>
    <w:rsid w:val="008A1DAB"/>
    <w:rsid w:val="008A1EED"/>
    <w:rsid w:val="008A208D"/>
    <w:rsid w:val="008A2863"/>
    <w:rsid w:val="008A2888"/>
    <w:rsid w:val="008A2E03"/>
    <w:rsid w:val="008A3106"/>
    <w:rsid w:val="008A34C8"/>
    <w:rsid w:val="008A34F8"/>
    <w:rsid w:val="008A3671"/>
    <w:rsid w:val="008A367A"/>
    <w:rsid w:val="008A3767"/>
    <w:rsid w:val="008A37BB"/>
    <w:rsid w:val="008A38BD"/>
    <w:rsid w:val="008A38D1"/>
    <w:rsid w:val="008A3A6A"/>
    <w:rsid w:val="008A3B08"/>
    <w:rsid w:val="008A3BA3"/>
    <w:rsid w:val="008A3CF3"/>
    <w:rsid w:val="008A3DD6"/>
    <w:rsid w:val="008A40D8"/>
    <w:rsid w:val="008A4199"/>
    <w:rsid w:val="008A4520"/>
    <w:rsid w:val="008A4561"/>
    <w:rsid w:val="008A4A29"/>
    <w:rsid w:val="008A4B77"/>
    <w:rsid w:val="008A4C2E"/>
    <w:rsid w:val="008A4C59"/>
    <w:rsid w:val="008A4C66"/>
    <w:rsid w:val="008A4FBD"/>
    <w:rsid w:val="008A511D"/>
    <w:rsid w:val="008A5148"/>
    <w:rsid w:val="008A51AE"/>
    <w:rsid w:val="008A5209"/>
    <w:rsid w:val="008A5372"/>
    <w:rsid w:val="008A53E7"/>
    <w:rsid w:val="008A5745"/>
    <w:rsid w:val="008A5F18"/>
    <w:rsid w:val="008A5F72"/>
    <w:rsid w:val="008A605B"/>
    <w:rsid w:val="008A6131"/>
    <w:rsid w:val="008A627A"/>
    <w:rsid w:val="008A6470"/>
    <w:rsid w:val="008A65F0"/>
    <w:rsid w:val="008A66B8"/>
    <w:rsid w:val="008A6874"/>
    <w:rsid w:val="008A68AF"/>
    <w:rsid w:val="008A6DC8"/>
    <w:rsid w:val="008A6EC3"/>
    <w:rsid w:val="008A6F0C"/>
    <w:rsid w:val="008A6FA3"/>
    <w:rsid w:val="008A719C"/>
    <w:rsid w:val="008A71DB"/>
    <w:rsid w:val="008A7253"/>
    <w:rsid w:val="008A7351"/>
    <w:rsid w:val="008A753F"/>
    <w:rsid w:val="008A75F1"/>
    <w:rsid w:val="008A7970"/>
    <w:rsid w:val="008A7A16"/>
    <w:rsid w:val="008A7C2F"/>
    <w:rsid w:val="008A7FD1"/>
    <w:rsid w:val="008B02AF"/>
    <w:rsid w:val="008B044F"/>
    <w:rsid w:val="008B04D8"/>
    <w:rsid w:val="008B053D"/>
    <w:rsid w:val="008B09F4"/>
    <w:rsid w:val="008B0A01"/>
    <w:rsid w:val="008B0CC0"/>
    <w:rsid w:val="008B0E9D"/>
    <w:rsid w:val="008B0FB4"/>
    <w:rsid w:val="008B1849"/>
    <w:rsid w:val="008B1A42"/>
    <w:rsid w:val="008B1EEE"/>
    <w:rsid w:val="008B218C"/>
    <w:rsid w:val="008B22E4"/>
    <w:rsid w:val="008B24EC"/>
    <w:rsid w:val="008B2814"/>
    <w:rsid w:val="008B2A42"/>
    <w:rsid w:val="008B2C47"/>
    <w:rsid w:val="008B2CB9"/>
    <w:rsid w:val="008B319D"/>
    <w:rsid w:val="008B3AEF"/>
    <w:rsid w:val="008B3E72"/>
    <w:rsid w:val="008B3EAB"/>
    <w:rsid w:val="008B411B"/>
    <w:rsid w:val="008B427B"/>
    <w:rsid w:val="008B43DB"/>
    <w:rsid w:val="008B4429"/>
    <w:rsid w:val="008B4679"/>
    <w:rsid w:val="008B4A24"/>
    <w:rsid w:val="008B4A46"/>
    <w:rsid w:val="008B4A55"/>
    <w:rsid w:val="008B4ABD"/>
    <w:rsid w:val="008B4AD1"/>
    <w:rsid w:val="008B4AEA"/>
    <w:rsid w:val="008B4D3F"/>
    <w:rsid w:val="008B4EC9"/>
    <w:rsid w:val="008B4EF0"/>
    <w:rsid w:val="008B50DA"/>
    <w:rsid w:val="008B50DD"/>
    <w:rsid w:val="008B51F3"/>
    <w:rsid w:val="008B52A7"/>
    <w:rsid w:val="008B539B"/>
    <w:rsid w:val="008B54E0"/>
    <w:rsid w:val="008B5549"/>
    <w:rsid w:val="008B583F"/>
    <w:rsid w:val="008B58A7"/>
    <w:rsid w:val="008B5C13"/>
    <w:rsid w:val="008B5D29"/>
    <w:rsid w:val="008B5E37"/>
    <w:rsid w:val="008B5EF6"/>
    <w:rsid w:val="008B6142"/>
    <w:rsid w:val="008B6177"/>
    <w:rsid w:val="008B62C8"/>
    <w:rsid w:val="008B6485"/>
    <w:rsid w:val="008B6577"/>
    <w:rsid w:val="008B65BA"/>
    <w:rsid w:val="008B690A"/>
    <w:rsid w:val="008B6A99"/>
    <w:rsid w:val="008B6B3F"/>
    <w:rsid w:val="008B6EA6"/>
    <w:rsid w:val="008B6F61"/>
    <w:rsid w:val="008B700F"/>
    <w:rsid w:val="008B733F"/>
    <w:rsid w:val="008B770F"/>
    <w:rsid w:val="008B7884"/>
    <w:rsid w:val="008B7958"/>
    <w:rsid w:val="008B7AB2"/>
    <w:rsid w:val="008C026F"/>
    <w:rsid w:val="008C03FD"/>
    <w:rsid w:val="008C04E7"/>
    <w:rsid w:val="008C08C8"/>
    <w:rsid w:val="008C08FA"/>
    <w:rsid w:val="008C0915"/>
    <w:rsid w:val="008C0B31"/>
    <w:rsid w:val="008C0B4E"/>
    <w:rsid w:val="008C0CF4"/>
    <w:rsid w:val="008C0CFA"/>
    <w:rsid w:val="008C0D5C"/>
    <w:rsid w:val="008C1108"/>
    <w:rsid w:val="008C11D9"/>
    <w:rsid w:val="008C128C"/>
    <w:rsid w:val="008C13BB"/>
    <w:rsid w:val="008C1590"/>
    <w:rsid w:val="008C15E4"/>
    <w:rsid w:val="008C16B2"/>
    <w:rsid w:val="008C1A47"/>
    <w:rsid w:val="008C1ACB"/>
    <w:rsid w:val="008C1CAA"/>
    <w:rsid w:val="008C1CFD"/>
    <w:rsid w:val="008C2613"/>
    <w:rsid w:val="008C26B2"/>
    <w:rsid w:val="008C2786"/>
    <w:rsid w:val="008C2F62"/>
    <w:rsid w:val="008C3002"/>
    <w:rsid w:val="008C30FE"/>
    <w:rsid w:val="008C319E"/>
    <w:rsid w:val="008C3306"/>
    <w:rsid w:val="008C3571"/>
    <w:rsid w:val="008C3613"/>
    <w:rsid w:val="008C3851"/>
    <w:rsid w:val="008C394B"/>
    <w:rsid w:val="008C3A9B"/>
    <w:rsid w:val="008C3B1A"/>
    <w:rsid w:val="008C3D70"/>
    <w:rsid w:val="008C3E8E"/>
    <w:rsid w:val="008C4001"/>
    <w:rsid w:val="008C4084"/>
    <w:rsid w:val="008C40E9"/>
    <w:rsid w:val="008C438D"/>
    <w:rsid w:val="008C4508"/>
    <w:rsid w:val="008C462C"/>
    <w:rsid w:val="008C4995"/>
    <w:rsid w:val="008C4C61"/>
    <w:rsid w:val="008C4F7F"/>
    <w:rsid w:val="008C5242"/>
    <w:rsid w:val="008C58B2"/>
    <w:rsid w:val="008C59F2"/>
    <w:rsid w:val="008C5CF7"/>
    <w:rsid w:val="008C5DAB"/>
    <w:rsid w:val="008C5FA3"/>
    <w:rsid w:val="008C6121"/>
    <w:rsid w:val="008C63A8"/>
    <w:rsid w:val="008C649F"/>
    <w:rsid w:val="008C65A0"/>
    <w:rsid w:val="008C65E7"/>
    <w:rsid w:val="008C6653"/>
    <w:rsid w:val="008C6767"/>
    <w:rsid w:val="008C67E9"/>
    <w:rsid w:val="008C69B4"/>
    <w:rsid w:val="008C6D89"/>
    <w:rsid w:val="008C6E3D"/>
    <w:rsid w:val="008C7254"/>
    <w:rsid w:val="008C7282"/>
    <w:rsid w:val="008C7349"/>
    <w:rsid w:val="008C7455"/>
    <w:rsid w:val="008C7550"/>
    <w:rsid w:val="008C77CB"/>
    <w:rsid w:val="008C78C8"/>
    <w:rsid w:val="008C7E75"/>
    <w:rsid w:val="008C7E99"/>
    <w:rsid w:val="008D006B"/>
    <w:rsid w:val="008D012F"/>
    <w:rsid w:val="008D0218"/>
    <w:rsid w:val="008D081F"/>
    <w:rsid w:val="008D091F"/>
    <w:rsid w:val="008D0A89"/>
    <w:rsid w:val="008D0B7C"/>
    <w:rsid w:val="008D0BEA"/>
    <w:rsid w:val="008D0C91"/>
    <w:rsid w:val="008D0DB6"/>
    <w:rsid w:val="008D0E4A"/>
    <w:rsid w:val="008D12AC"/>
    <w:rsid w:val="008D13A9"/>
    <w:rsid w:val="008D141A"/>
    <w:rsid w:val="008D1462"/>
    <w:rsid w:val="008D14C5"/>
    <w:rsid w:val="008D15BE"/>
    <w:rsid w:val="008D1627"/>
    <w:rsid w:val="008D1931"/>
    <w:rsid w:val="008D1BFF"/>
    <w:rsid w:val="008D1CD7"/>
    <w:rsid w:val="008D1CFB"/>
    <w:rsid w:val="008D1D92"/>
    <w:rsid w:val="008D1E1E"/>
    <w:rsid w:val="008D2027"/>
    <w:rsid w:val="008D2241"/>
    <w:rsid w:val="008D2266"/>
    <w:rsid w:val="008D233F"/>
    <w:rsid w:val="008D2A42"/>
    <w:rsid w:val="008D2A62"/>
    <w:rsid w:val="008D2A70"/>
    <w:rsid w:val="008D2AAA"/>
    <w:rsid w:val="008D2B48"/>
    <w:rsid w:val="008D2CE4"/>
    <w:rsid w:val="008D2D61"/>
    <w:rsid w:val="008D304B"/>
    <w:rsid w:val="008D314E"/>
    <w:rsid w:val="008D34B2"/>
    <w:rsid w:val="008D34F2"/>
    <w:rsid w:val="008D3BAA"/>
    <w:rsid w:val="008D3D8F"/>
    <w:rsid w:val="008D3EC7"/>
    <w:rsid w:val="008D3EE4"/>
    <w:rsid w:val="008D417A"/>
    <w:rsid w:val="008D4214"/>
    <w:rsid w:val="008D4357"/>
    <w:rsid w:val="008D4615"/>
    <w:rsid w:val="008D4671"/>
    <w:rsid w:val="008D46B0"/>
    <w:rsid w:val="008D4896"/>
    <w:rsid w:val="008D4A66"/>
    <w:rsid w:val="008D4C8A"/>
    <w:rsid w:val="008D4F31"/>
    <w:rsid w:val="008D4FFC"/>
    <w:rsid w:val="008D5052"/>
    <w:rsid w:val="008D52D6"/>
    <w:rsid w:val="008D5580"/>
    <w:rsid w:val="008D584E"/>
    <w:rsid w:val="008D593D"/>
    <w:rsid w:val="008D59D3"/>
    <w:rsid w:val="008D5B4A"/>
    <w:rsid w:val="008D5D18"/>
    <w:rsid w:val="008D5D7D"/>
    <w:rsid w:val="008D5EA9"/>
    <w:rsid w:val="008D5F2C"/>
    <w:rsid w:val="008D60C6"/>
    <w:rsid w:val="008D634C"/>
    <w:rsid w:val="008D6504"/>
    <w:rsid w:val="008D65F4"/>
    <w:rsid w:val="008D663C"/>
    <w:rsid w:val="008D67B2"/>
    <w:rsid w:val="008D688B"/>
    <w:rsid w:val="008D68FA"/>
    <w:rsid w:val="008D6943"/>
    <w:rsid w:val="008D6979"/>
    <w:rsid w:val="008D6D60"/>
    <w:rsid w:val="008D6DF2"/>
    <w:rsid w:val="008D7434"/>
    <w:rsid w:val="008D7552"/>
    <w:rsid w:val="008D7800"/>
    <w:rsid w:val="008D79CE"/>
    <w:rsid w:val="008D7B42"/>
    <w:rsid w:val="008D7B61"/>
    <w:rsid w:val="008D7FF8"/>
    <w:rsid w:val="008E033B"/>
    <w:rsid w:val="008E03DD"/>
    <w:rsid w:val="008E03E5"/>
    <w:rsid w:val="008E046F"/>
    <w:rsid w:val="008E05C6"/>
    <w:rsid w:val="008E07F5"/>
    <w:rsid w:val="008E0823"/>
    <w:rsid w:val="008E091D"/>
    <w:rsid w:val="008E0EB6"/>
    <w:rsid w:val="008E127E"/>
    <w:rsid w:val="008E12AC"/>
    <w:rsid w:val="008E130D"/>
    <w:rsid w:val="008E148C"/>
    <w:rsid w:val="008E1708"/>
    <w:rsid w:val="008E189F"/>
    <w:rsid w:val="008E1998"/>
    <w:rsid w:val="008E1A15"/>
    <w:rsid w:val="008E1ADF"/>
    <w:rsid w:val="008E1CE2"/>
    <w:rsid w:val="008E1CF9"/>
    <w:rsid w:val="008E1CFF"/>
    <w:rsid w:val="008E1D53"/>
    <w:rsid w:val="008E226D"/>
    <w:rsid w:val="008E2289"/>
    <w:rsid w:val="008E238B"/>
    <w:rsid w:val="008E23F9"/>
    <w:rsid w:val="008E24AC"/>
    <w:rsid w:val="008E262C"/>
    <w:rsid w:val="008E2806"/>
    <w:rsid w:val="008E2835"/>
    <w:rsid w:val="008E2883"/>
    <w:rsid w:val="008E2A9A"/>
    <w:rsid w:val="008E2C28"/>
    <w:rsid w:val="008E2C83"/>
    <w:rsid w:val="008E2D20"/>
    <w:rsid w:val="008E30FE"/>
    <w:rsid w:val="008E3168"/>
    <w:rsid w:val="008E31AB"/>
    <w:rsid w:val="008E321F"/>
    <w:rsid w:val="008E3336"/>
    <w:rsid w:val="008E3377"/>
    <w:rsid w:val="008E33CB"/>
    <w:rsid w:val="008E3457"/>
    <w:rsid w:val="008E366D"/>
    <w:rsid w:val="008E39BA"/>
    <w:rsid w:val="008E39BE"/>
    <w:rsid w:val="008E3A8C"/>
    <w:rsid w:val="008E3F75"/>
    <w:rsid w:val="008E407A"/>
    <w:rsid w:val="008E4200"/>
    <w:rsid w:val="008E4388"/>
    <w:rsid w:val="008E4396"/>
    <w:rsid w:val="008E4420"/>
    <w:rsid w:val="008E45F6"/>
    <w:rsid w:val="008E461B"/>
    <w:rsid w:val="008E4818"/>
    <w:rsid w:val="008E490A"/>
    <w:rsid w:val="008E4962"/>
    <w:rsid w:val="008E4C55"/>
    <w:rsid w:val="008E4C9D"/>
    <w:rsid w:val="008E4E25"/>
    <w:rsid w:val="008E4F1A"/>
    <w:rsid w:val="008E4FAE"/>
    <w:rsid w:val="008E5013"/>
    <w:rsid w:val="008E516C"/>
    <w:rsid w:val="008E52F5"/>
    <w:rsid w:val="008E53B4"/>
    <w:rsid w:val="008E59F9"/>
    <w:rsid w:val="008E5B8E"/>
    <w:rsid w:val="008E5ECC"/>
    <w:rsid w:val="008E622F"/>
    <w:rsid w:val="008E639A"/>
    <w:rsid w:val="008E63C1"/>
    <w:rsid w:val="008E65F6"/>
    <w:rsid w:val="008E6625"/>
    <w:rsid w:val="008E6C93"/>
    <w:rsid w:val="008E6D10"/>
    <w:rsid w:val="008E6D49"/>
    <w:rsid w:val="008E6E3A"/>
    <w:rsid w:val="008E6E49"/>
    <w:rsid w:val="008E6F6F"/>
    <w:rsid w:val="008E7196"/>
    <w:rsid w:val="008E753B"/>
    <w:rsid w:val="008E763C"/>
    <w:rsid w:val="008E789A"/>
    <w:rsid w:val="008E7ABD"/>
    <w:rsid w:val="008E7E7E"/>
    <w:rsid w:val="008E7F17"/>
    <w:rsid w:val="008F0165"/>
    <w:rsid w:val="008F0523"/>
    <w:rsid w:val="008F073D"/>
    <w:rsid w:val="008F0B32"/>
    <w:rsid w:val="008F0DEB"/>
    <w:rsid w:val="008F0F6A"/>
    <w:rsid w:val="008F102E"/>
    <w:rsid w:val="008F10B9"/>
    <w:rsid w:val="008F11B8"/>
    <w:rsid w:val="008F1218"/>
    <w:rsid w:val="008F1240"/>
    <w:rsid w:val="008F1307"/>
    <w:rsid w:val="008F1345"/>
    <w:rsid w:val="008F13FB"/>
    <w:rsid w:val="008F1443"/>
    <w:rsid w:val="008F149B"/>
    <w:rsid w:val="008F162B"/>
    <w:rsid w:val="008F1756"/>
    <w:rsid w:val="008F182E"/>
    <w:rsid w:val="008F184F"/>
    <w:rsid w:val="008F189E"/>
    <w:rsid w:val="008F18F7"/>
    <w:rsid w:val="008F1AC9"/>
    <w:rsid w:val="008F1E62"/>
    <w:rsid w:val="008F20A5"/>
    <w:rsid w:val="008F214B"/>
    <w:rsid w:val="008F230E"/>
    <w:rsid w:val="008F24AB"/>
    <w:rsid w:val="008F2828"/>
    <w:rsid w:val="008F28C3"/>
    <w:rsid w:val="008F28E4"/>
    <w:rsid w:val="008F2952"/>
    <w:rsid w:val="008F29FF"/>
    <w:rsid w:val="008F2A24"/>
    <w:rsid w:val="008F2BB2"/>
    <w:rsid w:val="008F2F26"/>
    <w:rsid w:val="008F2F62"/>
    <w:rsid w:val="008F304F"/>
    <w:rsid w:val="008F30F8"/>
    <w:rsid w:val="008F317D"/>
    <w:rsid w:val="008F3271"/>
    <w:rsid w:val="008F3392"/>
    <w:rsid w:val="008F3438"/>
    <w:rsid w:val="008F34C8"/>
    <w:rsid w:val="008F35A2"/>
    <w:rsid w:val="008F387B"/>
    <w:rsid w:val="008F3959"/>
    <w:rsid w:val="008F3984"/>
    <w:rsid w:val="008F39C6"/>
    <w:rsid w:val="008F3A94"/>
    <w:rsid w:val="008F3BF7"/>
    <w:rsid w:val="008F3C12"/>
    <w:rsid w:val="008F43A2"/>
    <w:rsid w:val="008F44DA"/>
    <w:rsid w:val="008F453A"/>
    <w:rsid w:val="008F4760"/>
    <w:rsid w:val="008F48F5"/>
    <w:rsid w:val="008F4936"/>
    <w:rsid w:val="008F4D03"/>
    <w:rsid w:val="008F4D9A"/>
    <w:rsid w:val="008F4F62"/>
    <w:rsid w:val="008F5265"/>
    <w:rsid w:val="008F53E9"/>
    <w:rsid w:val="008F5592"/>
    <w:rsid w:val="008F57B8"/>
    <w:rsid w:val="008F60DF"/>
    <w:rsid w:val="008F6260"/>
    <w:rsid w:val="008F6397"/>
    <w:rsid w:val="008F63DE"/>
    <w:rsid w:val="008F652A"/>
    <w:rsid w:val="008F66D9"/>
    <w:rsid w:val="008F66EC"/>
    <w:rsid w:val="008F6931"/>
    <w:rsid w:val="008F6B0C"/>
    <w:rsid w:val="008F6B5C"/>
    <w:rsid w:val="008F6B5D"/>
    <w:rsid w:val="008F7039"/>
    <w:rsid w:val="008F707D"/>
    <w:rsid w:val="008F7289"/>
    <w:rsid w:val="008F7330"/>
    <w:rsid w:val="008F7351"/>
    <w:rsid w:val="008F7487"/>
    <w:rsid w:val="008F78B6"/>
    <w:rsid w:val="008F7917"/>
    <w:rsid w:val="008F7FE7"/>
    <w:rsid w:val="0090029C"/>
    <w:rsid w:val="00900686"/>
    <w:rsid w:val="009006FB"/>
    <w:rsid w:val="009009F3"/>
    <w:rsid w:val="00900BDD"/>
    <w:rsid w:val="0090158F"/>
    <w:rsid w:val="0090178D"/>
    <w:rsid w:val="00901998"/>
    <w:rsid w:val="00901B3F"/>
    <w:rsid w:val="00901B81"/>
    <w:rsid w:val="00901B83"/>
    <w:rsid w:val="00901D51"/>
    <w:rsid w:val="00901DF0"/>
    <w:rsid w:val="00901E93"/>
    <w:rsid w:val="00902048"/>
    <w:rsid w:val="00902056"/>
    <w:rsid w:val="00902097"/>
    <w:rsid w:val="009026A0"/>
    <w:rsid w:val="009026A8"/>
    <w:rsid w:val="0090279E"/>
    <w:rsid w:val="009027EC"/>
    <w:rsid w:val="0090288C"/>
    <w:rsid w:val="009028FC"/>
    <w:rsid w:val="00902E80"/>
    <w:rsid w:val="00902F4E"/>
    <w:rsid w:val="0090307F"/>
    <w:rsid w:val="0090319D"/>
    <w:rsid w:val="00903348"/>
    <w:rsid w:val="009034B8"/>
    <w:rsid w:val="0090377F"/>
    <w:rsid w:val="0090381C"/>
    <w:rsid w:val="009038ED"/>
    <w:rsid w:val="00903959"/>
    <w:rsid w:val="00903BA5"/>
    <w:rsid w:val="00903D3C"/>
    <w:rsid w:val="00903E3F"/>
    <w:rsid w:val="009043F2"/>
    <w:rsid w:val="00904958"/>
    <w:rsid w:val="009049C8"/>
    <w:rsid w:val="00904A31"/>
    <w:rsid w:val="00904C13"/>
    <w:rsid w:val="00904E06"/>
    <w:rsid w:val="009052AD"/>
    <w:rsid w:val="00905371"/>
    <w:rsid w:val="0090551D"/>
    <w:rsid w:val="00905702"/>
    <w:rsid w:val="009058E8"/>
    <w:rsid w:val="009059D0"/>
    <w:rsid w:val="00905C7C"/>
    <w:rsid w:val="00905F07"/>
    <w:rsid w:val="00905F32"/>
    <w:rsid w:val="009063FE"/>
    <w:rsid w:val="009064F3"/>
    <w:rsid w:val="00906657"/>
    <w:rsid w:val="009069FB"/>
    <w:rsid w:val="00906D40"/>
    <w:rsid w:val="00906E38"/>
    <w:rsid w:val="00906E86"/>
    <w:rsid w:val="00907303"/>
    <w:rsid w:val="00907799"/>
    <w:rsid w:val="0090779C"/>
    <w:rsid w:val="0090799C"/>
    <w:rsid w:val="009079B4"/>
    <w:rsid w:val="00907BEE"/>
    <w:rsid w:val="00907C61"/>
    <w:rsid w:val="00907E71"/>
    <w:rsid w:val="00907EF3"/>
    <w:rsid w:val="00907FA4"/>
    <w:rsid w:val="00910054"/>
    <w:rsid w:val="00910098"/>
    <w:rsid w:val="0091021B"/>
    <w:rsid w:val="009102DA"/>
    <w:rsid w:val="0091032A"/>
    <w:rsid w:val="00910346"/>
    <w:rsid w:val="0091052B"/>
    <w:rsid w:val="009105AF"/>
    <w:rsid w:val="009106A4"/>
    <w:rsid w:val="009109DE"/>
    <w:rsid w:val="00910B40"/>
    <w:rsid w:val="00910DC6"/>
    <w:rsid w:val="00910E4A"/>
    <w:rsid w:val="00910EE7"/>
    <w:rsid w:val="00911090"/>
    <w:rsid w:val="00911191"/>
    <w:rsid w:val="009115B5"/>
    <w:rsid w:val="00911843"/>
    <w:rsid w:val="00911854"/>
    <w:rsid w:val="009119A0"/>
    <w:rsid w:val="009119B6"/>
    <w:rsid w:val="00911A79"/>
    <w:rsid w:val="00911B5B"/>
    <w:rsid w:val="00911C9F"/>
    <w:rsid w:val="00911DB0"/>
    <w:rsid w:val="00912087"/>
    <w:rsid w:val="009123B5"/>
    <w:rsid w:val="009125CA"/>
    <w:rsid w:val="009126FA"/>
    <w:rsid w:val="00912776"/>
    <w:rsid w:val="0091285F"/>
    <w:rsid w:val="00912C5F"/>
    <w:rsid w:val="00912D8D"/>
    <w:rsid w:val="00912FA8"/>
    <w:rsid w:val="00913032"/>
    <w:rsid w:val="00913269"/>
    <w:rsid w:val="00913296"/>
    <w:rsid w:val="0091334D"/>
    <w:rsid w:val="0091354C"/>
    <w:rsid w:val="00913661"/>
    <w:rsid w:val="00913791"/>
    <w:rsid w:val="00913AE4"/>
    <w:rsid w:val="00913B8A"/>
    <w:rsid w:val="00913D3D"/>
    <w:rsid w:val="00913F0C"/>
    <w:rsid w:val="00913F1E"/>
    <w:rsid w:val="00913F25"/>
    <w:rsid w:val="009142ED"/>
    <w:rsid w:val="009143DD"/>
    <w:rsid w:val="00914418"/>
    <w:rsid w:val="00914718"/>
    <w:rsid w:val="009147D3"/>
    <w:rsid w:val="009148FB"/>
    <w:rsid w:val="00914927"/>
    <w:rsid w:val="00914AA3"/>
    <w:rsid w:val="00914C98"/>
    <w:rsid w:val="00914E3A"/>
    <w:rsid w:val="00914EB3"/>
    <w:rsid w:val="00914F74"/>
    <w:rsid w:val="00915016"/>
    <w:rsid w:val="009151DC"/>
    <w:rsid w:val="00915287"/>
    <w:rsid w:val="009153E8"/>
    <w:rsid w:val="00915440"/>
    <w:rsid w:val="009155BE"/>
    <w:rsid w:val="00915629"/>
    <w:rsid w:val="009156BF"/>
    <w:rsid w:val="00915B5F"/>
    <w:rsid w:val="00915B6A"/>
    <w:rsid w:val="00915D17"/>
    <w:rsid w:val="00915D77"/>
    <w:rsid w:val="0091609F"/>
    <w:rsid w:val="0091611E"/>
    <w:rsid w:val="00916289"/>
    <w:rsid w:val="009162FF"/>
    <w:rsid w:val="0091659E"/>
    <w:rsid w:val="009165D8"/>
    <w:rsid w:val="009165FD"/>
    <w:rsid w:val="009166BF"/>
    <w:rsid w:val="00916801"/>
    <w:rsid w:val="0091690D"/>
    <w:rsid w:val="009169C4"/>
    <w:rsid w:val="00916AE3"/>
    <w:rsid w:val="00916BDA"/>
    <w:rsid w:val="00916CEB"/>
    <w:rsid w:val="00916E79"/>
    <w:rsid w:val="00916F74"/>
    <w:rsid w:val="009170CF"/>
    <w:rsid w:val="009172F9"/>
    <w:rsid w:val="00917580"/>
    <w:rsid w:val="00917970"/>
    <w:rsid w:val="00917A7C"/>
    <w:rsid w:val="00917AA6"/>
    <w:rsid w:val="00917ADB"/>
    <w:rsid w:val="00917B67"/>
    <w:rsid w:val="0092021A"/>
    <w:rsid w:val="00920436"/>
    <w:rsid w:val="00920551"/>
    <w:rsid w:val="00920772"/>
    <w:rsid w:val="00920C8A"/>
    <w:rsid w:val="00920CF7"/>
    <w:rsid w:val="00920EC8"/>
    <w:rsid w:val="0092119B"/>
    <w:rsid w:val="009214D6"/>
    <w:rsid w:val="0092152E"/>
    <w:rsid w:val="00921579"/>
    <w:rsid w:val="00921661"/>
    <w:rsid w:val="00921843"/>
    <w:rsid w:val="00921A5D"/>
    <w:rsid w:val="00921C5E"/>
    <w:rsid w:val="00921CF9"/>
    <w:rsid w:val="00921DCB"/>
    <w:rsid w:val="00921E39"/>
    <w:rsid w:val="00921F3F"/>
    <w:rsid w:val="00921FD1"/>
    <w:rsid w:val="0092203D"/>
    <w:rsid w:val="009220C2"/>
    <w:rsid w:val="009221BA"/>
    <w:rsid w:val="00922213"/>
    <w:rsid w:val="009222A0"/>
    <w:rsid w:val="0092265A"/>
    <w:rsid w:val="00922669"/>
    <w:rsid w:val="0092266A"/>
    <w:rsid w:val="00922672"/>
    <w:rsid w:val="00922B61"/>
    <w:rsid w:val="00922C13"/>
    <w:rsid w:val="00922C6F"/>
    <w:rsid w:val="00922F7E"/>
    <w:rsid w:val="0092326B"/>
    <w:rsid w:val="00923392"/>
    <w:rsid w:val="00923429"/>
    <w:rsid w:val="009236E9"/>
    <w:rsid w:val="00923970"/>
    <w:rsid w:val="009239C7"/>
    <w:rsid w:val="00923A7D"/>
    <w:rsid w:val="00923C17"/>
    <w:rsid w:val="00923EAB"/>
    <w:rsid w:val="00923F7F"/>
    <w:rsid w:val="0092403D"/>
    <w:rsid w:val="00924707"/>
    <w:rsid w:val="009248EC"/>
    <w:rsid w:val="0092494E"/>
    <w:rsid w:val="00924975"/>
    <w:rsid w:val="00924B70"/>
    <w:rsid w:val="00924D07"/>
    <w:rsid w:val="00924DE3"/>
    <w:rsid w:val="00924ED4"/>
    <w:rsid w:val="009251C5"/>
    <w:rsid w:val="00925237"/>
    <w:rsid w:val="0092545A"/>
    <w:rsid w:val="00925725"/>
    <w:rsid w:val="00925819"/>
    <w:rsid w:val="00925835"/>
    <w:rsid w:val="00925954"/>
    <w:rsid w:val="00925B10"/>
    <w:rsid w:val="00925B6C"/>
    <w:rsid w:val="00925C7F"/>
    <w:rsid w:val="009261A0"/>
    <w:rsid w:val="00926377"/>
    <w:rsid w:val="00926394"/>
    <w:rsid w:val="009265BE"/>
    <w:rsid w:val="009267E4"/>
    <w:rsid w:val="00926884"/>
    <w:rsid w:val="00926A8A"/>
    <w:rsid w:val="00926AAB"/>
    <w:rsid w:val="00926B70"/>
    <w:rsid w:val="00926E66"/>
    <w:rsid w:val="00926EC9"/>
    <w:rsid w:val="00927220"/>
    <w:rsid w:val="009272B1"/>
    <w:rsid w:val="0092736E"/>
    <w:rsid w:val="00927387"/>
    <w:rsid w:val="00927983"/>
    <w:rsid w:val="00927B18"/>
    <w:rsid w:val="00927B86"/>
    <w:rsid w:val="00927BAB"/>
    <w:rsid w:val="00927D50"/>
    <w:rsid w:val="00927DD5"/>
    <w:rsid w:val="00927F51"/>
    <w:rsid w:val="0093002B"/>
    <w:rsid w:val="00930225"/>
    <w:rsid w:val="00930231"/>
    <w:rsid w:val="0093028C"/>
    <w:rsid w:val="009302AF"/>
    <w:rsid w:val="009304EA"/>
    <w:rsid w:val="00930550"/>
    <w:rsid w:val="009306D4"/>
    <w:rsid w:val="009307A8"/>
    <w:rsid w:val="00930835"/>
    <w:rsid w:val="00930C53"/>
    <w:rsid w:val="00930F53"/>
    <w:rsid w:val="00930F88"/>
    <w:rsid w:val="00930F96"/>
    <w:rsid w:val="00931096"/>
    <w:rsid w:val="009311AC"/>
    <w:rsid w:val="009318D9"/>
    <w:rsid w:val="009319E3"/>
    <w:rsid w:val="00931B1A"/>
    <w:rsid w:val="00931C09"/>
    <w:rsid w:val="00931C8D"/>
    <w:rsid w:val="00931D46"/>
    <w:rsid w:val="00931EF9"/>
    <w:rsid w:val="00931F7D"/>
    <w:rsid w:val="0093203B"/>
    <w:rsid w:val="00932214"/>
    <w:rsid w:val="009322E4"/>
    <w:rsid w:val="00932375"/>
    <w:rsid w:val="009324C4"/>
    <w:rsid w:val="009324F9"/>
    <w:rsid w:val="00932A08"/>
    <w:rsid w:val="00932C25"/>
    <w:rsid w:val="00932CCF"/>
    <w:rsid w:val="00932EE7"/>
    <w:rsid w:val="00932F9E"/>
    <w:rsid w:val="00932FA6"/>
    <w:rsid w:val="0093322A"/>
    <w:rsid w:val="0093340E"/>
    <w:rsid w:val="0093341F"/>
    <w:rsid w:val="009334B3"/>
    <w:rsid w:val="009334E1"/>
    <w:rsid w:val="009336C8"/>
    <w:rsid w:val="009339D3"/>
    <w:rsid w:val="00933B95"/>
    <w:rsid w:val="00933BA8"/>
    <w:rsid w:val="00933C99"/>
    <w:rsid w:val="00934010"/>
    <w:rsid w:val="009340B6"/>
    <w:rsid w:val="00934356"/>
    <w:rsid w:val="009343B0"/>
    <w:rsid w:val="00934401"/>
    <w:rsid w:val="009344F5"/>
    <w:rsid w:val="0093464F"/>
    <w:rsid w:val="00934A32"/>
    <w:rsid w:val="00934F80"/>
    <w:rsid w:val="00934F89"/>
    <w:rsid w:val="0093508B"/>
    <w:rsid w:val="00935151"/>
    <w:rsid w:val="0093517E"/>
    <w:rsid w:val="0093520B"/>
    <w:rsid w:val="00935429"/>
    <w:rsid w:val="00935792"/>
    <w:rsid w:val="009357BE"/>
    <w:rsid w:val="00935979"/>
    <w:rsid w:val="009359BD"/>
    <w:rsid w:val="00935E3C"/>
    <w:rsid w:val="00935E7D"/>
    <w:rsid w:val="009360B7"/>
    <w:rsid w:val="00936238"/>
    <w:rsid w:val="0093633A"/>
    <w:rsid w:val="00936363"/>
    <w:rsid w:val="0093656A"/>
    <w:rsid w:val="009366E2"/>
    <w:rsid w:val="00936AF2"/>
    <w:rsid w:val="00936BDA"/>
    <w:rsid w:val="00936C69"/>
    <w:rsid w:val="00936CAA"/>
    <w:rsid w:val="00937302"/>
    <w:rsid w:val="00937563"/>
    <w:rsid w:val="00937908"/>
    <w:rsid w:val="00937AD0"/>
    <w:rsid w:val="0094003B"/>
    <w:rsid w:val="0094022E"/>
    <w:rsid w:val="009405B9"/>
    <w:rsid w:val="009407E5"/>
    <w:rsid w:val="009408B4"/>
    <w:rsid w:val="00940A02"/>
    <w:rsid w:val="00940A26"/>
    <w:rsid w:val="00940B35"/>
    <w:rsid w:val="00940E25"/>
    <w:rsid w:val="00940E71"/>
    <w:rsid w:val="00940EE0"/>
    <w:rsid w:val="00941025"/>
    <w:rsid w:val="009410A4"/>
    <w:rsid w:val="00941233"/>
    <w:rsid w:val="00941277"/>
    <w:rsid w:val="0094137B"/>
    <w:rsid w:val="00941505"/>
    <w:rsid w:val="00941D21"/>
    <w:rsid w:val="00941E31"/>
    <w:rsid w:val="00941E3B"/>
    <w:rsid w:val="0094203C"/>
    <w:rsid w:val="00942111"/>
    <w:rsid w:val="00942252"/>
    <w:rsid w:val="009422AE"/>
    <w:rsid w:val="0094256A"/>
    <w:rsid w:val="009427D1"/>
    <w:rsid w:val="00942A90"/>
    <w:rsid w:val="00942CF3"/>
    <w:rsid w:val="00942F22"/>
    <w:rsid w:val="00942F64"/>
    <w:rsid w:val="009434DE"/>
    <w:rsid w:val="009435D4"/>
    <w:rsid w:val="009436DD"/>
    <w:rsid w:val="009439C1"/>
    <w:rsid w:val="009439E0"/>
    <w:rsid w:val="00943AC2"/>
    <w:rsid w:val="00943BC2"/>
    <w:rsid w:val="00943BE4"/>
    <w:rsid w:val="00943DE2"/>
    <w:rsid w:val="00943E5F"/>
    <w:rsid w:val="009440C7"/>
    <w:rsid w:val="0094441C"/>
    <w:rsid w:val="009448CB"/>
    <w:rsid w:val="00944904"/>
    <w:rsid w:val="00944A07"/>
    <w:rsid w:val="00944A5B"/>
    <w:rsid w:val="00944C9A"/>
    <w:rsid w:val="009452D5"/>
    <w:rsid w:val="00945535"/>
    <w:rsid w:val="00945794"/>
    <w:rsid w:val="00945AE0"/>
    <w:rsid w:val="00945BCC"/>
    <w:rsid w:val="00945C67"/>
    <w:rsid w:val="00945CAA"/>
    <w:rsid w:val="00945D2A"/>
    <w:rsid w:val="00945D57"/>
    <w:rsid w:val="00945D75"/>
    <w:rsid w:val="0094604E"/>
    <w:rsid w:val="0094605C"/>
    <w:rsid w:val="00946375"/>
    <w:rsid w:val="0094662A"/>
    <w:rsid w:val="0094674A"/>
    <w:rsid w:val="0094686D"/>
    <w:rsid w:val="00946B22"/>
    <w:rsid w:val="00946CCF"/>
    <w:rsid w:val="00946D47"/>
    <w:rsid w:val="00946D96"/>
    <w:rsid w:val="009470BC"/>
    <w:rsid w:val="0094711B"/>
    <w:rsid w:val="00947228"/>
    <w:rsid w:val="0094741B"/>
    <w:rsid w:val="00947481"/>
    <w:rsid w:val="0094775E"/>
    <w:rsid w:val="00947953"/>
    <w:rsid w:val="00947C16"/>
    <w:rsid w:val="00947DAD"/>
    <w:rsid w:val="00947F9A"/>
    <w:rsid w:val="009500B8"/>
    <w:rsid w:val="00950167"/>
    <w:rsid w:val="0095028C"/>
    <w:rsid w:val="009502A2"/>
    <w:rsid w:val="009502D0"/>
    <w:rsid w:val="009502E6"/>
    <w:rsid w:val="00950870"/>
    <w:rsid w:val="00950AE7"/>
    <w:rsid w:val="00950E04"/>
    <w:rsid w:val="00950E8F"/>
    <w:rsid w:val="0095132C"/>
    <w:rsid w:val="009514BB"/>
    <w:rsid w:val="0095156A"/>
    <w:rsid w:val="0095163B"/>
    <w:rsid w:val="009516C9"/>
    <w:rsid w:val="0095177D"/>
    <w:rsid w:val="00951928"/>
    <w:rsid w:val="00951A34"/>
    <w:rsid w:val="00951ABE"/>
    <w:rsid w:val="00951C3A"/>
    <w:rsid w:val="00951CF5"/>
    <w:rsid w:val="00951D7C"/>
    <w:rsid w:val="00951EB8"/>
    <w:rsid w:val="009520CE"/>
    <w:rsid w:val="009521BB"/>
    <w:rsid w:val="00952212"/>
    <w:rsid w:val="0095229D"/>
    <w:rsid w:val="009522BC"/>
    <w:rsid w:val="009523C4"/>
    <w:rsid w:val="0095254F"/>
    <w:rsid w:val="0095266C"/>
    <w:rsid w:val="009527A7"/>
    <w:rsid w:val="009527FD"/>
    <w:rsid w:val="0095282A"/>
    <w:rsid w:val="00952B31"/>
    <w:rsid w:val="00952C74"/>
    <w:rsid w:val="00952E8D"/>
    <w:rsid w:val="00952EF7"/>
    <w:rsid w:val="00953122"/>
    <w:rsid w:val="0095324C"/>
    <w:rsid w:val="0095334E"/>
    <w:rsid w:val="009535AA"/>
    <w:rsid w:val="00953878"/>
    <w:rsid w:val="00953BD8"/>
    <w:rsid w:val="00953C87"/>
    <w:rsid w:val="00953CCE"/>
    <w:rsid w:val="00953D28"/>
    <w:rsid w:val="00953D3C"/>
    <w:rsid w:val="00953E46"/>
    <w:rsid w:val="00953F09"/>
    <w:rsid w:val="00954495"/>
    <w:rsid w:val="00954587"/>
    <w:rsid w:val="009546BF"/>
    <w:rsid w:val="00954894"/>
    <w:rsid w:val="009548B8"/>
    <w:rsid w:val="00954D61"/>
    <w:rsid w:val="00954E7F"/>
    <w:rsid w:val="00955004"/>
    <w:rsid w:val="00955174"/>
    <w:rsid w:val="009552F8"/>
    <w:rsid w:val="0095540C"/>
    <w:rsid w:val="0095571D"/>
    <w:rsid w:val="00955982"/>
    <w:rsid w:val="00955AA5"/>
    <w:rsid w:val="00955C07"/>
    <w:rsid w:val="00955C60"/>
    <w:rsid w:val="00955C69"/>
    <w:rsid w:val="00955D48"/>
    <w:rsid w:val="00955DBD"/>
    <w:rsid w:val="00956138"/>
    <w:rsid w:val="00956205"/>
    <w:rsid w:val="00956450"/>
    <w:rsid w:val="009564CC"/>
    <w:rsid w:val="00956538"/>
    <w:rsid w:val="00956577"/>
    <w:rsid w:val="0095688E"/>
    <w:rsid w:val="00956DD8"/>
    <w:rsid w:val="00956E09"/>
    <w:rsid w:val="00956E17"/>
    <w:rsid w:val="0095708B"/>
    <w:rsid w:val="0095715F"/>
    <w:rsid w:val="009572F9"/>
    <w:rsid w:val="00957572"/>
    <w:rsid w:val="00957676"/>
    <w:rsid w:val="009576FC"/>
    <w:rsid w:val="00957945"/>
    <w:rsid w:val="009579EA"/>
    <w:rsid w:val="00957B72"/>
    <w:rsid w:val="00957C0A"/>
    <w:rsid w:val="00957CA8"/>
    <w:rsid w:val="00957D35"/>
    <w:rsid w:val="00957E56"/>
    <w:rsid w:val="00960220"/>
    <w:rsid w:val="00960247"/>
    <w:rsid w:val="00960374"/>
    <w:rsid w:val="009606BD"/>
    <w:rsid w:val="009607FE"/>
    <w:rsid w:val="009608B0"/>
    <w:rsid w:val="00960B4A"/>
    <w:rsid w:val="00960B83"/>
    <w:rsid w:val="00960BB7"/>
    <w:rsid w:val="00960BCE"/>
    <w:rsid w:val="00960BE6"/>
    <w:rsid w:val="00960D48"/>
    <w:rsid w:val="00960FA4"/>
    <w:rsid w:val="0096110B"/>
    <w:rsid w:val="00961554"/>
    <w:rsid w:val="0096157B"/>
    <w:rsid w:val="009616D4"/>
    <w:rsid w:val="009618C9"/>
    <w:rsid w:val="00961D0D"/>
    <w:rsid w:val="00961D97"/>
    <w:rsid w:val="00961E4A"/>
    <w:rsid w:val="00961F07"/>
    <w:rsid w:val="009625EE"/>
    <w:rsid w:val="00962A43"/>
    <w:rsid w:val="009630EA"/>
    <w:rsid w:val="00963109"/>
    <w:rsid w:val="0096324D"/>
    <w:rsid w:val="00963757"/>
    <w:rsid w:val="009638DB"/>
    <w:rsid w:val="00963B35"/>
    <w:rsid w:val="00963BC5"/>
    <w:rsid w:val="0096400F"/>
    <w:rsid w:val="0096449D"/>
    <w:rsid w:val="00964509"/>
    <w:rsid w:val="009646F6"/>
    <w:rsid w:val="0096490B"/>
    <w:rsid w:val="00964922"/>
    <w:rsid w:val="00964932"/>
    <w:rsid w:val="009649C0"/>
    <w:rsid w:val="00964C34"/>
    <w:rsid w:val="00964CB8"/>
    <w:rsid w:val="00964D54"/>
    <w:rsid w:val="00964E2A"/>
    <w:rsid w:val="0096514D"/>
    <w:rsid w:val="0096533F"/>
    <w:rsid w:val="0096553F"/>
    <w:rsid w:val="00965895"/>
    <w:rsid w:val="0096595A"/>
    <w:rsid w:val="00965C56"/>
    <w:rsid w:val="00965D5A"/>
    <w:rsid w:val="00965E15"/>
    <w:rsid w:val="00965E2E"/>
    <w:rsid w:val="00965F0C"/>
    <w:rsid w:val="009661E2"/>
    <w:rsid w:val="0096633F"/>
    <w:rsid w:val="009663D0"/>
    <w:rsid w:val="0096644E"/>
    <w:rsid w:val="009664E4"/>
    <w:rsid w:val="00966505"/>
    <w:rsid w:val="009667F7"/>
    <w:rsid w:val="00966A5E"/>
    <w:rsid w:val="00966E79"/>
    <w:rsid w:val="00966EA3"/>
    <w:rsid w:val="00966FAA"/>
    <w:rsid w:val="00967113"/>
    <w:rsid w:val="0096737F"/>
    <w:rsid w:val="0096748F"/>
    <w:rsid w:val="009674A5"/>
    <w:rsid w:val="009676A5"/>
    <w:rsid w:val="00967A2C"/>
    <w:rsid w:val="00967EC1"/>
    <w:rsid w:val="009706BF"/>
    <w:rsid w:val="009707AA"/>
    <w:rsid w:val="009707BA"/>
    <w:rsid w:val="00970815"/>
    <w:rsid w:val="00970BAA"/>
    <w:rsid w:val="00970C1B"/>
    <w:rsid w:val="00970E62"/>
    <w:rsid w:val="00970F78"/>
    <w:rsid w:val="0097108F"/>
    <w:rsid w:val="009712FF"/>
    <w:rsid w:val="009714DC"/>
    <w:rsid w:val="00971683"/>
    <w:rsid w:val="00971843"/>
    <w:rsid w:val="00971AEF"/>
    <w:rsid w:val="00971AFA"/>
    <w:rsid w:val="00971BD0"/>
    <w:rsid w:val="00971F1A"/>
    <w:rsid w:val="0097204C"/>
    <w:rsid w:val="009723CD"/>
    <w:rsid w:val="00972473"/>
    <w:rsid w:val="009725ED"/>
    <w:rsid w:val="0097263B"/>
    <w:rsid w:val="00972655"/>
    <w:rsid w:val="009726F4"/>
    <w:rsid w:val="0097287F"/>
    <w:rsid w:val="00972993"/>
    <w:rsid w:val="00972AF2"/>
    <w:rsid w:val="00972B0B"/>
    <w:rsid w:val="00972C39"/>
    <w:rsid w:val="00972E42"/>
    <w:rsid w:val="009730B2"/>
    <w:rsid w:val="0097311F"/>
    <w:rsid w:val="0097314B"/>
    <w:rsid w:val="00973157"/>
    <w:rsid w:val="00973261"/>
    <w:rsid w:val="00973514"/>
    <w:rsid w:val="009735B9"/>
    <w:rsid w:val="0097368F"/>
    <w:rsid w:val="009736FD"/>
    <w:rsid w:val="009737BF"/>
    <w:rsid w:val="00973A5C"/>
    <w:rsid w:val="00973A98"/>
    <w:rsid w:val="00973BFD"/>
    <w:rsid w:val="00973C26"/>
    <w:rsid w:val="00973C6A"/>
    <w:rsid w:val="00973E0B"/>
    <w:rsid w:val="00973EE2"/>
    <w:rsid w:val="00973F42"/>
    <w:rsid w:val="00974013"/>
    <w:rsid w:val="009741C8"/>
    <w:rsid w:val="00974376"/>
    <w:rsid w:val="00974614"/>
    <w:rsid w:val="00974730"/>
    <w:rsid w:val="00974774"/>
    <w:rsid w:val="0097482B"/>
    <w:rsid w:val="00974B4A"/>
    <w:rsid w:val="00974E2B"/>
    <w:rsid w:val="00975048"/>
    <w:rsid w:val="00975201"/>
    <w:rsid w:val="00975351"/>
    <w:rsid w:val="009753AA"/>
    <w:rsid w:val="0097546C"/>
    <w:rsid w:val="00975574"/>
    <w:rsid w:val="00975785"/>
    <w:rsid w:val="009758A7"/>
    <w:rsid w:val="009758CE"/>
    <w:rsid w:val="00975908"/>
    <w:rsid w:val="00975D71"/>
    <w:rsid w:val="00975E4B"/>
    <w:rsid w:val="00976927"/>
    <w:rsid w:val="00976D54"/>
    <w:rsid w:val="00976D8D"/>
    <w:rsid w:val="00976EA7"/>
    <w:rsid w:val="0097711E"/>
    <w:rsid w:val="0097722F"/>
    <w:rsid w:val="0097759B"/>
    <w:rsid w:val="009775DE"/>
    <w:rsid w:val="00977602"/>
    <w:rsid w:val="00977608"/>
    <w:rsid w:val="00977638"/>
    <w:rsid w:val="00977700"/>
    <w:rsid w:val="0097788D"/>
    <w:rsid w:val="0097794B"/>
    <w:rsid w:val="00977B4C"/>
    <w:rsid w:val="00977C0D"/>
    <w:rsid w:val="00977C18"/>
    <w:rsid w:val="00977C59"/>
    <w:rsid w:val="00977CC1"/>
    <w:rsid w:val="009807FB"/>
    <w:rsid w:val="00980809"/>
    <w:rsid w:val="00980900"/>
    <w:rsid w:val="00980C94"/>
    <w:rsid w:val="00980D5B"/>
    <w:rsid w:val="00980FB9"/>
    <w:rsid w:val="009811A0"/>
    <w:rsid w:val="0098132D"/>
    <w:rsid w:val="009813EC"/>
    <w:rsid w:val="00981703"/>
    <w:rsid w:val="00981722"/>
    <w:rsid w:val="00981839"/>
    <w:rsid w:val="0098198C"/>
    <w:rsid w:val="00981A3F"/>
    <w:rsid w:val="00981B2A"/>
    <w:rsid w:val="00981BDB"/>
    <w:rsid w:val="00981C18"/>
    <w:rsid w:val="00981E11"/>
    <w:rsid w:val="00981F12"/>
    <w:rsid w:val="00982042"/>
    <w:rsid w:val="00982168"/>
    <w:rsid w:val="00982626"/>
    <w:rsid w:val="00982677"/>
    <w:rsid w:val="00982920"/>
    <w:rsid w:val="00982B8E"/>
    <w:rsid w:val="00982D17"/>
    <w:rsid w:val="00982D76"/>
    <w:rsid w:val="00982E3C"/>
    <w:rsid w:val="0098301E"/>
    <w:rsid w:val="00983081"/>
    <w:rsid w:val="009830D7"/>
    <w:rsid w:val="00983344"/>
    <w:rsid w:val="009833C0"/>
    <w:rsid w:val="00983402"/>
    <w:rsid w:val="00983577"/>
    <w:rsid w:val="00983653"/>
    <w:rsid w:val="0098395A"/>
    <w:rsid w:val="00983B2F"/>
    <w:rsid w:val="00983EA3"/>
    <w:rsid w:val="00983EBF"/>
    <w:rsid w:val="0098401F"/>
    <w:rsid w:val="0098425B"/>
    <w:rsid w:val="009842D0"/>
    <w:rsid w:val="00984357"/>
    <w:rsid w:val="009843C8"/>
    <w:rsid w:val="009843C9"/>
    <w:rsid w:val="00984477"/>
    <w:rsid w:val="009846FF"/>
    <w:rsid w:val="0098474B"/>
    <w:rsid w:val="00984817"/>
    <w:rsid w:val="00984865"/>
    <w:rsid w:val="00984C3A"/>
    <w:rsid w:val="00984D54"/>
    <w:rsid w:val="00984F80"/>
    <w:rsid w:val="0098541D"/>
    <w:rsid w:val="009856DC"/>
    <w:rsid w:val="00985759"/>
    <w:rsid w:val="009857AA"/>
    <w:rsid w:val="009857EC"/>
    <w:rsid w:val="00985A30"/>
    <w:rsid w:val="00985BDF"/>
    <w:rsid w:val="00985D17"/>
    <w:rsid w:val="00985DD6"/>
    <w:rsid w:val="00985E24"/>
    <w:rsid w:val="00985F41"/>
    <w:rsid w:val="009860AA"/>
    <w:rsid w:val="009861B3"/>
    <w:rsid w:val="009861C5"/>
    <w:rsid w:val="00986623"/>
    <w:rsid w:val="009866F4"/>
    <w:rsid w:val="00986857"/>
    <w:rsid w:val="00986B90"/>
    <w:rsid w:val="00986BEF"/>
    <w:rsid w:val="00986C71"/>
    <w:rsid w:val="0098707E"/>
    <w:rsid w:val="009870C6"/>
    <w:rsid w:val="0098716B"/>
    <w:rsid w:val="0098740F"/>
    <w:rsid w:val="00987470"/>
    <w:rsid w:val="0098749B"/>
    <w:rsid w:val="0098761E"/>
    <w:rsid w:val="00987676"/>
    <w:rsid w:val="0098792E"/>
    <w:rsid w:val="009879BA"/>
    <w:rsid w:val="009879C7"/>
    <w:rsid w:val="00987AEC"/>
    <w:rsid w:val="00987B4D"/>
    <w:rsid w:val="00987E30"/>
    <w:rsid w:val="009901EE"/>
    <w:rsid w:val="00990531"/>
    <w:rsid w:val="00990675"/>
    <w:rsid w:val="0099093D"/>
    <w:rsid w:val="00990985"/>
    <w:rsid w:val="00990BA1"/>
    <w:rsid w:val="00990E80"/>
    <w:rsid w:val="009910C1"/>
    <w:rsid w:val="009910D5"/>
    <w:rsid w:val="00991273"/>
    <w:rsid w:val="009912D7"/>
    <w:rsid w:val="00991441"/>
    <w:rsid w:val="00991A25"/>
    <w:rsid w:val="00991B45"/>
    <w:rsid w:val="00991CDB"/>
    <w:rsid w:val="00991D98"/>
    <w:rsid w:val="00991E85"/>
    <w:rsid w:val="00991F27"/>
    <w:rsid w:val="00992022"/>
    <w:rsid w:val="00992147"/>
    <w:rsid w:val="00992489"/>
    <w:rsid w:val="00992739"/>
    <w:rsid w:val="00992901"/>
    <w:rsid w:val="00992C39"/>
    <w:rsid w:val="00992F9B"/>
    <w:rsid w:val="00993080"/>
    <w:rsid w:val="00993287"/>
    <w:rsid w:val="00993321"/>
    <w:rsid w:val="00993399"/>
    <w:rsid w:val="009937D2"/>
    <w:rsid w:val="00993AED"/>
    <w:rsid w:val="00993B5C"/>
    <w:rsid w:val="00994013"/>
    <w:rsid w:val="00994116"/>
    <w:rsid w:val="009943A7"/>
    <w:rsid w:val="0099448B"/>
    <w:rsid w:val="0099499F"/>
    <w:rsid w:val="009949BF"/>
    <w:rsid w:val="00994EB8"/>
    <w:rsid w:val="00994F15"/>
    <w:rsid w:val="009950CA"/>
    <w:rsid w:val="00995113"/>
    <w:rsid w:val="0099517E"/>
    <w:rsid w:val="00995461"/>
    <w:rsid w:val="0099578B"/>
    <w:rsid w:val="00995BAD"/>
    <w:rsid w:val="00995C6D"/>
    <w:rsid w:val="00996213"/>
    <w:rsid w:val="0099630C"/>
    <w:rsid w:val="009963B0"/>
    <w:rsid w:val="0099665E"/>
    <w:rsid w:val="0099689E"/>
    <w:rsid w:val="0099690D"/>
    <w:rsid w:val="0099695E"/>
    <w:rsid w:val="00996B3C"/>
    <w:rsid w:val="00996BDD"/>
    <w:rsid w:val="00996CE5"/>
    <w:rsid w:val="00996F00"/>
    <w:rsid w:val="00996F75"/>
    <w:rsid w:val="0099717F"/>
    <w:rsid w:val="0099749A"/>
    <w:rsid w:val="0099754C"/>
    <w:rsid w:val="0099762E"/>
    <w:rsid w:val="009976CB"/>
    <w:rsid w:val="009977A0"/>
    <w:rsid w:val="00997E3E"/>
    <w:rsid w:val="00997F8D"/>
    <w:rsid w:val="00997FD3"/>
    <w:rsid w:val="009A0127"/>
    <w:rsid w:val="009A0206"/>
    <w:rsid w:val="009A03B4"/>
    <w:rsid w:val="009A0462"/>
    <w:rsid w:val="009A04EE"/>
    <w:rsid w:val="009A0506"/>
    <w:rsid w:val="009A0779"/>
    <w:rsid w:val="009A09AA"/>
    <w:rsid w:val="009A09B2"/>
    <w:rsid w:val="009A0B19"/>
    <w:rsid w:val="009A0E0F"/>
    <w:rsid w:val="009A0E12"/>
    <w:rsid w:val="009A0E35"/>
    <w:rsid w:val="009A0E72"/>
    <w:rsid w:val="009A0F69"/>
    <w:rsid w:val="009A10D2"/>
    <w:rsid w:val="009A11AF"/>
    <w:rsid w:val="009A11D6"/>
    <w:rsid w:val="009A1211"/>
    <w:rsid w:val="009A1465"/>
    <w:rsid w:val="009A15F0"/>
    <w:rsid w:val="009A1612"/>
    <w:rsid w:val="009A162F"/>
    <w:rsid w:val="009A1755"/>
    <w:rsid w:val="009A1908"/>
    <w:rsid w:val="009A1B12"/>
    <w:rsid w:val="009A1C9E"/>
    <w:rsid w:val="009A1CB6"/>
    <w:rsid w:val="009A1E3E"/>
    <w:rsid w:val="009A1E8D"/>
    <w:rsid w:val="009A20CB"/>
    <w:rsid w:val="009A2480"/>
    <w:rsid w:val="009A2522"/>
    <w:rsid w:val="009A25A7"/>
    <w:rsid w:val="009A2722"/>
    <w:rsid w:val="009A2737"/>
    <w:rsid w:val="009A2986"/>
    <w:rsid w:val="009A29EB"/>
    <w:rsid w:val="009A2A0B"/>
    <w:rsid w:val="009A2A58"/>
    <w:rsid w:val="009A2CB5"/>
    <w:rsid w:val="009A2CE3"/>
    <w:rsid w:val="009A2DF2"/>
    <w:rsid w:val="009A2E34"/>
    <w:rsid w:val="009A2F19"/>
    <w:rsid w:val="009A2F46"/>
    <w:rsid w:val="009A2FF3"/>
    <w:rsid w:val="009A3216"/>
    <w:rsid w:val="009A341D"/>
    <w:rsid w:val="009A3453"/>
    <w:rsid w:val="009A3486"/>
    <w:rsid w:val="009A3556"/>
    <w:rsid w:val="009A392C"/>
    <w:rsid w:val="009A39A8"/>
    <w:rsid w:val="009A3E5E"/>
    <w:rsid w:val="009A3EF2"/>
    <w:rsid w:val="009A3FED"/>
    <w:rsid w:val="009A400E"/>
    <w:rsid w:val="009A4155"/>
    <w:rsid w:val="009A4222"/>
    <w:rsid w:val="009A45D5"/>
    <w:rsid w:val="009A4600"/>
    <w:rsid w:val="009A46E5"/>
    <w:rsid w:val="009A483B"/>
    <w:rsid w:val="009A483F"/>
    <w:rsid w:val="009A4A99"/>
    <w:rsid w:val="009A4ACA"/>
    <w:rsid w:val="009A4BF9"/>
    <w:rsid w:val="009A4C10"/>
    <w:rsid w:val="009A4C38"/>
    <w:rsid w:val="009A5195"/>
    <w:rsid w:val="009A52D6"/>
    <w:rsid w:val="009A5399"/>
    <w:rsid w:val="009A5656"/>
    <w:rsid w:val="009A5817"/>
    <w:rsid w:val="009A5CC2"/>
    <w:rsid w:val="009A5DFF"/>
    <w:rsid w:val="009A602B"/>
    <w:rsid w:val="009A607F"/>
    <w:rsid w:val="009A6581"/>
    <w:rsid w:val="009A65E6"/>
    <w:rsid w:val="009A6610"/>
    <w:rsid w:val="009A6866"/>
    <w:rsid w:val="009A6ACF"/>
    <w:rsid w:val="009A6BC8"/>
    <w:rsid w:val="009A6CDC"/>
    <w:rsid w:val="009A6D5E"/>
    <w:rsid w:val="009A6E7B"/>
    <w:rsid w:val="009A7067"/>
    <w:rsid w:val="009A731C"/>
    <w:rsid w:val="009A7445"/>
    <w:rsid w:val="009A75A8"/>
    <w:rsid w:val="009A76B9"/>
    <w:rsid w:val="009A76EE"/>
    <w:rsid w:val="009A7BE2"/>
    <w:rsid w:val="009A7DDA"/>
    <w:rsid w:val="009A7E8E"/>
    <w:rsid w:val="009B0100"/>
    <w:rsid w:val="009B0233"/>
    <w:rsid w:val="009B0266"/>
    <w:rsid w:val="009B037C"/>
    <w:rsid w:val="009B06E8"/>
    <w:rsid w:val="009B0819"/>
    <w:rsid w:val="009B0ADD"/>
    <w:rsid w:val="009B0BFF"/>
    <w:rsid w:val="009B0DAD"/>
    <w:rsid w:val="009B0E5A"/>
    <w:rsid w:val="009B0E8C"/>
    <w:rsid w:val="009B0ECC"/>
    <w:rsid w:val="009B0FDF"/>
    <w:rsid w:val="009B118F"/>
    <w:rsid w:val="009B1199"/>
    <w:rsid w:val="009B13C7"/>
    <w:rsid w:val="009B14DA"/>
    <w:rsid w:val="009B1843"/>
    <w:rsid w:val="009B1AB4"/>
    <w:rsid w:val="009B1B21"/>
    <w:rsid w:val="009B1B3A"/>
    <w:rsid w:val="009B1B9E"/>
    <w:rsid w:val="009B1C7F"/>
    <w:rsid w:val="009B20F7"/>
    <w:rsid w:val="009B2131"/>
    <w:rsid w:val="009B21B0"/>
    <w:rsid w:val="009B236D"/>
    <w:rsid w:val="009B2494"/>
    <w:rsid w:val="009B257A"/>
    <w:rsid w:val="009B26CD"/>
    <w:rsid w:val="009B2AA1"/>
    <w:rsid w:val="009B2B78"/>
    <w:rsid w:val="009B2DE6"/>
    <w:rsid w:val="009B3034"/>
    <w:rsid w:val="009B30B6"/>
    <w:rsid w:val="009B3170"/>
    <w:rsid w:val="009B323B"/>
    <w:rsid w:val="009B36E6"/>
    <w:rsid w:val="009B3747"/>
    <w:rsid w:val="009B392D"/>
    <w:rsid w:val="009B39E9"/>
    <w:rsid w:val="009B3AC0"/>
    <w:rsid w:val="009B3B93"/>
    <w:rsid w:val="009B3E8A"/>
    <w:rsid w:val="009B3FAE"/>
    <w:rsid w:val="009B40E4"/>
    <w:rsid w:val="009B40F4"/>
    <w:rsid w:val="009B4305"/>
    <w:rsid w:val="009B433B"/>
    <w:rsid w:val="009B43C3"/>
    <w:rsid w:val="009B474A"/>
    <w:rsid w:val="009B48CD"/>
    <w:rsid w:val="009B4B23"/>
    <w:rsid w:val="009B4B90"/>
    <w:rsid w:val="009B4CE5"/>
    <w:rsid w:val="009B4E26"/>
    <w:rsid w:val="009B4F3F"/>
    <w:rsid w:val="009B5014"/>
    <w:rsid w:val="009B5110"/>
    <w:rsid w:val="009B542B"/>
    <w:rsid w:val="009B5A66"/>
    <w:rsid w:val="009B5CC7"/>
    <w:rsid w:val="009B5DD5"/>
    <w:rsid w:val="009B5E1A"/>
    <w:rsid w:val="009B60C4"/>
    <w:rsid w:val="009B63CE"/>
    <w:rsid w:val="009B6532"/>
    <w:rsid w:val="009B671C"/>
    <w:rsid w:val="009B685F"/>
    <w:rsid w:val="009B689F"/>
    <w:rsid w:val="009B68A8"/>
    <w:rsid w:val="009B6A92"/>
    <w:rsid w:val="009B6BF2"/>
    <w:rsid w:val="009B6C5A"/>
    <w:rsid w:val="009B6C60"/>
    <w:rsid w:val="009B6DC2"/>
    <w:rsid w:val="009B6DE7"/>
    <w:rsid w:val="009B6F17"/>
    <w:rsid w:val="009B703B"/>
    <w:rsid w:val="009B70D0"/>
    <w:rsid w:val="009B73E0"/>
    <w:rsid w:val="009B7596"/>
    <w:rsid w:val="009B7605"/>
    <w:rsid w:val="009B797B"/>
    <w:rsid w:val="009B7B53"/>
    <w:rsid w:val="009C0348"/>
    <w:rsid w:val="009C0473"/>
    <w:rsid w:val="009C04CD"/>
    <w:rsid w:val="009C05AD"/>
    <w:rsid w:val="009C0642"/>
    <w:rsid w:val="009C0681"/>
    <w:rsid w:val="009C06B6"/>
    <w:rsid w:val="009C08CF"/>
    <w:rsid w:val="009C09B5"/>
    <w:rsid w:val="009C0B23"/>
    <w:rsid w:val="009C0EF9"/>
    <w:rsid w:val="009C0F7C"/>
    <w:rsid w:val="009C1004"/>
    <w:rsid w:val="009C1220"/>
    <w:rsid w:val="009C1523"/>
    <w:rsid w:val="009C17E4"/>
    <w:rsid w:val="009C1933"/>
    <w:rsid w:val="009C1A6B"/>
    <w:rsid w:val="009C1D42"/>
    <w:rsid w:val="009C1E64"/>
    <w:rsid w:val="009C2206"/>
    <w:rsid w:val="009C23EB"/>
    <w:rsid w:val="009C26FA"/>
    <w:rsid w:val="009C2716"/>
    <w:rsid w:val="009C272A"/>
    <w:rsid w:val="009C2752"/>
    <w:rsid w:val="009C28F2"/>
    <w:rsid w:val="009C2A21"/>
    <w:rsid w:val="009C2A98"/>
    <w:rsid w:val="009C2D42"/>
    <w:rsid w:val="009C2E71"/>
    <w:rsid w:val="009C3090"/>
    <w:rsid w:val="009C361F"/>
    <w:rsid w:val="009C3A3F"/>
    <w:rsid w:val="009C3B76"/>
    <w:rsid w:val="009C3D1F"/>
    <w:rsid w:val="009C43EE"/>
    <w:rsid w:val="009C4439"/>
    <w:rsid w:val="009C4677"/>
    <w:rsid w:val="009C4770"/>
    <w:rsid w:val="009C48BD"/>
    <w:rsid w:val="009C4927"/>
    <w:rsid w:val="009C4996"/>
    <w:rsid w:val="009C49DF"/>
    <w:rsid w:val="009C4BE8"/>
    <w:rsid w:val="009C4C00"/>
    <w:rsid w:val="009C4D34"/>
    <w:rsid w:val="009C4DE3"/>
    <w:rsid w:val="009C4E3A"/>
    <w:rsid w:val="009C4F18"/>
    <w:rsid w:val="009C4FC0"/>
    <w:rsid w:val="009C5002"/>
    <w:rsid w:val="009C5348"/>
    <w:rsid w:val="009C543C"/>
    <w:rsid w:val="009C5616"/>
    <w:rsid w:val="009C5665"/>
    <w:rsid w:val="009C5959"/>
    <w:rsid w:val="009C5A10"/>
    <w:rsid w:val="009C5CBA"/>
    <w:rsid w:val="009C5D67"/>
    <w:rsid w:val="009C5DE7"/>
    <w:rsid w:val="009C5E44"/>
    <w:rsid w:val="009C5F71"/>
    <w:rsid w:val="009C616A"/>
    <w:rsid w:val="009C647F"/>
    <w:rsid w:val="009C658D"/>
    <w:rsid w:val="009C6678"/>
    <w:rsid w:val="009C68D0"/>
    <w:rsid w:val="009C6A95"/>
    <w:rsid w:val="009C6F0D"/>
    <w:rsid w:val="009C7281"/>
    <w:rsid w:val="009C73B4"/>
    <w:rsid w:val="009C760D"/>
    <w:rsid w:val="009C7754"/>
    <w:rsid w:val="009C7817"/>
    <w:rsid w:val="009C794D"/>
    <w:rsid w:val="009C7A25"/>
    <w:rsid w:val="009C7ADF"/>
    <w:rsid w:val="009C7CBE"/>
    <w:rsid w:val="009C7D22"/>
    <w:rsid w:val="009C7DB7"/>
    <w:rsid w:val="009C7F64"/>
    <w:rsid w:val="009D0604"/>
    <w:rsid w:val="009D0A48"/>
    <w:rsid w:val="009D0BCC"/>
    <w:rsid w:val="009D0D50"/>
    <w:rsid w:val="009D11A1"/>
    <w:rsid w:val="009D1215"/>
    <w:rsid w:val="009D1316"/>
    <w:rsid w:val="009D147A"/>
    <w:rsid w:val="009D1B04"/>
    <w:rsid w:val="009D1CBA"/>
    <w:rsid w:val="009D1E82"/>
    <w:rsid w:val="009D2058"/>
    <w:rsid w:val="009D2295"/>
    <w:rsid w:val="009D2315"/>
    <w:rsid w:val="009D2356"/>
    <w:rsid w:val="009D238C"/>
    <w:rsid w:val="009D25AD"/>
    <w:rsid w:val="009D282A"/>
    <w:rsid w:val="009D286F"/>
    <w:rsid w:val="009D28AC"/>
    <w:rsid w:val="009D2CB4"/>
    <w:rsid w:val="009D2E8C"/>
    <w:rsid w:val="009D2F5F"/>
    <w:rsid w:val="009D2F6C"/>
    <w:rsid w:val="009D3096"/>
    <w:rsid w:val="009D320E"/>
    <w:rsid w:val="009D3269"/>
    <w:rsid w:val="009D32D4"/>
    <w:rsid w:val="009D35D2"/>
    <w:rsid w:val="009D3750"/>
    <w:rsid w:val="009D3929"/>
    <w:rsid w:val="009D3A6F"/>
    <w:rsid w:val="009D3A9E"/>
    <w:rsid w:val="009D3FF7"/>
    <w:rsid w:val="009D4285"/>
    <w:rsid w:val="009D42B1"/>
    <w:rsid w:val="009D42CD"/>
    <w:rsid w:val="009D4821"/>
    <w:rsid w:val="009D48D1"/>
    <w:rsid w:val="009D493C"/>
    <w:rsid w:val="009D4C2F"/>
    <w:rsid w:val="009D4C77"/>
    <w:rsid w:val="009D4C78"/>
    <w:rsid w:val="009D4C9C"/>
    <w:rsid w:val="009D5018"/>
    <w:rsid w:val="009D5279"/>
    <w:rsid w:val="009D52E9"/>
    <w:rsid w:val="009D5311"/>
    <w:rsid w:val="009D532E"/>
    <w:rsid w:val="009D5436"/>
    <w:rsid w:val="009D5969"/>
    <w:rsid w:val="009D5AE8"/>
    <w:rsid w:val="009D5BD1"/>
    <w:rsid w:val="009D5BEE"/>
    <w:rsid w:val="009D5F50"/>
    <w:rsid w:val="009D5F60"/>
    <w:rsid w:val="009D616A"/>
    <w:rsid w:val="009D6365"/>
    <w:rsid w:val="009D6407"/>
    <w:rsid w:val="009D68D0"/>
    <w:rsid w:val="009D6A16"/>
    <w:rsid w:val="009D6ED9"/>
    <w:rsid w:val="009D6F3C"/>
    <w:rsid w:val="009D7239"/>
    <w:rsid w:val="009D7525"/>
    <w:rsid w:val="009D7962"/>
    <w:rsid w:val="009D796C"/>
    <w:rsid w:val="009D79A1"/>
    <w:rsid w:val="009D7E80"/>
    <w:rsid w:val="009D7EC6"/>
    <w:rsid w:val="009E004C"/>
    <w:rsid w:val="009E006C"/>
    <w:rsid w:val="009E0127"/>
    <w:rsid w:val="009E01D7"/>
    <w:rsid w:val="009E0636"/>
    <w:rsid w:val="009E067B"/>
    <w:rsid w:val="009E0777"/>
    <w:rsid w:val="009E0783"/>
    <w:rsid w:val="009E0DD5"/>
    <w:rsid w:val="009E0F6D"/>
    <w:rsid w:val="009E0FDF"/>
    <w:rsid w:val="009E117B"/>
    <w:rsid w:val="009E160E"/>
    <w:rsid w:val="009E16AB"/>
    <w:rsid w:val="009E19E2"/>
    <w:rsid w:val="009E1B15"/>
    <w:rsid w:val="009E1D42"/>
    <w:rsid w:val="009E1EAD"/>
    <w:rsid w:val="009E20BF"/>
    <w:rsid w:val="009E2199"/>
    <w:rsid w:val="009E23E5"/>
    <w:rsid w:val="009E26A5"/>
    <w:rsid w:val="009E273D"/>
    <w:rsid w:val="009E28B3"/>
    <w:rsid w:val="009E2A68"/>
    <w:rsid w:val="009E2F1A"/>
    <w:rsid w:val="009E2F38"/>
    <w:rsid w:val="009E323A"/>
    <w:rsid w:val="009E3282"/>
    <w:rsid w:val="009E3574"/>
    <w:rsid w:val="009E368F"/>
    <w:rsid w:val="009E36B5"/>
    <w:rsid w:val="009E37F4"/>
    <w:rsid w:val="009E3B61"/>
    <w:rsid w:val="009E3E4C"/>
    <w:rsid w:val="009E3FF8"/>
    <w:rsid w:val="009E410C"/>
    <w:rsid w:val="009E4179"/>
    <w:rsid w:val="009E41C8"/>
    <w:rsid w:val="009E43CD"/>
    <w:rsid w:val="009E4741"/>
    <w:rsid w:val="009E49A7"/>
    <w:rsid w:val="009E49B3"/>
    <w:rsid w:val="009E4A1C"/>
    <w:rsid w:val="009E4A54"/>
    <w:rsid w:val="009E4B27"/>
    <w:rsid w:val="009E4B88"/>
    <w:rsid w:val="009E4C03"/>
    <w:rsid w:val="009E4CF0"/>
    <w:rsid w:val="009E4D1A"/>
    <w:rsid w:val="009E4FE8"/>
    <w:rsid w:val="009E51B4"/>
    <w:rsid w:val="009E521E"/>
    <w:rsid w:val="009E57DD"/>
    <w:rsid w:val="009E592F"/>
    <w:rsid w:val="009E59F7"/>
    <w:rsid w:val="009E5B82"/>
    <w:rsid w:val="009E5EDA"/>
    <w:rsid w:val="009E5F01"/>
    <w:rsid w:val="009E5F50"/>
    <w:rsid w:val="009E5F57"/>
    <w:rsid w:val="009E60B2"/>
    <w:rsid w:val="009E60FE"/>
    <w:rsid w:val="009E61CC"/>
    <w:rsid w:val="009E63C1"/>
    <w:rsid w:val="009E66C1"/>
    <w:rsid w:val="009E6781"/>
    <w:rsid w:val="009E684D"/>
    <w:rsid w:val="009E68B2"/>
    <w:rsid w:val="009E6928"/>
    <w:rsid w:val="009E6AE1"/>
    <w:rsid w:val="009E6D0D"/>
    <w:rsid w:val="009E6D65"/>
    <w:rsid w:val="009E7058"/>
    <w:rsid w:val="009E71F3"/>
    <w:rsid w:val="009E757F"/>
    <w:rsid w:val="009E79DE"/>
    <w:rsid w:val="009E79E2"/>
    <w:rsid w:val="009E79E4"/>
    <w:rsid w:val="009E7A6B"/>
    <w:rsid w:val="009E7B7A"/>
    <w:rsid w:val="009E7D50"/>
    <w:rsid w:val="009F0240"/>
    <w:rsid w:val="009F02F0"/>
    <w:rsid w:val="009F02FC"/>
    <w:rsid w:val="009F04C0"/>
    <w:rsid w:val="009F0539"/>
    <w:rsid w:val="009F0665"/>
    <w:rsid w:val="009F06E0"/>
    <w:rsid w:val="009F0737"/>
    <w:rsid w:val="009F09EE"/>
    <w:rsid w:val="009F0CD8"/>
    <w:rsid w:val="009F0D3E"/>
    <w:rsid w:val="009F0E5D"/>
    <w:rsid w:val="009F108A"/>
    <w:rsid w:val="009F10B9"/>
    <w:rsid w:val="009F10EB"/>
    <w:rsid w:val="009F11A3"/>
    <w:rsid w:val="009F11CE"/>
    <w:rsid w:val="009F1219"/>
    <w:rsid w:val="009F12A6"/>
    <w:rsid w:val="009F154A"/>
    <w:rsid w:val="009F171B"/>
    <w:rsid w:val="009F172A"/>
    <w:rsid w:val="009F19A0"/>
    <w:rsid w:val="009F1B62"/>
    <w:rsid w:val="009F1BAC"/>
    <w:rsid w:val="009F1C16"/>
    <w:rsid w:val="009F1FFA"/>
    <w:rsid w:val="009F202C"/>
    <w:rsid w:val="009F24B2"/>
    <w:rsid w:val="009F29CC"/>
    <w:rsid w:val="009F2AEF"/>
    <w:rsid w:val="009F2F27"/>
    <w:rsid w:val="009F3478"/>
    <w:rsid w:val="009F3743"/>
    <w:rsid w:val="009F3B49"/>
    <w:rsid w:val="009F3D4B"/>
    <w:rsid w:val="009F4055"/>
    <w:rsid w:val="009F40E6"/>
    <w:rsid w:val="009F4366"/>
    <w:rsid w:val="009F4443"/>
    <w:rsid w:val="009F467B"/>
    <w:rsid w:val="009F46C8"/>
    <w:rsid w:val="009F48E4"/>
    <w:rsid w:val="009F4936"/>
    <w:rsid w:val="009F4A09"/>
    <w:rsid w:val="009F4A3B"/>
    <w:rsid w:val="009F4AF2"/>
    <w:rsid w:val="009F4B39"/>
    <w:rsid w:val="009F4C4F"/>
    <w:rsid w:val="009F4C61"/>
    <w:rsid w:val="009F4D62"/>
    <w:rsid w:val="009F5039"/>
    <w:rsid w:val="009F5158"/>
    <w:rsid w:val="009F515A"/>
    <w:rsid w:val="009F5344"/>
    <w:rsid w:val="009F56F4"/>
    <w:rsid w:val="009F5700"/>
    <w:rsid w:val="009F5932"/>
    <w:rsid w:val="009F595D"/>
    <w:rsid w:val="009F59DB"/>
    <w:rsid w:val="009F5B0E"/>
    <w:rsid w:val="009F5F6D"/>
    <w:rsid w:val="009F5FBB"/>
    <w:rsid w:val="009F6194"/>
    <w:rsid w:val="009F61A0"/>
    <w:rsid w:val="009F67B8"/>
    <w:rsid w:val="009F67BE"/>
    <w:rsid w:val="009F6B27"/>
    <w:rsid w:val="009F6B98"/>
    <w:rsid w:val="009F6DD0"/>
    <w:rsid w:val="009F6F00"/>
    <w:rsid w:val="009F6F6A"/>
    <w:rsid w:val="009F70E7"/>
    <w:rsid w:val="009F71EC"/>
    <w:rsid w:val="009F7400"/>
    <w:rsid w:val="009F7527"/>
    <w:rsid w:val="009F772D"/>
    <w:rsid w:val="009F7B69"/>
    <w:rsid w:val="009F7BAA"/>
    <w:rsid w:val="009F7C0B"/>
    <w:rsid w:val="009F7F1D"/>
    <w:rsid w:val="009F7F4C"/>
    <w:rsid w:val="009F7FB2"/>
    <w:rsid w:val="00A002C2"/>
    <w:rsid w:val="00A00325"/>
    <w:rsid w:val="00A00341"/>
    <w:rsid w:val="00A00403"/>
    <w:rsid w:val="00A004F7"/>
    <w:rsid w:val="00A00660"/>
    <w:rsid w:val="00A007E4"/>
    <w:rsid w:val="00A0081D"/>
    <w:rsid w:val="00A00984"/>
    <w:rsid w:val="00A00BDA"/>
    <w:rsid w:val="00A00D3E"/>
    <w:rsid w:val="00A00F46"/>
    <w:rsid w:val="00A01158"/>
    <w:rsid w:val="00A0116F"/>
    <w:rsid w:val="00A0122E"/>
    <w:rsid w:val="00A0126F"/>
    <w:rsid w:val="00A01479"/>
    <w:rsid w:val="00A0156F"/>
    <w:rsid w:val="00A016CA"/>
    <w:rsid w:val="00A01C60"/>
    <w:rsid w:val="00A01D5F"/>
    <w:rsid w:val="00A01E11"/>
    <w:rsid w:val="00A022AD"/>
    <w:rsid w:val="00A022E9"/>
    <w:rsid w:val="00A024AE"/>
    <w:rsid w:val="00A024EF"/>
    <w:rsid w:val="00A02595"/>
    <w:rsid w:val="00A027A9"/>
    <w:rsid w:val="00A027AE"/>
    <w:rsid w:val="00A02CB6"/>
    <w:rsid w:val="00A02DB9"/>
    <w:rsid w:val="00A02DF7"/>
    <w:rsid w:val="00A02F3A"/>
    <w:rsid w:val="00A03000"/>
    <w:rsid w:val="00A030D1"/>
    <w:rsid w:val="00A032BE"/>
    <w:rsid w:val="00A03514"/>
    <w:rsid w:val="00A03528"/>
    <w:rsid w:val="00A035AB"/>
    <w:rsid w:val="00A03605"/>
    <w:rsid w:val="00A03611"/>
    <w:rsid w:val="00A03676"/>
    <w:rsid w:val="00A037F6"/>
    <w:rsid w:val="00A03841"/>
    <w:rsid w:val="00A03917"/>
    <w:rsid w:val="00A03A5C"/>
    <w:rsid w:val="00A03D2C"/>
    <w:rsid w:val="00A03D69"/>
    <w:rsid w:val="00A03E08"/>
    <w:rsid w:val="00A03EF8"/>
    <w:rsid w:val="00A03EFA"/>
    <w:rsid w:val="00A0415A"/>
    <w:rsid w:val="00A0415E"/>
    <w:rsid w:val="00A041D6"/>
    <w:rsid w:val="00A04318"/>
    <w:rsid w:val="00A045AA"/>
    <w:rsid w:val="00A045E5"/>
    <w:rsid w:val="00A0480D"/>
    <w:rsid w:val="00A04BD5"/>
    <w:rsid w:val="00A04D42"/>
    <w:rsid w:val="00A04D4E"/>
    <w:rsid w:val="00A04D77"/>
    <w:rsid w:val="00A04D93"/>
    <w:rsid w:val="00A04F85"/>
    <w:rsid w:val="00A05015"/>
    <w:rsid w:val="00A054BA"/>
    <w:rsid w:val="00A05508"/>
    <w:rsid w:val="00A058E2"/>
    <w:rsid w:val="00A05AC0"/>
    <w:rsid w:val="00A05AE3"/>
    <w:rsid w:val="00A05AEE"/>
    <w:rsid w:val="00A05CAF"/>
    <w:rsid w:val="00A05CB5"/>
    <w:rsid w:val="00A05DAC"/>
    <w:rsid w:val="00A05DE6"/>
    <w:rsid w:val="00A05EF7"/>
    <w:rsid w:val="00A05F16"/>
    <w:rsid w:val="00A060EE"/>
    <w:rsid w:val="00A0611A"/>
    <w:rsid w:val="00A06199"/>
    <w:rsid w:val="00A061E6"/>
    <w:rsid w:val="00A06375"/>
    <w:rsid w:val="00A06542"/>
    <w:rsid w:val="00A06ABA"/>
    <w:rsid w:val="00A06BD8"/>
    <w:rsid w:val="00A06C28"/>
    <w:rsid w:val="00A06C81"/>
    <w:rsid w:val="00A07042"/>
    <w:rsid w:val="00A07194"/>
    <w:rsid w:val="00A078E2"/>
    <w:rsid w:val="00A078EC"/>
    <w:rsid w:val="00A07AD0"/>
    <w:rsid w:val="00A07CA8"/>
    <w:rsid w:val="00A10071"/>
    <w:rsid w:val="00A1038B"/>
    <w:rsid w:val="00A104A5"/>
    <w:rsid w:val="00A106A8"/>
    <w:rsid w:val="00A1077D"/>
    <w:rsid w:val="00A107AD"/>
    <w:rsid w:val="00A1092F"/>
    <w:rsid w:val="00A10B1F"/>
    <w:rsid w:val="00A10C6E"/>
    <w:rsid w:val="00A10E94"/>
    <w:rsid w:val="00A10F02"/>
    <w:rsid w:val="00A10FC5"/>
    <w:rsid w:val="00A10FE6"/>
    <w:rsid w:val="00A1101B"/>
    <w:rsid w:val="00A11147"/>
    <w:rsid w:val="00A111C2"/>
    <w:rsid w:val="00A11214"/>
    <w:rsid w:val="00A11435"/>
    <w:rsid w:val="00A1186B"/>
    <w:rsid w:val="00A11ABC"/>
    <w:rsid w:val="00A11BA2"/>
    <w:rsid w:val="00A11CBC"/>
    <w:rsid w:val="00A11DA6"/>
    <w:rsid w:val="00A11EF1"/>
    <w:rsid w:val="00A11F1A"/>
    <w:rsid w:val="00A1256A"/>
    <w:rsid w:val="00A126C3"/>
    <w:rsid w:val="00A127B1"/>
    <w:rsid w:val="00A1288C"/>
    <w:rsid w:val="00A129CA"/>
    <w:rsid w:val="00A12A33"/>
    <w:rsid w:val="00A12ACB"/>
    <w:rsid w:val="00A12C3D"/>
    <w:rsid w:val="00A12D3B"/>
    <w:rsid w:val="00A12DC1"/>
    <w:rsid w:val="00A12E98"/>
    <w:rsid w:val="00A13167"/>
    <w:rsid w:val="00A1332E"/>
    <w:rsid w:val="00A1342B"/>
    <w:rsid w:val="00A1345B"/>
    <w:rsid w:val="00A136BD"/>
    <w:rsid w:val="00A139E3"/>
    <w:rsid w:val="00A13B90"/>
    <w:rsid w:val="00A13CC7"/>
    <w:rsid w:val="00A13E26"/>
    <w:rsid w:val="00A14149"/>
    <w:rsid w:val="00A142CC"/>
    <w:rsid w:val="00A143D7"/>
    <w:rsid w:val="00A1443C"/>
    <w:rsid w:val="00A144F3"/>
    <w:rsid w:val="00A145B3"/>
    <w:rsid w:val="00A147C3"/>
    <w:rsid w:val="00A148C9"/>
    <w:rsid w:val="00A14A14"/>
    <w:rsid w:val="00A1504A"/>
    <w:rsid w:val="00A1505D"/>
    <w:rsid w:val="00A1545F"/>
    <w:rsid w:val="00A15BAC"/>
    <w:rsid w:val="00A15D12"/>
    <w:rsid w:val="00A15DAB"/>
    <w:rsid w:val="00A15EB5"/>
    <w:rsid w:val="00A15F19"/>
    <w:rsid w:val="00A1615C"/>
    <w:rsid w:val="00A164C2"/>
    <w:rsid w:val="00A166DD"/>
    <w:rsid w:val="00A167EE"/>
    <w:rsid w:val="00A16847"/>
    <w:rsid w:val="00A16868"/>
    <w:rsid w:val="00A16B2B"/>
    <w:rsid w:val="00A16BC9"/>
    <w:rsid w:val="00A16EF7"/>
    <w:rsid w:val="00A16FB9"/>
    <w:rsid w:val="00A17384"/>
    <w:rsid w:val="00A17487"/>
    <w:rsid w:val="00A175CD"/>
    <w:rsid w:val="00A17652"/>
    <w:rsid w:val="00A17AFE"/>
    <w:rsid w:val="00A17C20"/>
    <w:rsid w:val="00A17E1A"/>
    <w:rsid w:val="00A17F17"/>
    <w:rsid w:val="00A20399"/>
    <w:rsid w:val="00A20424"/>
    <w:rsid w:val="00A2066A"/>
    <w:rsid w:val="00A209BF"/>
    <w:rsid w:val="00A209C4"/>
    <w:rsid w:val="00A20A7A"/>
    <w:rsid w:val="00A20C85"/>
    <w:rsid w:val="00A20E91"/>
    <w:rsid w:val="00A210E4"/>
    <w:rsid w:val="00A211D1"/>
    <w:rsid w:val="00A2146E"/>
    <w:rsid w:val="00A21494"/>
    <w:rsid w:val="00A214DF"/>
    <w:rsid w:val="00A2151F"/>
    <w:rsid w:val="00A215EA"/>
    <w:rsid w:val="00A21666"/>
    <w:rsid w:val="00A2175C"/>
    <w:rsid w:val="00A2188A"/>
    <w:rsid w:val="00A21AB7"/>
    <w:rsid w:val="00A21ABF"/>
    <w:rsid w:val="00A21B55"/>
    <w:rsid w:val="00A21C3B"/>
    <w:rsid w:val="00A21C4E"/>
    <w:rsid w:val="00A21E0B"/>
    <w:rsid w:val="00A21F84"/>
    <w:rsid w:val="00A221C3"/>
    <w:rsid w:val="00A22266"/>
    <w:rsid w:val="00A2238E"/>
    <w:rsid w:val="00A225D8"/>
    <w:rsid w:val="00A22A0D"/>
    <w:rsid w:val="00A22BBC"/>
    <w:rsid w:val="00A22C1A"/>
    <w:rsid w:val="00A22D53"/>
    <w:rsid w:val="00A22E94"/>
    <w:rsid w:val="00A23009"/>
    <w:rsid w:val="00A230BE"/>
    <w:rsid w:val="00A23416"/>
    <w:rsid w:val="00A23746"/>
    <w:rsid w:val="00A238F4"/>
    <w:rsid w:val="00A23943"/>
    <w:rsid w:val="00A23C4F"/>
    <w:rsid w:val="00A23C64"/>
    <w:rsid w:val="00A23CD9"/>
    <w:rsid w:val="00A24092"/>
    <w:rsid w:val="00A24255"/>
    <w:rsid w:val="00A245D9"/>
    <w:rsid w:val="00A246C5"/>
    <w:rsid w:val="00A246FD"/>
    <w:rsid w:val="00A2470F"/>
    <w:rsid w:val="00A24869"/>
    <w:rsid w:val="00A24AA6"/>
    <w:rsid w:val="00A24AEB"/>
    <w:rsid w:val="00A24BAD"/>
    <w:rsid w:val="00A24D7C"/>
    <w:rsid w:val="00A24F21"/>
    <w:rsid w:val="00A24FB2"/>
    <w:rsid w:val="00A24FE0"/>
    <w:rsid w:val="00A24FF9"/>
    <w:rsid w:val="00A250B6"/>
    <w:rsid w:val="00A251F7"/>
    <w:rsid w:val="00A253A7"/>
    <w:rsid w:val="00A25443"/>
    <w:rsid w:val="00A254C0"/>
    <w:rsid w:val="00A25512"/>
    <w:rsid w:val="00A25572"/>
    <w:rsid w:val="00A255F6"/>
    <w:rsid w:val="00A2574D"/>
    <w:rsid w:val="00A25883"/>
    <w:rsid w:val="00A25995"/>
    <w:rsid w:val="00A25B26"/>
    <w:rsid w:val="00A25C00"/>
    <w:rsid w:val="00A25CA7"/>
    <w:rsid w:val="00A25D2A"/>
    <w:rsid w:val="00A261D9"/>
    <w:rsid w:val="00A261E1"/>
    <w:rsid w:val="00A26244"/>
    <w:rsid w:val="00A26337"/>
    <w:rsid w:val="00A26399"/>
    <w:rsid w:val="00A263AF"/>
    <w:rsid w:val="00A264BB"/>
    <w:rsid w:val="00A264F3"/>
    <w:rsid w:val="00A26510"/>
    <w:rsid w:val="00A266F7"/>
    <w:rsid w:val="00A2674F"/>
    <w:rsid w:val="00A267DF"/>
    <w:rsid w:val="00A2689D"/>
    <w:rsid w:val="00A26C99"/>
    <w:rsid w:val="00A26CDC"/>
    <w:rsid w:val="00A26E11"/>
    <w:rsid w:val="00A26FB1"/>
    <w:rsid w:val="00A27797"/>
    <w:rsid w:val="00A2782F"/>
    <w:rsid w:val="00A27A91"/>
    <w:rsid w:val="00A27E9F"/>
    <w:rsid w:val="00A300F5"/>
    <w:rsid w:val="00A303BF"/>
    <w:rsid w:val="00A30412"/>
    <w:rsid w:val="00A3062E"/>
    <w:rsid w:val="00A30B34"/>
    <w:rsid w:val="00A30C63"/>
    <w:rsid w:val="00A30F87"/>
    <w:rsid w:val="00A31072"/>
    <w:rsid w:val="00A310BC"/>
    <w:rsid w:val="00A31152"/>
    <w:rsid w:val="00A3118A"/>
    <w:rsid w:val="00A311AA"/>
    <w:rsid w:val="00A312A7"/>
    <w:rsid w:val="00A313F0"/>
    <w:rsid w:val="00A31758"/>
    <w:rsid w:val="00A3191D"/>
    <w:rsid w:val="00A3195B"/>
    <w:rsid w:val="00A31B44"/>
    <w:rsid w:val="00A32040"/>
    <w:rsid w:val="00A32074"/>
    <w:rsid w:val="00A32110"/>
    <w:rsid w:val="00A32351"/>
    <w:rsid w:val="00A32686"/>
    <w:rsid w:val="00A3269C"/>
    <w:rsid w:val="00A32740"/>
    <w:rsid w:val="00A327CD"/>
    <w:rsid w:val="00A32966"/>
    <w:rsid w:val="00A33297"/>
    <w:rsid w:val="00A33373"/>
    <w:rsid w:val="00A33501"/>
    <w:rsid w:val="00A33623"/>
    <w:rsid w:val="00A33624"/>
    <w:rsid w:val="00A33877"/>
    <w:rsid w:val="00A33901"/>
    <w:rsid w:val="00A33ADA"/>
    <w:rsid w:val="00A33B10"/>
    <w:rsid w:val="00A3402C"/>
    <w:rsid w:val="00A3407C"/>
    <w:rsid w:val="00A34319"/>
    <w:rsid w:val="00A34400"/>
    <w:rsid w:val="00A34688"/>
    <w:rsid w:val="00A346D6"/>
    <w:rsid w:val="00A348BE"/>
    <w:rsid w:val="00A34C1E"/>
    <w:rsid w:val="00A34C46"/>
    <w:rsid w:val="00A34CE4"/>
    <w:rsid w:val="00A34E06"/>
    <w:rsid w:val="00A34F31"/>
    <w:rsid w:val="00A34FEB"/>
    <w:rsid w:val="00A3527A"/>
    <w:rsid w:val="00A3529A"/>
    <w:rsid w:val="00A35425"/>
    <w:rsid w:val="00A35767"/>
    <w:rsid w:val="00A3576B"/>
    <w:rsid w:val="00A35864"/>
    <w:rsid w:val="00A35F04"/>
    <w:rsid w:val="00A36084"/>
    <w:rsid w:val="00A360DF"/>
    <w:rsid w:val="00A36232"/>
    <w:rsid w:val="00A3665D"/>
    <w:rsid w:val="00A366AE"/>
    <w:rsid w:val="00A36726"/>
    <w:rsid w:val="00A367AA"/>
    <w:rsid w:val="00A3692E"/>
    <w:rsid w:val="00A36BFB"/>
    <w:rsid w:val="00A36D2D"/>
    <w:rsid w:val="00A36DE2"/>
    <w:rsid w:val="00A36EEC"/>
    <w:rsid w:val="00A3702C"/>
    <w:rsid w:val="00A37064"/>
    <w:rsid w:val="00A373AD"/>
    <w:rsid w:val="00A374B6"/>
    <w:rsid w:val="00A3751B"/>
    <w:rsid w:val="00A376C1"/>
    <w:rsid w:val="00A377E7"/>
    <w:rsid w:val="00A37F14"/>
    <w:rsid w:val="00A4022E"/>
    <w:rsid w:val="00A402FA"/>
    <w:rsid w:val="00A40419"/>
    <w:rsid w:val="00A4055B"/>
    <w:rsid w:val="00A405AE"/>
    <w:rsid w:val="00A405DF"/>
    <w:rsid w:val="00A406A2"/>
    <w:rsid w:val="00A406B5"/>
    <w:rsid w:val="00A408A6"/>
    <w:rsid w:val="00A40B06"/>
    <w:rsid w:val="00A40C24"/>
    <w:rsid w:val="00A40D00"/>
    <w:rsid w:val="00A40D92"/>
    <w:rsid w:val="00A40F03"/>
    <w:rsid w:val="00A4110D"/>
    <w:rsid w:val="00A4129E"/>
    <w:rsid w:val="00A4135B"/>
    <w:rsid w:val="00A4139B"/>
    <w:rsid w:val="00A41474"/>
    <w:rsid w:val="00A416F0"/>
    <w:rsid w:val="00A41884"/>
    <w:rsid w:val="00A41D8F"/>
    <w:rsid w:val="00A41F4D"/>
    <w:rsid w:val="00A41FA0"/>
    <w:rsid w:val="00A41FA4"/>
    <w:rsid w:val="00A41FEE"/>
    <w:rsid w:val="00A4204D"/>
    <w:rsid w:val="00A42116"/>
    <w:rsid w:val="00A426E6"/>
    <w:rsid w:val="00A42A16"/>
    <w:rsid w:val="00A42DCF"/>
    <w:rsid w:val="00A42E45"/>
    <w:rsid w:val="00A43105"/>
    <w:rsid w:val="00A43239"/>
    <w:rsid w:val="00A43261"/>
    <w:rsid w:val="00A432AF"/>
    <w:rsid w:val="00A4332A"/>
    <w:rsid w:val="00A437B3"/>
    <w:rsid w:val="00A439F1"/>
    <w:rsid w:val="00A43B60"/>
    <w:rsid w:val="00A43BAE"/>
    <w:rsid w:val="00A43CB0"/>
    <w:rsid w:val="00A43E34"/>
    <w:rsid w:val="00A44413"/>
    <w:rsid w:val="00A44901"/>
    <w:rsid w:val="00A4494B"/>
    <w:rsid w:val="00A44AA3"/>
    <w:rsid w:val="00A44AAB"/>
    <w:rsid w:val="00A44B22"/>
    <w:rsid w:val="00A44C16"/>
    <w:rsid w:val="00A44CF2"/>
    <w:rsid w:val="00A44F20"/>
    <w:rsid w:val="00A45006"/>
    <w:rsid w:val="00A45564"/>
    <w:rsid w:val="00A455B7"/>
    <w:rsid w:val="00A4567D"/>
    <w:rsid w:val="00A4584B"/>
    <w:rsid w:val="00A458CB"/>
    <w:rsid w:val="00A459FF"/>
    <w:rsid w:val="00A45AE8"/>
    <w:rsid w:val="00A45B44"/>
    <w:rsid w:val="00A45D44"/>
    <w:rsid w:val="00A45FC3"/>
    <w:rsid w:val="00A45FD7"/>
    <w:rsid w:val="00A46037"/>
    <w:rsid w:val="00A46454"/>
    <w:rsid w:val="00A46828"/>
    <w:rsid w:val="00A468BF"/>
    <w:rsid w:val="00A468FF"/>
    <w:rsid w:val="00A46958"/>
    <w:rsid w:val="00A46964"/>
    <w:rsid w:val="00A46A5A"/>
    <w:rsid w:val="00A46A76"/>
    <w:rsid w:val="00A46BBF"/>
    <w:rsid w:val="00A46D8D"/>
    <w:rsid w:val="00A46E63"/>
    <w:rsid w:val="00A46F60"/>
    <w:rsid w:val="00A47326"/>
    <w:rsid w:val="00A4757E"/>
    <w:rsid w:val="00A47720"/>
    <w:rsid w:val="00A47A36"/>
    <w:rsid w:val="00A47B9C"/>
    <w:rsid w:val="00A47D5F"/>
    <w:rsid w:val="00A47E85"/>
    <w:rsid w:val="00A50278"/>
    <w:rsid w:val="00A50565"/>
    <w:rsid w:val="00A50A1C"/>
    <w:rsid w:val="00A50B36"/>
    <w:rsid w:val="00A50B87"/>
    <w:rsid w:val="00A50CD9"/>
    <w:rsid w:val="00A50F85"/>
    <w:rsid w:val="00A50F8A"/>
    <w:rsid w:val="00A510A4"/>
    <w:rsid w:val="00A5112B"/>
    <w:rsid w:val="00A511D9"/>
    <w:rsid w:val="00A5137B"/>
    <w:rsid w:val="00A513D1"/>
    <w:rsid w:val="00A51851"/>
    <w:rsid w:val="00A51897"/>
    <w:rsid w:val="00A519DC"/>
    <w:rsid w:val="00A51AD8"/>
    <w:rsid w:val="00A51E00"/>
    <w:rsid w:val="00A51E6D"/>
    <w:rsid w:val="00A51EAF"/>
    <w:rsid w:val="00A51F22"/>
    <w:rsid w:val="00A5201A"/>
    <w:rsid w:val="00A52081"/>
    <w:rsid w:val="00A521C2"/>
    <w:rsid w:val="00A521EA"/>
    <w:rsid w:val="00A525F6"/>
    <w:rsid w:val="00A5265C"/>
    <w:rsid w:val="00A526B3"/>
    <w:rsid w:val="00A52756"/>
    <w:rsid w:val="00A5276D"/>
    <w:rsid w:val="00A5284E"/>
    <w:rsid w:val="00A52ABA"/>
    <w:rsid w:val="00A52AFA"/>
    <w:rsid w:val="00A52C1E"/>
    <w:rsid w:val="00A52CD8"/>
    <w:rsid w:val="00A532B2"/>
    <w:rsid w:val="00A53358"/>
    <w:rsid w:val="00A535A0"/>
    <w:rsid w:val="00A53649"/>
    <w:rsid w:val="00A53846"/>
    <w:rsid w:val="00A53912"/>
    <w:rsid w:val="00A5393A"/>
    <w:rsid w:val="00A53949"/>
    <w:rsid w:val="00A53A67"/>
    <w:rsid w:val="00A540FD"/>
    <w:rsid w:val="00A5410C"/>
    <w:rsid w:val="00A5412E"/>
    <w:rsid w:val="00A5417E"/>
    <w:rsid w:val="00A54328"/>
    <w:rsid w:val="00A543B5"/>
    <w:rsid w:val="00A543CC"/>
    <w:rsid w:val="00A54545"/>
    <w:rsid w:val="00A54565"/>
    <w:rsid w:val="00A547DB"/>
    <w:rsid w:val="00A547DC"/>
    <w:rsid w:val="00A54862"/>
    <w:rsid w:val="00A5497B"/>
    <w:rsid w:val="00A55060"/>
    <w:rsid w:val="00A55104"/>
    <w:rsid w:val="00A55115"/>
    <w:rsid w:val="00A551C4"/>
    <w:rsid w:val="00A554B4"/>
    <w:rsid w:val="00A555FF"/>
    <w:rsid w:val="00A55722"/>
    <w:rsid w:val="00A5578C"/>
    <w:rsid w:val="00A5594A"/>
    <w:rsid w:val="00A559C3"/>
    <w:rsid w:val="00A55A29"/>
    <w:rsid w:val="00A55CE2"/>
    <w:rsid w:val="00A55D11"/>
    <w:rsid w:val="00A55DEF"/>
    <w:rsid w:val="00A55E1D"/>
    <w:rsid w:val="00A55FFF"/>
    <w:rsid w:val="00A56618"/>
    <w:rsid w:val="00A56954"/>
    <w:rsid w:val="00A569B5"/>
    <w:rsid w:val="00A56B84"/>
    <w:rsid w:val="00A57187"/>
    <w:rsid w:val="00A572F3"/>
    <w:rsid w:val="00A5745F"/>
    <w:rsid w:val="00A574DF"/>
    <w:rsid w:val="00A5781D"/>
    <w:rsid w:val="00A57B84"/>
    <w:rsid w:val="00A6008B"/>
    <w:rsid w:val="00A6061C"/>
    <w:rsid w:val="00A6063C"/>
    <w:rsid w:val="00A60774"/>
    <w:rsid w:val="00A608BC"/>
    <w:rsid w:val="00A60A9F"/>
    <w:rsid w:val="00A60ACB"/>
    <w:rsid w:val="00A60B83"/>
    <w:rsid w:val="00A60C7B"/>
    <w:rsid w:val="00A60D1C"/>
    <w:rsid w:val="00A60F70"/>
    <w:rsid w:val="00A61020"/>
    <w:rsid w:val="00A610CA"/>
    <w:rsid w:val="00A61434"/>
    <w:rsid w:val="00A614C6"/>
    <w:rsid w:val="00A61699"/>
    <w:rsid w:val="00A6169F"/>
    <w:rsid w:val="00A6182E"/>
    <w:rsid w:val="00A61877"/>
    <w:rsid w:val="00A61C80"/>
    <w:rsid w:val="00A61D0E"/>
    <w:rsid w:val="00A61EC6"/>
    <w:rsid w:val="00A61ED4"/>
    <w:rsid w:val="00A61F13"/>
    <w:rsid w:val="00A61F30"/>
    <w:rsid w:val="00A62088"/>
    <w:rsid w:val="00A6209D"/>
    <w:rsid w:val="00A6234F"/>
    <w:rsid w:val="00A623AF"/>
    <w:rsid w:val="00A62635"/>
    <w:rsid w:val="00A62672"/>
    <w:rsid w:val="00A62BF1"/>
    <w:rsid w:val="00A62C00"/>
    <w:rsid w:val="00A62C17"/>
    <w:rsid w:val="00A62D1E"/>
    <w:rsid w:val="00A62D7A"/>
    <w:rsid w:val="00A62ED3"/>
    <w:rsid w:val="00A62EF5"/>
    <w:rsid w:val="00A631AB"/>
    <w:rsid w:val="00A63404"/>
    <w:rsid w:val="00A6359A"/>
    <w:rsid w:val="00A639D1"/>
    <w:rsid w:val="00A63B5E"/>
    <w:rsid w:val="00A63B97"/>
    <w:rsid w:val="00A63C83"/>
    <w:rsid w:val="00A63D60"/>
    <w:rsid w:val="00A640DD"/>
    <w:rsid w:val="00A6417D"/>
    <w:rsid w:val="00A6453A"/>
    <w:rsid w:val="00A646E3"/>
    <w:rsid w:val="00A646F4"/>
    <w:rsid w:val="00A64889"/>
    <w:rsid w:val="00A64AFE"/>
    <w:rsid w:val="00A64C6E"/>
    <w:rsid w:val="00A64FAE"/>
    <w:rsid w:val="00A64FBE"/>
    <w:rsid w:val="00A6516E"/>
    <w:rsid w:val="00A652CC"/>
    <w:rsid w:val="00A655D1"/>
    <w:rsid w:val="00A65612"/>
    <w:rsid w:val="00A65891"/>
    <w:rsid w:val="00A65A68"/>
    <w:rsid w:val="00A65AAD"/>
    <w:rsid w:val="00A65AF4"/>
    <w:rsid w:val="00A65E1A"/>
    <w:rsid w:val="00A65E85"/>
    <w:rsid w:val="00A65FC6"/>
    <w:rsid w:val="00A668AE"/>
    <w:rsid w:val="00A66936"/>
    <w:rsid w:val="00A66AD8"/>
    <w:rsid w:val="00A66AEC"/>
    <w:rsid w:val="00A66E9B"/>
    <w:rsid w:val="00A66FB6"/>
    <w:rsid w:val="00A6701B"/>
    <w:rsid w:val="00A6742F"/>
    <w:rsid w:val="00A67585"/>
    <w:rsid w:val="00A6765A"/>
    <w:rsid w:val="00A67812"/>
    <w:rsid w:val="00A6793B"/>
    <w:rsid w:val="00A67C80"/>
    <w:rsid w:val="00A67EB7"/>
    <w:rsid w:val="00A70021"/>
    <w:rsid w:val="00A70130"/>
    <w:rsid w:val="00A70226"/>
    <w:rsid w:val="00A70451"/>
    <w:rsid w:val="00A70471"/>
    <w:rsid w:val="00A70955"/>
    <w:rsid w:val="00A70C48"/>
    <w:rsid w:val="00A70EC6"/>
    <w:rsid w:val="00A71223"/>
    <w:rsid w:val="00A715AE"/>
    <w:rsid w:val="00A7185B"/>
    <w:rsid w:val="00A719FB"/>
    <w:rsid w:val="00A71D31"/>
    <w:rsid w:val="00A71F06"/>
    <w:rsid w:val="00A71FCB"/>
    <w:rsid w:val="00A71FE5"/>
    <w:rsid w:val="00A72480"/>
    <w:rsid w:val="00A727D6"/>
    <w:rsid w:val="00A7287C"/>
    <w:rsid w:val="00A7288E"/>
    <w:rsid w:val="00A729C7"/>
    <w:rsid w:val="00A72AAB"/>
    <w:rsid w:val="00A72BE2"/>
    <w:rsid w:val="00A72C2E"/>
    <w:rsid w:val="00A73070"/>
    <w:rsid w:val="00A7343B"/>
    <w:rsid w:val="00A734EC"/>
    <w:rsid w:val="00A736BB"/>
    <w:rsid w:val="00A73956"/>
    <w:rsid w:val="00A73ADF"/>
    <w:rsid w:val="00A73BCB"/>
    <w:rsid w:val="00A73C55"/>
    <w:rsid w:val="00A73C62"/>
    <w:rsid w:val="00A73FDF"/>
    <w:rsid w:val="00A74000"/>
    <w:rsid w:val="00A74080"/>
    <w:rsid w:val="00A740D4"/>
    <w:rsid w:val="00A740F9"/>
    <w:rsid w:val="00A74179"/>
    <w:rsid w:val="00A7418D"/>
    <w:rsid w:val="00A741E7"/>
    <w:rsid w:val="00A742CA"/>
    <w:rsid w:val="00A743FD"/>
    <w:rsid w:val="00A7444B"/>
    <w:rsid w:val="00A7465D"/>
    <w:rsid w:val="00A74936"/>
    <w:rsid w:val="00A74C31"/>
    <w:rsid w:val="00A74C49"/>
    <w:rsid w:val="00A74C8B"/>
    <w:rsid w:val="00A74D16"/>
    <w:rsid w:val="00A74D42"/>
    <w:rsid w:val="00A74F0F"/>
    <w:rsid w:val="00A74F61"/>
    <w:rsid w:val="00A75155"/>
    <w:rsid w:val="00A75284"/>
    <w:rsid w:val="00A75712"/>
    <w:rsid w:val="00A757BC"/>
    <w:rsid w:val="00A75949"/>
    <w:rsid w:val="00A759B2"/>
    <w:rsid w:val="00A75A67"/>
    <w:rsid w:val="00A75BEA"/>
    <w:rsid w:val="00A75BFC"/>
    <w:rsid w:val="00A75C6B"/>
    <w:rsid w:val="00A75CE0"/>
    <w:rsid w:val="00A75D4C"/>
    <w:rsid w:val="00A7610C"/>
    <w:rsid w:val="00A763E9"/>
    <w:rsid w:val="00A76525"/>
    <w:rsid w:val="00A76999"/>
    <w:rsid w:val="00A76AD0"/>
    <w:rsid w:val="00A76B09"/>
    <w:rsid w:val="00A76D95"/>
    <w:rsid w:val="00A76DD7"/>
    <w:rsid w:val="00A76EC6"/>
    <w:rsid w:val="00A76F4F"/>
    <w:rsid w:val="00A76FC4"/>
    <w:rsid w:val="00A7702C"/>
    <w:rsid w:val="00A77205"/>
    <w:rsid w:val="00A7736E"/>
    <w:rsid w:val="00A775EB"/>
    <w:rsid w:val="00A77629"/>
    <w:rsid w:val="00A7772C"/>
    <w:rsid w:val="00A77957"/>
    <w:rsid w:val="00A7796E"/>
    <w:rsid w:val="00A77A3B"/>
    <w:rsid w:val="00A77ADB"/>
    <w:rsid w:val="00A77B7D"/>
    <w:rsid w:val="00A77CD3"/>
    <w:rsid w:val="00A77F64"/>
    <w:rsid w:val="00A77F74"/>
    <w:rsid w:val="00A8007D"/>
    <w:rsid w:val="00A8008B"/>
    <w:rsid w:val="00A801E2"/>
    <w:rsid w:val="00A805EC"/>
    <w:rsid w:val="00A80605"/>
    <w:rsid w:val="00A80720"/>
    <w:rsid w:val="00A80764"/>
    <w:rsid w:val="00A80A09"/>
    <w:rsid w:val="00A80BDC"/>
    <w:rsid w:val="00A80C54"/>
    <w:rsid w:val="00A80C6D"/>
    <w:rsid w:val="00A80D2B"/>
    <w:rsid w:val="00A80F39"/>
    <w:rsid w:val="00A81006"/>
    <w:rsid w:val="00A810F9"/>
    <w:rsid w:val="00A812E4"/>
    <w:rsid w:val="00A81313"/>
    <w:rsid w:val="00A81628"/>
    <w:rsid w:val="00A818AC"/>
    <w:rsid w:val="00A81A8F"/>
    <w:rsid w:val="00A82173"/>
    <w:rsid w:val="00A822D0"/>
    <w:rsid w:val="00A82328"/>
    <w:rsid w:val="00A8237F"/>
    <w:rsid w:val="00A82455"/>
    <w:rsid w:val="00A82683"/>
    <w:rsid w:val="00A82B28"/>
    <w:rsid w:val="00A82CF7"/>
    <w:rsid w:val="00A82D18"/>
    <w:rsid w:val="00A82F82"/>
    <w:rsid w:val="00A82F94"/>
    <w:rsid w:val="00A83044"/>
    <w:rsid w:val="00A830E8"/>
    <w:rsid w:val="00A8369C"/>
    <w:rsid w:val="00A83871"/>
    <w:rsid w:val="00A83A51"/>
    <w:rsid w:val="00A83B1C"/>
    <w:rsid w:val="00A83E7B"/>
    <w:rsid w:val="00A83E81"/>
    <w:rsid w:val="00A84076"/>
    <w:rsid w:val="00A844A5"/>
    <w:rsid w:val="00A846B3"/>
    <w:rsid w:val="00A84888"/>
    <w:rsid w:val="00A849BA"/>
    <w:rsid w:val="00A84B1A"/>
    <w:rsid w:val="00A84CD2"/>
    <w:rsid w:val="00A8514A"/>
    <w:rsid w:val="00A851E2"/>
    <w:rsid w:val="00A8552B"/>
    <w:rsid w:val="00A85591"/>
    <w:rsid w:val="00A8563C"/>
    <w:rsid w:val="00A856F1"/>
    <w:rsid w:val="00A8570D"/>
    <w:rsid w:val="00A858B3"/>
    <w:rsid w:val="00A85931"/>
    <w:rsid w:val="00A859B7"/>
    <w:rsid w:val="00A85B04"/>
    <w:rsid w:val="00A85B7F"/>
    <w:rsid w:val="00A85C34"/>
    <w:rsid w:val="00A85C5B"/>
    <w:rsid w:val="00A85CAB"/>
    <w:rsid w:val="00A85EB9"/>
    <w:rsid w:val="00A86109"/>
    <w:rsid w:val="00A861EB"/>
    <w:rsid w:val="00A86203"/>
    <w:rsid w:val="00A8628C"/>
    <w:rsid w:val="00A8676F"/>
    <w:rsid w:val="00A86907"/>
    <w:rsid w:val="00A86B71"/>
    <w:rsid w:val="00A86DE5"/>
    <w:rsid w:val="00A86E9C"/>
    <w:rsid w:val="00A87016"/>
    <w:rsid w:val="00A8704F"/>
    <w:rsid w:val="00A87109"/>
    <w:rsid w:val="00A87197"/>
    <w:rsid w:val="00A87211"/>
    <w:rsid w:val="00A87293"/>
    <w:rsid w:val="00A873D4"/>
    <w:rsid w:val="00A8740B"/>
    <w:rsid w:val="00A874FF"/>
    <w:rsid w:val="00A8752B"/>
    <w:rsid w:val="00A8778C"/>
    <w:rsid w:val="00A877B4"/>
    <w:rsid w:val="00A8784C"/>
    <w:rsid w:val="00A8791F"/>
    <w:rsid w:val="00A87BDE"/>
    <w:rsid w:val="00A87C16"/>
    <w:rsid w:val="00A87D10"/>
    <w:rsid w:val="00A87D9F"/>
    <w:rsid w:val="00A87E17"/>
    <w:rsid w:val="00A87F04"/>
    <w:rsid w:val="00A87FFA"/>
    <w:rsid w:val="00A90009"/>
    <w:rsid w:val="00A9004D"/>
    <w:rsid w:val="00A90321"/>
    <w:rsid w:val="00A903A9"/>
    <w:rsid w:val="00A903BB"/>
    <w:rsid w:val="00A905ED"/>
    <w:rsid w:val="00A90698"/>
    <w:rsid w:val="00A909A3"/>
    <w:rsid w:val="00A90C11"/>
    <w:rsid w:val="00A90D5F"/>
    <w:rsid w:val="00A90DB5"/>
    <w:rsid w:val="00A90EBC"/>
    <w:rsid w:val="00A90EE9"/>
    <w:rsid w:val="00A90EF1"/>
    <w:rsid w:val="00A91095"/>
    <w:rsid w:val="00A912AE"/>
    <w:rsid w:val="00A915A8"/>
    <w:rsid w:val="00A915F6"/>
    <w:rsid w:val="00A9160D"/>
    <w:rsid w:val="00A917E5"/>
    <w:rsid w:val="00A91855"/>
    <w:rsid w:val="00A91A1B"/>
    <w:rsid w:val="00A91B1B"/>
    <w:rsid w:val="00A91C48"/>
    <w:rsid w:val="00A91EAA"/>
    <w:rsid w:val="00A9205A"/>
    <w:rsid w:val="00A9211B"/>
    <w:rsid w:val="00A921F5"/>
    <w:rsid w:val="00A9236B"/>
    <w:rsid w:val="00A9252D"/>
    <w:rsid w:val="00A925C7"/>
    <w:rsid w:val="00A926BB"/>
    <w:rsid w:val="00A926DA"/>
    <w:rsid w:val="00A926EB"/>
    <w:rsid w:val="00A928BA"/>
    <w:rsid w:val="00A929C2"/>
    <w:rsid w:val="00A92A66"/>
    <w:rsid w:val="00A92C5B"/>
    <w:rsid w:val="00A92C72"/>
    <w:rsid w:val="00A92CDC"/>
    <w:rsid w:val="00A93491"/>
    <w:rsid w:val="00A93545"/>
    <w:rsid w:val="00A93550"/>
    <w:rsid w:val="00A93605"/>
    <w:rsid w:val="00A93A0C"/>
    <w:rsid w:val="00A93A54"/>
    <w:rsid w:val="00A93CC4"/>
    <w:rsid w:val="00A94134"/>
    <w:rsid w:val="00A9421D"/>
    <w:rsid w:val="00A94671"/>
    <w:rsid w:val="00A94709"/>
    <w:rsid w:val="00A94723"/>
    <w:rsid w:val="00A94801"/>
    <w:rsid w:val="00A94906"/>
    <w:rsid w:val="00A94942"/>
    <w:rsid w:val="00A94956"/>
    <w:rsid w:val="00A949C7"/>
    <w:rsid w:val="00A94E30"/>
    <w:rsid w:val="00A94FC6"/>
    <w:rsid w:val="00A94FD7"/>
    <w:rsid w:val="00A9501E"/>
    <w:rsid w:val="00A95137"/>
    <w:rsid w:val="00A9521D"/>
    <w:rsid w:val="00A9537A"/>
    <w:rsid w:val="00A953C9"/>
    <w:rsid w:val="00A95741"/>
    <w:rsid w:val="00A9575D"/>
    <w:rsid w:val="00A95A31"/>
    <w:rsid w:val="00A95B31"/>
    <w:rsid w:val="00A95CD1"/>
    <w:rsid w:val="00A95FFC"/>
    <w:rsid w:val="00A96008"/>
    <w:rsid w:val="00A96119"/>
    <w:rsid w:val="00A96141"/>
    <w:rsid w:val="00A963D4"/>
    <w:rsid w:val="00A964AA"/>
    <w:rsid w:val="00A96617"/>
    <w:rsid w:val="00A9675E"/>
    <w:rsid w:val="00A967D3"/>
    <w:rsid w:val="00A9698F"/>
    <w:rsid w:val="00A96DE3"/>
    <w:rsid w:val="00A96FEA"/>
    <w:rsid w:val="00A97423"/>
    <w:rsid w:val="00A975C4"/>
    <w:rsid w:val="00A97774"/>
    <w:rsid w:val="00A977C6"/>
    <w:rsid w:val="00A978F0"/>
    <w:rsid w:val="00A97977"/>
    <w:rsid w:val="00A97AAB"/>
    <w:rsid w:val="00A97C29"/>
    <w:rsid w:val="00A97D1D"/>
    <w:rsid w:val="00A97D86"/>
    <w:rsid w:val="00A97E1B"/>
    <w:rsid w:val="00A97FF9"/>
    <w:rsid w:val="00AA0327"/>
    <w:rsid w:val="00AA0366"/>
    <w:rsid w:val="00AA04ED"/>
    <w:rsid w:val="00AA0A0E"/>
    <w:rsid w:val="00AA0C5F"/>
    <w:rsid w:val="00AA0C6B"/>
    <w:rsid w:val="00AA0CC8"/>
    <w:rsid w:val="00AA0D22"/>
    <w:rsid w:val="00AA0DD8"/>
    <w:rsid w:val="00AA0DDC"/>
    <w:rsid w:val="00AA0EE0"/>
    <w:rsid w:val="00AA0EED"/>
    <w:rsid w:val="00AA1011"/>
    <w:rsid w:val="00AA1022"/>
    <w:rsid w:val="00AA10B8"/>
    <w:rsid w:val="00AA1262"/>
    <w:rsid w:val="00AA140A"/>
    <w:rsid w:val="00AA14EE"/>
    <w:rsid w:val="00AA1558"/>
    <w:rsid w:val="00AA1653"/>
    <w:rsid w:val="00AA16BB"/>
    <w:rsid w:val="00AA1793"/>
    <w:rsid w:val="00AA199B"/>
    <w:rsid w:val="00AA1B1E"/>
    <w:rsid w:val="00AA1B29"/>
    <w:rsid w:val="00AA1BF7"/>
    <w:rsid w:val="00AA1C2D"/>
    <w:rsid w:val="00AA1F28"/>
    <w:rsid w:val="00AA1F52"/>
    <w:rsid w:val="00AA1F86"/>
    <w:rsid w:val="00AA20D3"/>
    <w:rsid w:val="00AA2153"/>
    <w:rsid w:val="00AA243F"/>
    <w:rsid w:val="00AA24A6"/>
    <w:rsid w:val="00AA26FB"/>
    <w:rsid w:val="00AA28D4"/>
    <w:rsid w:val="00AA2A8F"/>
    <w:rsid w:val="00AA2B17"/>
    <w:rsid w:val="00AA2FE7"/>
    <w:rsid w:val="00AA302C"/>
    <w:rsid w:val="00AA31D0"/>
    <w:rsid w:val="00AA328D"/>
    <w:rsid w:val="00AA357A"/>
    <w:rsid w:val="00AA3606"/>
    <w:rsid w:val="00AA39D8"/>
    <w:rsid w:val="00AA3AB9"/>
    <w:rsid w:val="00AA3CA0"/>
    <w:rsid w:val="00AA3E1A"/>
    <w:rsid w:val="00AA3EBE"/>
    <w:rsid w:val="00AA4043"/>
    <w:rsid w:val="00AA4401"/>
    <w:rsid w:val="00AA46D9"/>
    <w:rsid w:val="00AA4709"/>
    <w:rsid w:val="00AA5252"/>
    <w:rsid w:val="00AA5643"/>
    <w:rsid w:val="00AA5675"/>
    <w:rsid w:val="00AA572D"/>
    <w:rsid w:val="00AA5899"/>
    <w:rsid w:val="00AA58E0"/>
    <w:rsid w:val="00AA59C1"/>
    <w:rsid w:val="00AA5AA2"/>
    <w:rsid w:val="00AA5C0F"/>
    <w:rsid w:val="00AA5C12"/>
    <w:rsid w:val="00AA5D0B"/>
    <w:rsid w:val="00AA5D6C"/>
    <w:rsid w:val="00AA5F97"/>
    <w:rsid w:val="00AA639E"/>
    <w:rsid w:val="00AA64BC"/>
    <w:rsid w:val="00AA65C6"/>
    <w:rsid w:val="00AA66F9"/>
    <w:rsid w:val="00AA6831"/>
    <w:rsid w:val="00AA6B1F"/>
    <w:rsid w:val="00AA6EE3"/>
    <w:rsid w:val="00AA6EF1"/>
    <w:rsid w:val="00AA705C"/>
    <w:rsid w:val="00AA70D5"/>
    <w:rsid w:val="00AA7276"/>
    <w:rsid w:val="00AA72E6"/>
    <w:rsid w:val="00AA7467"/>
    <w:rsid w:val="00AA75CB"/>
    <w:rsid w:val="00AA7711"/>
    <w:rsid w:val="00AA7883"/>
    <w:rsid w:val="00AA7915"/>
    <w:rsid w:val="00AA7935"/>
    <w:rsid w:val="00AA798E"/>
    <w:rsid w:val="00AA7B7E"/>
    <w:rsid w:val="00AA7C98"/>
    <w:rsid w:val="00AA7D33"/>
    <w:rsid w:val="00AB010B"/>
    <w:rsid w:val="00AB039A"/>
    <w:rsid w:val="00AB03A9"/>
    <w:rsid w:val="00AB0417"/>
    <w:rsid w:val="00AB08A2"/>
    <w:rsid w:val="00AB0968"/>
    <w:rsid w:val="00AB0BA0"/>
    <w:rsid w:val="00AB0D44"/>
    <w:rsid w:val="00AB0D55"/>
    <w:rsid w:val="00AB0D58"/>
    <w:rsid w:val="00AB10E4"/>
    <w:rsid w:val="00AB1393"/>
    <w:rsid w:val="00AB1422"/>
    <w:rsid w:val="00AB15A0"/>
    <w:rsid w:val="00AB1663"/>
    <w:rsid w:val="00AB190F"/>
    <w:rsid w:val="00AB1AF3"/>
    <w:rsid w:val="00AB1B1B"/>
    <w:rsid w:val="00AB1B6B"/>
    <w:rsid w:val="00AB205D"/>
    <w:rsid w:val="00AB2143"/>
    <w:rsid w:val="00AB2151"/>
    <w:rsid w:val="00AB2329"/>
    <w:rsid w:val="00AB2A25"/>
    <w:rsid w:val="00AB2CF2"/>
    <w:rsid w:val="00AB2DDD"/>
    <w:rsid w:val="00AB3139"/>
    <w:rsid w:val="00AB3653"/>
    <w:rsid w:val="00AB3672"/>
    <w:rsid w:val="00AB3784"/>
    <w:rsid w:val="00AB3907"/>
    <w:rsid w:val="00AB3961"/>
    <w:rsid w:val="00AB3D14"/>
    <w:rsid w:val="00AB3EF9"/>
    <w:rsid w:val="00AB40BE"/>
    <w:rsid w:val="00AB449E"/>
    <w:rsid w:val="00AB4619"/>
    <w:rsid w:val="00AB47F6"/>
    <w:rsid w:val="00AB4C62"/>
    <w:rsid w:val="00AB4C95"/>
    <w:rsid w:val="00AB4CCB"/>
    <w:rsid w:val="00AB4D59"/>
    <w:rsid w:val="00AB4F6F"/>
    <w:rsid w:val="00AB4FD8"/>
    <w:rsid w:val="00AB5130"/>
    <w:rsid w:val="00AB5159"/>
    <w:rsid w:val="00AB535D"/>
    <w:rsid w:val="00AB5364"/>
    <w:rsid w:val="00AB55FA"/>
    <w:rsid w:val="00AB5925"/>
    <w:rsid w:val="00AB5955"/>
    <w:rsid w:val="00AB5A44"/>
    <w:rsid w:val="00AB5A69"/>
    <w:rsid w:val="00AB5ABA"/>
    <w:rsid w:val="00AB5F69"/>
    <w:rsid w:val="00AB5FA8"/>
    <w:rsid w:val="00AB66A7"/>
    <w:rsid w:val="00AB671A"/>
    <w:rsid w:val="00AB694E"/>
    <w:rsid w:val="00AB6F80"/>
    <w:rsid w:val="00AB711A"/>
    <w:rsid w:val="00AB7406"/>
    <w:rsid w:val="00AB749F"/>
    <w:rsid w:val="00AB74AC"/>
    <w:rsid w:val="00AB79CF"/>
    <w:rsid w:val="00AB7A34"/>
    <w:rsid w:val="00AB7C87"/>
    <w:rsid w:val="00AB7ECC"/>
    <w:rsid w:val="00AC0116"/>
    <w:rsid w:val="00AC0174"/>
    <w:rsid w:val="00AC01AA"/>
    <w:rsid w:val="00AC0627"/>
    <w:rsid w:val="00AC06D6"/>
    <w:rsid w:val="00AC0737"/>
    <w:rsid w:val="00AC07C5"/>
    <w:rsid w:val="00AC0A7A"/>
    <w:rsid w:val="00AC0B27"/>
    <w:rsid w:val="00AC0BF5"/>
    <w:rsid w:val="00AC0C50"/>
    <w:rsid w:val="00AC0D5C"/>
    <w:rsid w:val="00AC102D"/>
    <w:rsid w:val="00AC10B4"/>
    <w:rsid w:val="00AC11E3"/>
    <w:rsid w:val="00AC12AF"/>
    <w:rsid w:val="00AC153A"/>
    <w:rsid w:val="00AC15A5"/>
    <w:rsid w:val="00AC1762"/>
    <w:rsid w:val="00AC1773"/>
    <w:rsid w:val="00AC1B8A"/>
    <w:rsid w:val="00AC1C42"/>
    <w:rsid w:val="00AC1F6C"/>
    <w:rsid w:val="00AC1FB8"/>
    <w:rsid w:val="00AC1FE6"/>
    <w:rsid w:val="00AC2013"/>
    <w:rsid w:val="00AC2061"/>
    <w:rsid w:val="00AC232F"/>
    <w:rsid w:val="00AC24D9"/>
    <w:rsid w:val="00AC2515"/>
    <w:rsid w:val="00AC2973"/>
    <w:rsid w:val="00AC2E00"/>
    <w:rsid w:val="00AC2E27"/>
    <w:rsid w:val="00AC2EAA"/>
    <w:rsid w:val="00AC2F9B"/>
    <w:rsid w:val="00AC30C6"/>
    <w:rsid w:val="00AC346E"/>
    <w:rsid w:val="00AC3497"/>
    <w:rsid w:val="00AC38EF"/>
    <w:rsid w:val="00AC391F"/>
    <w:rsid w:val="00AC3A0F"/>
    <w:rsid w:val="00AC3F0D"/>
    <w:rsid w:val="00AC3F9E"/>
    <w:rsid w:val="00AC40CD"/>
    <w:rsid w:val="00AC41FA"/>
    <w:rsid w:val="00AC420F"/>
    <w:rsid w:val="00AC42C4"/>
    <w:rsid w:val="00AC4532"/>
    <w:rsid w:val="00AC4551"/>
    <w:rsid w:val="00AC4A07"/>
    <w:rsid w:val="00AC4A92"/>
    <w:rsid w:val="00AC4E04"/>
    <w:rsid w:val="00AC4E74"/>
    <w:rsid w:val="00AC4FFA"/>
    <w:rsid w:val="00AC51E6"/>
    <w:rsid w:val="00AC5280"/>
    <w:rsid w:val="00AC545E"/>
    <w:rsid w:val="00AC567B"/>
    <w:rsid w:val="00AC5CED"/>
    <w:rsid w:val="00AC5D11"/>
    <w:rsid w:val="00AC5D6D"/>
    <w:rsid w:val="00AC5FCD"/>
    <w:rsid w:val="00AC603A"/>
    <w:rsid w:val="00AC6072"/>
    <w:rsid w:val="00AC614B"/>
    <w:rsid w:val="00AC636F"/>
    <w:rsid w:val="00AC63B7"/>
    <w:rsid w:val="00AC660B"/>
    <w:rsid w:val="00AC667C"/>
    <w:rsid w:val="00AC668F"/>
    <w:rsid w:val="00AC676D"/>
    <w:rsid w:val="00AC69D6"/>
    <w:rsid w:val="00AC6A0A"/>
    <w:rsid w:val="00AC725B"/>
    <w:rsid w:val="00AC7423"/>
    <w:rsid w:val="00AC7667"/>
    <w:rsid w:val="00AC787F"/>
    <w:rsid w:val="00AC7A62"/>
    <w:rsid w:val="00AC7B73"/>
    <w:rsid w:val="00AC7CE4"/>
    <w:rsid w:val="00AC7DDE"/>
    <w:rsid w:val="00AC7E43"/>
    <w:rsid w:val="00AC7E9E"/>
    <w:rsid w:val="00AC7F9E"/>
    <w:rsid w:val="00AC7FE0"/>
    <w:rsid w:val="00AC7FF5"/>
    <w:rsid w:val="00AC7FF7"/>
    <w:rsid w:val="00AD0127"/>
    <w:rsid w:val="00AD0245"/>
    <w:rsid w:val="00AD0491"/>
    <w:rsid w:val="00AD054E"/>
    <w:rsid w:val="00AD05F6"/>
    <w:rsid w:val="00AD0788"/>
    <w:rsid w:val="00AD0797"/>
    <w:rsid w:val="00AD08E4"/>
    <w:rsid w:val="00AD0A8E"/>
    <w:rsid w:val="00AD0D24"/>
    <w:rsid w:val="00AD0F9E"/>
    <w:rsid w:val="00AD108A"/>
    <w:rsid w:val="00AD140D"/>
    <w:rsid w:val="00AD161C"/>
    <w:rsid w:val="00AD16D6"/>
    <w:rsid w:val="00AD1908"/>
    <w:rsid w:val="00AD1A75"/>
    <w:rsid w:val="00AD1A81"/>
    <w:rsid w:val="00AD1B93"/>
    <w:rsid w:val="00AD1D80"/>
    <w:rsid w:val="00AD230A"/>
    <w:rsid w:val="00AD2577"/>
    <w:rsid w:val="00AD28B9"/>
    <w:rsid w:val="00AD2904"/>
    <w:rsid w:val="00AD3105"/>
    <w:rsid w:val="00AD31DD"/>
    <w:rsid w:val="00AD32D6"/>
    <w:rsid w:val="00AD3383"/>
    <w:rsid w:val="00AD33A1"/>
    <w:rsid w:val="00AD3579"/>
    <w:rsid w:val="00AD39B8"/>
    <w:rsid w:val="00AD3A05"/>
    <w:rsid w:val="00AD3D36"/>
    <w:rsid w:val="00AD3E89"/>
    <w:rsid w:val="00AD3FF0"/>
    <w:rsid w:val="00AD42C7"/>
    <w:rsid w:val="00AD446E"/>
    <w:rsid w:val="00AD44D6"/>
    <w:rsid w:val="00AD4889"/>
    <w:rsid w:val="00AD48A7"/>
    <w:rsid w:val="00AD49BB"/>
    <w:rsid w:val="00AD4C0C"/>
    <w:rsid w:val="00AD4C72"/>
    <w:rsid w:val="00AD4E8A"/>
    <w:rsid w:val="00AD4EDA"/>
    <w:rsid w:val="00AD502D"/>
    <w:rsid w:val="00AD5034"/>
    <w:rsid w:val="00AD508D"/>
    <w:rsid w:val="00AD5107"/>
    <w:rsid w:val="00AD51D4"/>
    <w:rsid w:val="00AD58D1"/>
    <w:rsid w:val="00AD5AF6"/>
    <w:rsid w:val="00AD5C48"/>
    <w:rsid w:val="00AD5CEC"/>
    <w:rsid w:val="00AD5CFB"/>
    <w:rsid w:val="00AD5EB5"/>
    <w:rsid w:val="00AD5EBE"/>
    <w:rsid w:val="00AD5F71"/>
    <w:rsid w:val="00AD5FE9"/>
    <w:rsid w:val="00AD61C5"/>
    <w:rsid w:val="00AD63C2"/>
    <w:rsid w:val="00AD6649"/>
    <w:rsid w:val="00AD67BA"/>
    <w:rsid w:val="00AD687A"/>
    <w:rsid w:val="00AD6C7C"/>
    <w:rsid w:val="00AD6DF6"/>
    <w:rsid w:val="00AD6E15"/>
    <w:rsid w:val="00AD6F33"/>
    <w:rsid w:val="00AD6FF9"/>
    <w:rsid w:val="00AD7198"/>
    <w:rsid w:val="00AD71E5"/>
    <w:rsid w:val="00AD7607"/>
    <w:rsid w:val="00AD799D"/>
    <w:rsid w:val="00AD79D3"/>
    <w:rsid w:val="00AD7C94"/>
    <w:rsid w:val="00AD7FA3"/>
    <w:rsid w:val="00AE00E7"/>
    <w:rsid w:val="00AE02CE"/>
    <w:rsid w:val="00AE042B"/>
    <w:rsid w:val="00AE0A64"/>
    <w:rsid w:val="00AE0B02"/>
    <w:rsid w:val="00AE0C3A"/>
    <w:rsid w:val="00AE0CE3"/>
    <w:rsid w:val="00AE110D"/>
    <w:rsid w:val="00AE11F1"/>
    <w:rsid w:val="00AE123B"/>
    <w:rsid w:val="00AE124A"/>
    <w:rsid w:val="00AE12E0"/>
    <w:rsid w:val="00AE173C"/>
    <w:rsid w:val="00AE1791"/>
    <w:rsid w:val="00AE1823"/>
    <w:rsid w:val="00AE1925"/>
    <w:rsid w:val="00AE1B78"/>
    <w:rsid w:val="00AE1C23"/>
    <w:rsid w:val="00AE1D55"/>
    <w:rsid w:val="00AE1DA5"/>
    <w:rsid w:val="00AE1FA9"/>
    <w:rsid w:val="00AE200D"/>
    <w:rsid w:val="00AE23B8"/>
    <w:rsid w:val="00AE26D5"/>
    <w:rsid w:val="00AE2844"/>
    <w:rsid w:val="00AE286E"/>
    <w:rsid w:val="00AE28C8"/>
    <w:rsid w:val="00AE2AFB"/>
    <w:rsid w:val="00AE2C76"/>
    <w:rsid w:val="00AE2DAE"/>
    <w:rsid w:val="00AE3063"/>
    <w:rsid w:val="00AE3079"/>
    <w:rsid w:val="00AE3101"/>
    <w:rsid w:val="00AE32B2"/>
    <w:rsid w:val="00AE33D4"/>
    <w:rsid w:val="00AE3556"/>
    <w:rsid w:val="00AE365D"/>
    <w:rsid w:val="00AE3A69"/>
    <w:rsid w:val="00AE3AA7"/>
    <w:rsid w:val="00AE3AC9"/>
    <w:rsid w:val="00AE3BE9"/>
    <w:rsid w:val="00AE3C8C"/>
    <w:rsid w:val="00AE3DEC"/>
    <w:rsid w:val="00AE3F0F"/>
    <w:rsid w:val="00AE3F88"/>
    <w:rsid w:val="00AE3FB5"/>
    <w:rsid w:val="00AE3FCE"/>
    <w:rsid w:val="00AE41C5"/>
    <w:rsid w:val="00AE43CB"/>
    <w:rsid w:val="00AE43D3"/>
    <w:rsid w:val="00AE4593"/>
    <w:rsid w:val="00AE45FA"/>
    <w:rsid w:val="00AE4735"/>
    <w:rsid w:val="00AE48BE"/>
    <w:rsid w:val="00AE4961"/>
    <w:rsid w:val="00AE498E"/>
    <w:rsid w:val="00AE4A73"/>
    <w:rsid w:val="00AE4AF5"/>
    <w:rsid w:val="00AE4B4A"/>
    <w:rsid w:val="00AE4B6E"/>
    <w:rsid w:val="00AE4D74"/>
    <w:rsid w:val="00AE4F24"/>
    <w:rsid w:val="00AE514E"/>
    <w:rsid w:val="00AE5280"/>
    <w:rsid w:val="00AE5312"/>
    <w:rsid w:val="00AE539B"/>
    <w:rsid w:val="00AE57A0"/>
    <w:rsid w:val="00AE57EF"/>
    <w:rsid w:val="00AE57F3"/>
    <w:rsid w:val="00AE589C"/>
    <w:rsid w:val="00AE59AE"/>
    <w:rsid w:val="00AE59F4"/>
    <w:rsid w:val="00AE5AF0"/>
    <w:rsid w:val="00AE5AFC"/>
    <w:rsid w:val="00AE5C85"/>
    <w:rsid w:val="00AE5DFF"/>
    <w:rsid w:val="00AE5E8B"/>
    <w:rsid w:val="00AE5FB6"/>
    <w:rsid w:val="00AE6075"/>
    <w:rsid w:val="00AE6147"/>
    <w:rsid w:val="00AE619F"/>
    <w:rsid w:val="00AE6767"/>
    <w:rsid w:val="00AE67A5"/>
    <w:rsid w:val="00AE6A13"/>
    <w:rsid w:val="00AE6A39"/>
    <w:rsid w:val="00AE6BFF"/>
    <w:rsid w:val="00AE6D71"/>
    <w:rsid w:val="00AE6DC9"/>
    <w:rsid w:val="00AE6DD2"/>
    <w:rsid w:val="00AE6E93"/>
    <w:rsid w:val="00AE6F1C"/>
    <w:rsid w:val="00AE7263"/>
    <w:rsid w:val="00AE739C"/>
    <w:rsid w:val="00AE74A9"/>
    <w:rsid w:val="00AE7548"/>
    <w:rsid w:val="00AE771C"/>
    <w:rsid w:val="00AE7923"/>
    <w:rsid w:val="00AE7A52"/>
    <w:rsid w:val="00AE7A84"/>
    <w:rsid w:val="00AE7AF2"/>
    <w:rsid w:val="00AE7E87"/>
    <w:rsid w:val="00AF0043"/>
    <w:rsid w:val="00AF00A4"/>
    <w:rsid w:val="00AF045E"/>
    <w:rsid w:val="00AF054C"/>
    <w:rsid w:val="00AF0553"/>
    <w:rsid w:val="00AF06E6"/>
    <w:rsid w:val="00AF06EB"/>
    <w:rsid w:val="00AF0768"/>
    <w:rsid w:val="00AF07D4"/>
    <w:rsid w:val="00AF08D7"/>
    <w:rsid w:val="00AF0A54"/>
    <w:rsid w:val="00AF0AEB"/>
    <w:rsid w:val="00AF0C01"/>
    <w:rsid w:val="00AF0CF5"/>
    <w:rsid w:val="00AF0DD5"/>
    <w:rsid w:val="00AF0DDA"/>
    <w:rsid w:val="00AF0E66"/>
    <w:rsid w:val="00AF0E79"/>
    <w:rsid w:val="00AF1048"/>
    <w:rsid w:val="00AF1184"/>
    <w:rsid w:val="00AF15B7"/>
    <w:rsid w:val="00AF163B"/>
    <w:rsid w:val="00AF1917"/>
    <w:rsid w:val="00AF19EE"/>
    <w:rsid w:val="00AF1E5C"/>
    <w:rsid w:val="00AF1F14"/>
    <w:rsid w:val="00AF212B"/>
    <w:rsid w:val="00AF2161"/>
    <w:rsid w:val="00AF225D"/>
    <w:rsid w:val="00AF22A5"/>
    <w:rsid w:val="00AF22F5"/>
    <w:rsid w:val="00AF2498"/>
    <w:rsid w:val="00AF2613"/>
    <w:rsid w:val="00AF2773"/>
    <w:rsid w:val="00AF2789"/>
    <w:rsid w:val="00AF287B"/>
    <w:rsid w:val="00AF2B07"/>
    <w:rsid w:val="00AF2C55"/>
    <w:rsid w:val="00AF2CD8"/>
    <w:rsid w:val="00AF2DFB"/>
    <w:rsid w:val="00AF31BD"/>
    <w:rsid w:val="00AF31E9"/>
    <w:rsid w:val="00AF3436"/>
    <w:rsid w:val="00AF355E"/>
    <w:rsid w:val="00AF3573"/>
    <w:rsid w:val="00AF35D8"/>
    <w:rsid w:val="00AF3C14"/>
    <w:rsid w:val="00AF43A0"/>
    <w:rsid w:val="00AF4484"/>
    <w:rsid w:val="00AF452E"/>
    <w:rsid w:val="00AF4579"/>
    <w:rsid w:val="00AF4862"/>
    <w:rsid w:val="00AF48C4"/>
    <w:rsid w:val="00AF48E0"/>
    <w:rsid w:val="00AF49F8"/>
    <w:rsid w:val="00AF4A58"/>
    <w:rsid w:val="00AF4A9A"/>
    <w:rsid w:val="00AF4AE5"/>
    <w:rsid w:val="00AF4B3B"/>
    <w:rsid w:val="00AF4E5A"/>
    <w:rsid w:val="00AF5192"/>
    <w:rsid w:val="00AF51C1"/>
    <w:rsid w:val="00AF5330"/>
    <w:rsid w:val="00AF5552"/>
    <w:rsid w:val="00AF576B"/>
    <w:rsid w:val="00AF5852"/>
    <w:rsid w:val="00AF5924"/>
    <w:rsid w:val="00AF593F"/>
    <w:rsid w:val="00AF5AF9"/>
    <w:rsid w:val="00AF5C91"/>
    <w:rsid w:val="00AF5D61"/>
    <w:rsid w:val="00AF5E36"/>
    <w:rsid w:val="00AF5EF4"/>
    <w:rsid w:val="00AF6250"/>
    <w:rsid w:val="00AF643D"/>
    <w:rsid w:val="00AF653F"/>
    <w:rsid w:val="00AF65BA"/>
    <w:rsid w:val="00AF68A5"/>
    <w:rsid w:val="00AF68E4"/>
    <w:rsid w:val="00AF6908"/>
    <w:rsid w:val="00AF6AD5"/>
    <w:rsid w:val="00AF6B6F"/>
    <w:rsid w:val="00AF6D2C"/>
    <w:rsid w:val="00AF6F1B"/>
    <w:rsid w:val="00AF6F49"/>
    <w:rsid w:val="00AF735D"/>
    <w:rsid w:val="00AF775A"/>
    <w:rsid w:val="00AF7996"/>
    <w:rsid w:val="00AF79BF"/>
    <w:rsid w:val="00AF7C3B"/>
    <w:rsid w:val="00AF7EF9"/>
    <w:rsid w:val="00B0002C"/>
    <w:rsid w:val="00B002CA"/>
    <w:rsid w:val="00B002DA"/>
    <w:rsid w:val="00B0064A"/>
    <w:rsid w:val="00B007A9"/>
    <w:rsid w:val="00B00BD5"/>
    <w:rsid w:val="00B00D21"/>
    <w:rsid w:val="00B00E2E"/>
    <w:rsid w:val="00B00E8E"/>
    <w:rsid w:val="00B0105A"/>
    <w:rsid w:val="00B010ED"/>
    <w:rsid w:val="00B0135B"/>
    <w:rsid w:val="00B015D6"/>
    <w:rsid w:val="00B0160E"/>
    <w:rsid w:val="00B01755"/>
    <w:rsid w:val="00B019CD"/>
    <w:rsid w:val="00B01AB0"/>
    <w:rsid w:val="00B01B21"/>
    <w:rsid w:val="00B01B4F"/>
    <w:rsid w:val="00B01C19"/>
    <w:rsid w:val="00B01D95"/>
    <w:rsid w:val="00B01EFC"/>
    <w:rsid w:val="00B020A3"/>
    <w:rsid w:val="00B02129"/>
    <w:rsid w:val="00B0212A"/>
    <w:rsid w:val="00B024BD"/>
    <w:rsid w:val="00B02667"/>
    <w:rsid w:val="00B02702"/>
    <w:rsid w:val="00B0290A"/>
    <w:rsid w:val="00B02A6D"/>
    <w:rsid w:val="00B02B25"/>
    <w:rsid w:val="00B02EF2"/>
    <w:rsid w:val="00B03184"/>
    <w:rsid w:val="00B03201"/>
    <w:rsid w:val="00B03228"/>
    <w:rsid w:val="00B033A9"/>
    <w:rsid w:val="00B033EC"/>
    <w:rsid w:val="00B035C2"/>
    <w:rsid w:val="00B038B6"/>
    <w:rsid w:val="00B03DE7"/>
    <w:rsid w:val="00B03F52"/>
    <w:rsid w:val="00B0420E"/>
    <w:rsid w:val="00B0443E"/>
    <w:rsid w:val="00B0447A"/>
    <w:rsid w:val="00B0465F"/>
    <w:rsid w:val="00B04BD0"/>
    <w:rsid w:val="00B05008"/>
    <w:rsid w:val="00B051A4"/>
    <w:rsid w:val="00B051A8"/>
    <w:rsid w:val="00B0522C"/>
    <w:rsid w:val="00B05350"/>
    <w:rsid w:val="00B0536D"/>
    <w:rsid w:val="00B054A2"/>
    <w:rsid w:val="00B054CC"/>
    <w:rsid w:val="00B055AE"/>
    <w:rsid w:val="00B0583A"/>
    <w:rsid w:val="00B05909"/>
    <w:rsid w:val="00B05E4E"/>
    <w:rsid w:val="00B061D9"/>
    <w:rsid w:val="00B062DC"/>
    <w:rsid w:val="00B063A1"/>
    <w:rsid w:val="00B063D0"/>
    <w:rsid w:val="00B063F6"/>
    <w:rsid w:val="00B06492"/>
    <w:rsid w:val="00B0660D"/>
    <w:rsid w:val="00B06D29"/>
    <w:rsid w:val="00B06F8D"/>
    <w:rsid w:val="00B070DE"/>
    <w:rsid w:val="00B07304"/>
    <w:rsid w:val="00B073CF"/>
    <w:rsid w:val="00B0741D"/>
    <w:rsid w:val="00B07801"/>
    <w:rsid w:val="00B0798E"/>
    <w:rsid w:val="00B07C93"/>
    <w:rsid w:val="00B07CCE"/>
    <w:rsid w:val="00B07E5F"/>
    <w:rsid w:val="00B101FE"/>
    <w:rsid w:val="00B10263"/>
    <w:rsid w:val="00B104CB"/>
    <w:rsid w:val="00B1093A"/>
    <w:rsid w:val="00B10B2F"/>
    <w:rsid w:val="00B10B86"/>
    <w:rsid w:val="00B10D19"/>
    <w:rsid w:val="00B10F9A"/>
    <w:rsid w:val="00B10FC1"/>
    <w:rsid w:val="00B10FC4"/>
    <w:rsid w:val="00B110C0"/>
    <w:rsid w:val="00B1147E"/>
    <w:rsid w:val="00B11A83"/>
    <w:rsid w:val="00B11BB4"/>
    <w:rsid w:val="00B11DDF"/>
    <w:rsid w:val="00B11EEA"/>
    <w:rsid w:val="00B12046"/>
    <w:rsid w:val="00B1216E"/>
    <w:rsid w:val="00B122A8"/>
    <w:rsid w:val="00B12315"/>
    <w:rsid w:val="00B1232B"/>
    <w:rsid w:val="00B12370"/>
    <w:rsid w:val="00B12567"/>
    <w:rsid w:val="00B125A8"/>
    <w:rsid w:val="00B126F8"/>
    <w:rsid w:val="00B12815"/>
    <w:rsid w:val="00B12A1F"/>
    <w:rsid w:val="00B12D73"/>
    <w:rsid w:val="00B12E27"/>
    <w:rsid w:val="00B12F50"/>
    <w:rsid w:val="00B13033"/>
    <w:rsid w:val="00B13A50"/>
    <w:rsid w:val="00B13AF3"/>
    <w:rsid w:val="00B13BC6"/>
    <w:rsid w:val="00B13C6C"/>
    <w:rsid w:val="00B13DE3"/>
    <w:rsid w:val="00B13E7E"/>
    <w:rsid w:val="00B13ED4"/>
    <w:rsid w:val="00B143DB"/>
    <w:rsid w:val="00B143E2"/>
    <w:rsid w:val="00B148B5"/>
    <w:rsid w:val="00B1497D"/>
    <w:rsid w:val="00B14985"/>
    <w:rsid w:val="00B149A2"/>
    <w:rsid w:val="00B14C2D"/>
    <w:rsid w:val="00B14D8E"/>
    <w:rsid w:val="00B15008"/>
    <w:rsid w:val="00B15015"/>
    <w:rsid w:val="00B1502B"/>
    <w:rsid w:val="00B1503C"/>
    <w:rsid w:val="00B151E9"/>
    <w:rsid w:val="00B152E4"/>
    <w:rsid w:val="00B1538B"/>
    <w:rsid w:val="00B15436"/>
    <w:rsid w:val="00B1560E"/>
    <w:rsid w:val="00B15695"/>
    <w:rsid w:val="00B15797"/>
    <w:rsid w:val="00B157AB"/>
    <w:rsid w:val="00B1584D"/>
    <w:rsid w:val="00B15967"/>
    <w:rsid w:val="00B15A20"/>
    <w:rsid w:val="00B15A92"/>
    <w:rsid w:val="00B15E1A"/>
    <w:rsid w:val="00B16208"/>
    <w:rsid w:val="00B16531"/>
    <w:rsid w:val="00B165D9"/>
    <w:rsid w:val="00B1691D"/>
    <w:rsid w:val="00B16D57"/>
    <w:rsid w:val="00B16E42"/>
    <w:rsid w:val="00B16E89"/>
    <w:rsid w:val="00B17039"/>
    <w:rsid w:val="00B174A1"/>
    <w:rsid w:val="00B176A7"/>
    <w:rsid w:val="00B178A5"/>
    <w:rsid w:val="00B17BDE"/>
    <w:rsid w:val="00B20743"/>
    <w:rsid w:val="00B208BF"/>
    <w:rsid w:val="00B20F9C"/>
    <w:rsid w:val="00B211F1"/>
    <w:rsid w:val="00B21474"/>
    <w:rsid w:val="00B214DC"/>
    <w:rsid w:val="00B2165D"/>
    <w:rsid w:val="00B21970"/>
    <w:rsid w:val="00B21B04"/>
    <w:rsid w:val="00B21BEB"/>
    <w:rsid w:val="00B21C2B"/>
    <w:rsid w:val="00B21C73"/>
    <w:rsid w:val="00B21CD2"/>
    <w:rsid w:val="00B21DA0"/>
    <w:rsid w:val="00B2204E"/>
    <w:rsid w:val="00B220D6"/>
    <w:rsid w:val="00B22193"/>
    <w:rsid w:val="00B222A9"/>
    <w:rsid w:val="00B22451"/>
    <w:rsid w:val="00B224D7"/>
    <w:rsid w:val="00B2252B"/>
    <w:rsid w:val="00B22576"/>
    <w:rsid w:val="00B2257F"/>
    <w:rsid w:val="00B22792"/>
    <w:rsid w:val="00B227B0"/>
    <w:rsid w:val="00B22C15"/>
    <w:rsid w:val="00B22D5C"/>
    <w:rsid w:val="00B22DA5"/>
    <w:rsid w:val="00B22EAB"/>
    <w:rsid w:val="00B22FC2"/>
    <w:rsid w:val="00B230B9"/>
    <w:rsid w:val="00B23280"/>
    <w:rsid w:val="00B2358B"/>
    <w:rsid w:val="00B235CE"/>
    <w:rsid w:val="00B23761"/>
    <w:rsid w:val="00B237E9"/>
    <w:rsid w:val="00B237EE"/>
    <w:rsid w:val="00B2398B"/>
    <w:rsid w:val="00B23A09"/>
    <w:rsid w:val="00B23A0D"/>
    <w:rsid w:val="00B23A21"/>
    <w:rsid w:val="00B2431D"/>
    <w:rsid w:val="00B24484"/>
    <w:rsid w:val="00B245EB"/>
    <w:rsid w:val="00B2464F"/>
    <w:rsid w:val="00B24881"/>
    <w:rsid w:val="00B24912"/>
    <w:rsid w:val="00B24A92"/>
    <w:rsid w:val="00B24AB3"/>
    <w:rsid w:val="00B24B0C"/>
    <w:rsid w:val="00B25078"/>
    <w:rsid w:val="00B25106"/>
    <w:rsid w:val="00B25654"/>
    <w:rsid w:val="00B2590B"/>
    <w:rsid w:val="00B25E4C"/>
    <w:rsid w:val="00B25E7C"/>
    <w:rsid w:val="00B260D8"/>
    <w:rsid w:val="00B26591"/>
    <w:rsid w:val="00B265A1"/>
    <w:rsid w:val="00B2660F"/>
    <w:rsid w:val="00B26641"/>
    <w:rsid w:val="00B268C3"/>
    <w:rsid w:val="00B269EC"/>
    <w:rsid w:val="00B26E56"/>
    <w:rsid w:val="00B26FCA"/>
    <w:rsid w:val="00B2702C"/>
    <w:rsid w:val="00B27048"/>
    <w:rsid w:val="00B272AE"/>
    <w:rsid w:val="00B272F9"/>
    <w:rsid w:val="00B274F6"/>
    <w:rsid w:val="00B2764F"/>
    <w:rsid w:val="00B276C3"/>
    <w:rsid w:val="00B2770A"/>
    <w:rsid w:val="00B27B41"/>
    <w:rsid w:val="00B27B5C"/>
    <w:rsid w:val="00B27B96"/>
    <w:rsid w:val="00B27D9E"/>
    <w:rsid w:val="00B30025"/>
    <w:rsid w:val="00B300AA"/>
    <w:rsid w:val="00B30143"/>
    <w:rsid w:val="00B30366"/>
    <w:rsid w:val="00B3047E"/>
    <w:rsid w:val="00B30661"/>
    <w:rsid w:val="00B30A18"/>
    <w:rsid w:val="00B30A70"/>
    <w:rsid w:val="00B30ADB"/>
    <w:rsid w:val="00B30C93"/>
    <w:rsid w:val="00B30D7B"/>
    <w:rsid w:val="00B30D8E"/>
    <w:rsid w:val="00B30E5D"/>
    <w:rsid w:val="00B31120"/>
    <w:rsid w:val="00B31462"/>
    <w:rsid w:val="00B314FF"/>
    <w:rsid w:val="00B3157F"/>
    <w:rsid w:val="00B316C2"/>
    <w:rsid w:val="00B31731"/>
    <w:rsid w:val="00B317C9"/>
    <w:rsid w:val="00B31BC2"/>
    <w:rsid w:val="00B31D24"/>
    <w:rsid w:val="00B31DC2"/>
    <w:rsid w:val="00B31DDA"/>
    <w:rsid w:val="00B31DE5"/>
    <w:rsid w:val="00B31E43"/>
    <w:rsid w:val="00B31E80"/>
    <w:rsid w:val="00B321B3"/>
    <w:rsid w:val="00B322FD"/>
    <w:rsid w:val="00B32331"/>
    <w:rsid w:val="00B32343"/>
    <w:rsid w:val="00B32353"/>
    <w:rsid w:val="00B32407"/>
    <w:rsid w:val="00B324B9"/>
    <w:rsid w:val="00B32578"/>
    <w:rsid w:val="00B327D2"/>
    <w:rsid w:val="00B327F5"/>
    <w:rsid w:val="00B328B5"/>
    <w:rsid w:val="00B32A46"/>
    <w:rsid w:val="00B32B20"/>
    <w:rsid w:val="00B32D91"/>
    <w:rsid w:val="00B32E40"/>
    <w:rsid w:val="00B32EE7"/>
    <w:rsid w:val="00B32F20"/>
    <w:rsid w:val="00B32F79"/>
    <w:rsid w:val="00B33012"/>
    <w:rsid w:val="00B3309C"/>
    <w:rsid w:val="00B330CB"/>
    <w:rsid w:val="00B33143"/>
    <w:rsid w:val="00B331C4"/>
    <w:rsid w:val="00B334C8"/>
    <w:rsid w:val="00B337DE"/>
    <w:rsid w:val="00B338EB"/>
    <w:rsid w:val="00B33B8F"/>
    <w:rsid w:val="00B33D55"/>
    <w:rsid w:val="00B33DA0"/>
    <w:rsid w:val="00B33DE8"/>
    <w:rsid w:val="00B341A1"/>
    <w:rsid w:val="00B34454"/>
    <w:rsid w:val="00B3462E"/>
    <w:rsid w:val="00B34AD2"/>
    <w:rsid w:val="00B34B70"/>
    <w:rsid w:val="00B34D6B"/>
    <w:rsid w:val="00B35059"/>
    <w:rsid w:val="00B351F2"/>
    <w:rsid w:val="00B352DE"/>
    <w:rsid w:val="00B355F5"/>
    <w:rsid w:val="00B35B8D"/>
    <w:rsid w:val="00B35BAF"/>
    <w:rsid w:val="00B35CB3"/>
    <w:rsid w:val="00B35EF0"/>
    <w:rsid w:val="00B35F8A"/>
    <w:rsid w:val="00B3606E"/>
    <w:rsid w:val="00B366D7"/>
    <w:rsid w:val="00B36819"/>
    <w:rsid w:val="00B36859"/>
    <w:rsid w:val="00B36E4F"/>
    <w:rsid w:val="00B36F5D"/>
    <w:rsid w:val="00B37266"/>
    <w:rsid w:val="00B372B4"/>
    <w:rsid w:val="00B379D9"/>
    <w:rsid w:val="00B37A4B"/>
    <w:rsid w:val="00B37B42"/>
    <w:rsid w:val="00B37B61"/>
    <w:rsid w:val="00B37F66"/>
    <w:rsid w:val="00B37FE5"/>
    <w:rsid w:val="00B402F9"/>
    <w:rsid w:val="00B4054D"/>
    <w:rsid w:val="00B405E2"/>
    <w:rsid w:val="00B4065C"/>
    <w:rsid w:val="00B408D7"/>
    <w:rsid w:val="00B40BDE"/>
    <w:rsid w:val="00B40EEA"/>
    <w:rsid w:val="00B41147"/>
    <w:rsid w:val="00B411FA"/>
    <w:rsid w:val="00B41200"/>
    <w:rsid w:val="00B41464"/>
    <w:rsid w:val="00B41680"/>
    <w:rsid w:val="00B41804"/>
    <w:rsid w:val="00B418F0"/>
    <w:rsid w:val="00B4193A"/>
    <w:rsid w:val="00B41A46"/>
    <w:rsid w:val="00B41A89"/>
    <w:rsid w:val="00B41D03"/>
    <w:rsid w:val="00B41EF4"/>
    <w:rsid w:val="00B421F5"/>
    <w:rsid w:val="00B42247"/>
    <w:rsid w:val="00B4229A"/>
    <w:rsid w:val="00B42399"/>
    <w:rsid w:val="00B4245E"/>
    <w:rsid w:val="00B42463"/>
    <w:rsid w:val="00B42587"/>
    <w:rsid w:val="00B428DD"/>
    <w:rsid w:val="00B42B3B"/>
    <w:rsid w:val="00B42B64"/>
    <w:rsid w:val="00B42D4E"/>
    <w:rsid w:val="00B42E41"/>
    <w:rsid w:val="00B430FE"/>
    <w:rsid w:val="00B43201"/>
    <w:rsid w:val="00B43204"/>
    <w:rsid w:val="00B43565"/>
    <w:rsid w:val="00B435D5"/>
    <w:rsid w:val="00B4368B"/>
    <w:rsid w:val="00B43690"/>
    <w:rsid w:val="00B43772"/>
    <w:rsid w:val="00B437C7"/>
    <w:rsid w:val="00B439F5"/>
    <w:rsid w:val="00B43C18"/>
    <w:rsid w:val="00B43DCF"/>
    <w:rsid w:val="00B43E07"/>
    <w:rsid w:val="00B43ED9"/>
    <w:rsid w:val="00B44092"/>
    <w:rsid w:val="00B440B2"/>
    <w:rsid w:val="00B44182"/>
    <w:rsid w:val="00B4424C"/>
    <w:rsid w:val="00B44327"/>
    <w:rsid w:val="00B445E1"/>
    <w:rsid w:val="00B44BB9"/>
    <w:rsid w:val="00B44CDB"/>
    <w:rsid w:val="00B4516B"/>
    <w:rsid w:val="00B45346"/>
    <w:rsid w:val="00B454C2"/>
    <w:rsid w:val="00B4575E"/>
    <w:rsid w:val="00B45778"/>
    <w:rsid w:val="00B45B74"/>
    <w:rsid w:val="00B45CD1"/>
    <w:rsid w:val="00B45D32"/>
    <w:rsid w:val="00B45F0E"/>
    <w:rsid w:val="00B460F8"/>
    <w:rsid w:val="00B46102"/>
    <w:rsid w:val="00B461E6"/>
    <w:rsid w:val="00B4631A"/>
    <w:rsid w:val="00B46374"/>
    <w:rsid w:val="00B46394"/>
    <w:rsid w:val="00B46403"/>
    <w:rsid w:val="00B46533"/>
    <w:rsid w:val="00B467AF"/>
    <w:rsid w:val="00B4694F"/>
    <w:rsid w:val="00B469B8"/>
    <w:rsid w:val="00B46A92"/>
    <w:rsid w:val="00B46AA9"/>
    <w:rsid w:val="00B46C24"/>
    <w:rsid w:val="00B46CEC"/>
    <w:rsid w:val="00B46DD8"/>
    <w:rsid w:val="00B46E98"/>
    <w:rsid w:val="00B46FAE"/>
    <w:rsid w:val="00B47206"/>
    <w:rsid w:val="00B473CB"/>
    <w:rsid w:val="00B47481"/>
    <w:rsid w:val="00B4749C"/>
    <w:rsid w:val="00B47604"/>
    <w:rsid w:val="00B47C6A"/>
    <w:rsid w:val="00B47D22"/>
    <w:rsid w:val="00B47E1C"/>
    <w:rsid w:val="00B47E63"/>
    <w:rsid w:val="00B50094"/>
    <w:rsid w:val="00B5019F"/>
    <w:rsid w:val="00B50305"/>
    <w:rsid w:val="00B503A9"/>
    <w:rsid w:val="00B50413"/>
    <w:rsid w:val="00B50491"/>
    <w:rsid w:val="00B504BF"/>
    <w:rsid w:val="00B505C1"/>
    <w:rsid w:val="00B509AD"/>
    <w:rsid w:val="00B509EA"/>
    <w:rsid w:val="00B50A0A"/>
    <w:rsid w:val="00B50B28"/>
    <w:rsid w:val="00B50BC5"/>
    <w:rsid w:val="00B50C39"/>
    <w:rsid w:val="00B50DD9"/>
    <w:rsid w:val="00B50E88"/>
    <w:rsid w:val="00B50EB4"/>
    <w:rsid w:val="00B50FE4"/>
    <w:rsid w:val="00B51147"/>
    <w:rsid w:val="00B5130D"/>
    <w:rsid w:val="00B51470"/>
    <w:rsid w:val="00B5156F"/>
    <w:rsid w:val="00B516A6"/>
    <w:rsid w:val="00B518E9"/>
    <w:rsid w:val="00B518EF"/>
    <w:rsid w:val="00B51B7C"/>
    <w:rsid w:val="00B51D33"/>
    <w:rsid w:val="00B51F6B"/>
    <w:rsid w:val="00B52253"/>
    <w:rsid w:val="00B5244A"/>
    <w:rsid w:val="00B52478"/>
    <w:rsid w:val="00B524FE"/>
    <w:rsid w:val="00B52580"/>
    <w:rsid w:val="00B5259C"/>
    <w:rsid w:val="00B527E9"/>
    <w:rsid w:val="00B5293C"/>
    <w:rsid w:val="00B52B13"/>
    <w:rsid w:val="00B53056"/>
    <w:rsid w:val="00B5312A"/>
    <w:rsid w:val="00B531C3"/>
    <w:rsid w:val="00B535E8"/>
    <w:rsid w:val="00B536C4"/>
    <w:rsid w:val="00B5372C"/>
    <w:rsid w:val="00B537BF"/>
    <w:rsid w:val="00B537C7"/>
    <w:rsid w:val="00B5391D"/>
    <w:rsid w:val="00B5396C"/>
    <w:rsid w:val="00B53B7B"/>
    <w:rsid w:val="00B53CA2"/>
    <w:rsid w:val="00B53F7F"/>
    <w:rsid w:val="00B540CC"/>
    <w:rsid w:val="00B54360"/>
    <w:rsid w:val="00B546C0"/>
    <w:rsid w:val="00B5493D"/>
    <w:rsid w:val="00B54A28"/>
    <w:rsid w:val="00B54C64"/>
    <w:rsid w:val="00B54C81"/>
    <w:rsid w:val="00B54E65"/>
    <w:rsid w:val="00B550AA"/>
    <w:rsid w:val="00B55442"/>
    <w:rsid w:val="00B55560"/>
    <w:rsid w:val="00B55595"/>
    <w:rsid w:val="00B55654"/>
    <w:rsid w:val="00B55854"/>
    <w:rsid w:val="00B55A23"/>
    <w:rsid w:val="00B55CCF"/>
    <w:rsid w:val="00B55E60"/>
    <w:rsid w:val="00B55F7B"/>
    <w:rsid w:val="00B5684A"/>
    <w:rsid w:val="00B56B98"/>
    <w:rsid w:val="00B56BA4"/>
    <w:rsid w:val="00B56DC9"/>
    <w:rsid w:val="00B56DD9"/>
    <w:rsid w:val="00B571AB"/>
    <w:rsid w:val="00B57391"/>
    <w:rsid w:val="00B57413"/>
    <w:rsid w:val="00B575A1"/>
    <w:rsid w:val="00B576FD"/>
    <w:rsid w:val="00B57857"/>
    <w:rsid w:val="00B57B63"/>
    <w:rsid w:val="00B57DB0"/>
    <w:rsid w:val="00B60322"/>
    <w:rsid w:val="00B6057B"/>
    <w:rsid w:val="00B606BB"/>
    <w:rsid w:val="00B609C7"/>
    <w:rsid w:val="00B60CE4"/>
    <w:rsid w:val="00B60F00"/>
    <w:rsid w:val="00B60F3D"/>
    <w:rsid w:val="00B610C3"/>
    <w:rsid w:val="00B61271"/>
    <w:rsid w:val="00B614E3"/>
    <w:rsid w:val="00B6151A"/>
    <w:rsid w:val="00B6151D"/>
    <w:rsid w:val="00B6152A"/>
    <w:rsid w:val="00B61606"/>
    <w:rsid w:val="00B617C6"/>
    <w:rsid w:val="00B618F6"/>
    <w:rsid w:val="00B61E9E"/>
    <w:rsid w:val="00B61FFD"/>
    <w:rsid w:val="00B62175"/>
    <w:rsid w:val="00B62198"/>
    <w:rsid w:val="00B624B4"/>
    <w:rsid w:val="00B62511"/>
    <w:rsid w:val="00B6252A"/>
    <w:rsid w:val="00B6255B"/>
    <w:rsid w:val="00B625FD"/>
    <w:rsid w:val="00B6269A"/>
    <w:rsid w:val="00B626CD"/>
    <w:rsid w:val="00B626E8"/>
    <w:rsid w:val="00B628C7"/>
    <w:rsid w:val="00B62C57"/>
    <w:rsid w:val="00B62FA2"/>
    <w:rsid w:val="00B631CB"/>
    <w:rsid w:val="00B63326"/>
    <w:rsid w:val="00B633C4"/>
    <w:rsid w:val="00B633E4"/>
    <w:rsid w:val="00B63490"/>
    <w:rsid w:val="00B635F6"/>
    <w:rsid w:val="00B636EB"/>
    <w:rsid w:val="00B638E4"/>
    <w:rsid w:val="00B63A04"/>
    <w:rsid w:val="00B63A7B"/>
    <w:rsid w:val="00B63ADD"/>
    <w:rsid w:val="00B63B19"/>
    <w:rsid w:val="00B63B46"/>
    <w:rsid w:val="00B63B6B"/>
    <w:rsid w:val="00B64208"/>
    <w:rsid w:val="00B64333"/>
    <w:rsid w:val="00B6435A"/>
    <w:rsid w:val="00B643B9"/>
    <w:rsid w:val="00B6447D"/>
    <w:rsid w:val="00B6450C"/>
    <w:rsid w:val="00B64554"/>
    <w:rsid w:val="00B64614"/>
    <w:rsid w:val="00B64724"/>
    <w:rsid w:val="00B64791"/>
    <w:rsid w:val="00B64C2D"/>
    <w:rsid w:val="00B64C63"/>
    <w:rsid w:val="00B64E17"/>
    <w:rsid w:val="00B64E32"/>
    <w:rsid w:val="00B64E3C"/>
    <w:rsid w:val="00B64E61"/>
    <w:rsid w:val="00B64EFE"/>
    <w:rsid w:val="00B65546"/>
    <w:rsid w:val="00B656D2"/>
    <w:rsid w:val="00B6578C"/>
    <w:rsid w:val="00B658A0"/>
    <w:rsid w:val="00B658BB"/>
    <w:rsid w:val="00B6599F"/>
    <w:rsid w:val="00B65B39"/>
    <w:rsid w:val="00B65C27"/>
    <w:rsid w:val="00B662AD"/>
    <w:rsid w:val="00B66649"/>
    <w:rsid w:val="00B6673E"/>
    <w:rsid w:val="00B667BF"/>
    <w:rsid w:val="00B6680D"/>
    <w:rsid w:val="00B66829"/>
    <w:rsid w:val="00B66BF6"/>
    <w:rsid w:val="00B66D4D"/>
    <w:rsid w:val="00B66D7A"/>
    <w:rsid w:val="00B66ECF"/>
    <w:rsid w:val="00B66EF7"/>
    <w:rsid w:val="00B66F01"/>
    <w:rsid w:val="00B66F53"/>
    <w:rsid w:val="00B672E4"/>
    <w:rsid w:val="00B675FD"/>
    <w:rsid w:val="00B67676"/>
    <w:rsid w:val="00B677E6"/>
    <w:rsid w:val="00B6786A"/>
    <w:rsid w:val="00B678CE"/>
    <w:rsid w:val="00B679F8"/>
    <w:rsid w:val="00B67AAB"/>
    <w:rsid w:val="00B67B71"/>
    <w:rsid w:val="00B67C35"/>
    <w:rsid w:val="00B67D20"/>
    <w:rsid w:val="00B67FCB"/>
    <w:rsid w:val="00B70104"/>
    <w:rsid w:val="00B7014E"/>
    <w:rsid w:val="00B702A1"/>
    <w:rsid w:val="00B702B3"/>
    <w:rsid w:val="00B7035E"/>
    <w:rsid w:val="00B707EE"/>
    <w:rsid w:val="00B707FE"/>
    <w:rsid w:val="00B70A7E"/>
    <w:rsid w:val="00B70C0B"/>
    <w:rsid w:val="00B70CA6"/>
    <w:rsid w:val="00B70CB8"/>
    <w:rsid w:val="00B70D80"/>
    <w:rsid w:val="00B70E51"/>
    <w:rsid w:val="00B71039"/>
    <w:rsid w:val="00B711A6"/>
    <w:rsid w:val="00B7139B"/>
    <w:rsid w:val="00B71512"/>
    <w:rsid w:val="00B71599"/>
    <w:rsid w:val="00B71691"/>
    <w:rsid w:val="00B716CA"/>
    <w:rsid w:val="00B7189E"/>
    <w:rsid w:val="00B71BAB"/>
    <w:rsid w:val="00B71CD0"/>
    <w:rsid w:val="00B71CE2"/>
    <w:rsid w:val="00B71E96"/>
    <w:rsid w:val="00B7208F"/>
    <w:rsid w:val="00B72098"/>
    <w:rsid w:val="00B72504"/>
    <w:rsid w:val="00B72707"/>
    <w:rsid w:val="00B72757"/>
    <w:rsid w:val="00B727F9"/>
    <w:rsid w:val="00B72AA7"/>
    <w:rsid w:val="00B72B88"/>
    <w:rsid w:val="00B72CB1"/>
    <w:rsid w:val="00B72CEC"/>
    <w:rsid w:val="00B72F2F"/>
    <w:rsid w:val="00B73316"/>
    <w:rsid w:val="00B73467"/>
    <w:rsid w:val="00B73543"/>
    <w:rsid w:val="00B7362C"/>
    <w:rsid w:val="00B7380B"/>
    <w:rsid w:val="00B7386D"/>
    <w:rsid w:val="00B73A6B"/>
    <w:rsid w:val="00B73BE0"/>
    <w:rsid w:val="00B73E98"/>
    <w:rsid w:val="00B73F49"/>
    <w:rsid w:val="00B74031"/>
    <w:rsid w:val="00B74511"/>
    <w:rsid w:val="00B74554"/>
    <w:rsid w:val="00B74751"/>
    <w:rsid w:val="00B748E7"/>
    <w:rsid w:val="00B748EF"/>
    <w:rsid w:val="00B74910"/>
    <w:rsid w:val="00B74A45"/>
    <w:rsid w:val="00B74A6F"/>
    <w:rsid w:val="00B74A8B"/>
    <w:rsid w:val="00B74FB9"/>
    <w:rsid w:val="00B74FCE"/>
    <w:rsid w:val="00B7523C"/>
    <w:rsid w:val="00B75444"/>
    <w:rsid w:val="00B75553"/>
    <w:rsid w:val="00B75707"/>
    <w:rsid w:val="00B75872"/>
    <w:rsid w:val="00B759A9"/>
    <w:rsid w:val="00B75A14"/>
    <w:rsid w:val="00B75A28"/>
    <w:rsid w:val="00B75B9E"/>
    <w:rsid w:val="00B75D25"/>
    <w:rsid w:val="00B75EDE"/>
    <w:rsid w:val="00B76193"/>
    <w:rsid w:val="00B76345"/>
    <w:rsid w:val="00B7636F"/>
    <w:rsid w:val="00B763AE"/>
    <w:rsid w:val="00B76542"/>
    <w:rsid w:val="00B76642"/>
    <w:rsid w:val="00B7666D"/>
    <w:rsid w:val="00B7673D"/>
    <w:rsid w:val="00B7681B"/>
    <w:rsid w:val="00B768E5"/>
    <w:rsid w:val="00B76E0A"/>
    <w:rsid w:val="00B770BF"/>
    <w:rsid w:val="00B7732F"/>
    <w:rsid w:val="00B77382"/>
    <w:rsid w:val="00B77574"/>
    <w:rsid w:val="00B776DB"/>
    <w:rsid w:val="00B77755"/>
    <w:rsid w:val="00B7777E"/>
    <w:rsid w:val="00B77C22"/>
    <w:rsid w:val="00B77CAA"/>
    <w:rsid w:val="00B77E47"/>
    <w:rsid w:val="00B77F9E"/>
    <w:rsid w:val="00B80300"/>
    <w:rsid w:val="00B8033E"/>
    <w:rsid w:val="00B80340"/>
    <w:rsid w:val="00B804A8"/>
    <w:rsid w:val="00B80612"/>
    <w:rsid w:val="00B806D8"/>
    <w:rsid w:val="00B806E8"/>
    <w:rsid w:val="00B80871"/>
    <w:rsid w:val="00B8098A"/>
    <w:rsid w:val="00B80ACF"/>
    <w:rsid w:val="00B80EAF"/>
    <w:rsid w:val="00B80F59"/>
    <w:rsid w:val="00B81097"/>
    <w:rsid w:val="00B81186"/>
    <w:rsid w:val="00B814A2"/>
    <w:rsid w:val="00B81737"/>
    <w:rsid w:val="00B817AA"/>
    <w:rsid w:val="00B8193C"/>
    <w:rsid w:val="00B81B45"/>
    <w:rsid w:val="00B81B88"/>
    <w:rsid w:val="00B81D69"/>
    <w:rsid w:val="00B81EC8"/>
    <w:rsid w:val="00B81F38"/>
    <w:rsid w:val="00B82054"/>
    <w:rsid w:val="00B824C6"/>
    <w:rsid w:val="00B826AC"/>
    <w:rsid w:val="00B826B9"/>
    <w:rsid w:val="00B82841"/>
    <w:rsid w:val="00B82854"/>
    <w:rsid w:val="00B82A06"/>
    <w:rsid w:val="00B82A42"/>
    <w:rsid w:val="00B82F2B"/>
    <w:rsid w:val="00B8328A"/>
    <w:rsid w:val="00B832EE"/>
    <w:rsid w:val="00B835E6"/>
    <w:rsid w:val="00B836FE"/>
    <w:rsid w:val="00B837B5"/>
    <w:rsid w:val="00B83833"/>
    <w:rsid w:val="00B8385E"/>
    <w:rsid w:val="00B83883"/>
    <w:rsid w:val="00B83B29"/>
    <w:rsid w:val="00B842C2"/>
    <w:rsid w:val="00B844F3"/>
    <w:rsid w:val="00B8451E"/>
    <w:rsid w:val="00B8453A"/>
    <w:rsid w:val="00B84653"/>
    <w:rsid w:val="00B8487D"/>
    <w:rsid w:val="00B849B6"/>
    <w:rsid w:val="00B84AB5"/>
    <w:rsid w:val="00B84AEE"/>
    <w:rsid w:val="00B84B0F"/>
    <w:rsid w:val="00B84FE3"/>
    <w:rsid w:val="00B850E7"/>
    <w:rsid w:val="00B8539C"/>
    <w:rsid w:val="00B85501"/>
    <w:rsid w:val="00B855A8"/>
    <w:rsid w:val="00B8577D"/>
    <w:rsid w:val="00B85881"/>
    <w:rsid w:val="00B85E37"/>
    <w:rsid w:val="00B86134"/>
    <w:rsid w:val="00B86234"/>
    <w:rsid w:val="00B86788"/>
    <w:rsid w:val="00B86793"/>
    <w:rsid w:val="00B867FE"/>
    <w:rsid w:val="00B86B93"/>
    <w:rsid w:val="00B86D9F"/>
    <w:rsid w:val="00B86F7A"/>
    <w:rsid w:val="00B86FC8"/>
    <w:rsid w:val="00B87082"/>
    <w:rsid w:val="00B87233"/>
    <w:rsid w:val="00B87768"/>
    <w:rsid w:val="00B87C0A"/>
    <w:rsid w:val="00B87E65"/>
    <w:rsid w:val="00B900B9"/>
    <w:rsid w:val="00B901BF"/>
    <w:rsid w:val="00B902E0"/>
    <w:rsid w:val="00B9056D"/>
    <w:rsid w:val="00B906A9"/>
    <w:rsid w:val="00B908D6"/>
    <w:rsid w:val="00B90CB3"/>
    <w:rsid w:val="00B911D3"/>
    <w:rsid w:val="00B9146A"/>
    <w:rsid w:val="00B915F7"/>
    <w:rsid w:val="00B915F9"/>
    <w:rsid w:val="00B91738"/>
    <w:rsid w:val="00B9178E"/>
    <w:rsid w:val="00B91C51"/>
    <w:rsid w:val="00B91D8F"/>
    <w:rsid w:val="00B9220D"/>
    <w:rsid w:val="00B92416"/>
    <w:rsid w:val="00B9260B"/>
    <w:rsid w:val="00B927BB"/>
    <w:rsid w:val="00B92F1F"/>
    <w:rsid w:val="00B92F3F"/>
    <w:rsid w:val="00B9314E"/>
    <w:rsid w:val="00B9315B"/>
    <w:rsid w:val="00B9316A"/>
    <w:rsid w:val="00B93246"/>
    <w:rsid w:val="00B9327E"/>
    <w:rsid w:val="00B933BA"/>
    <w:rsid w:val="00B93688"/>
    <w:rsid w:val="00B936FF"/>
    <w:rsid w:val="00B938B3"/>
    <w:rsid w:val="00B93AEE"/>
    <w:rsid w:val="00B93B58"/>
    <w:rsid w:val="00B93D94"/>
    <w:rsid w:val="00B93E98"/>
    <w:rsid w:val="00B9406F"/>
    <w:rsid w:val="00B942CA"/>
    <w:rsid w:val="00B94302"/>
    <w:rsid w:val="00B9437B"/>
    <w:rsid w:val="00B943D8"/>
    <w:rsid w:val="00B945A1"/>
    <w:rsid w:val="00B945A3"/>
    <w:rsid w:val="00B947CA"/>
    <w:rsid w:val="00B94A42"/>
    <w:rsid w:val="00B94A8D"/>
    <w:rsid w:val="00B94B1C"/>
    <w:rsid w:val="00B94B5D"/>
    <w:rsid w:val="00B94C96"/>
    <w:rsid w:val="00B94E3F"/>
    <w:rsid w:val="00B94E7A"/>
    <w:rsid w:val="00B94FE4"/>
    <w:rsid w:val="00B9502F"/>
    <w:rsid w:val="00B95109"/>
    <w:rsid w:val="00B95201"/>
    <w:rsid w:val="00B953DC"/>
    <w:rsid w:val="00B954AC"/>
    <w:rsid w:val="00B9567B"/>
    <w:rsid w:val="00B95911"/>
    <w:rsid w:val="00B95B8B"/>
    <w:rsid w:val="00B95BF5"/>
    <w:rsid w:val="00B95EBF"/>
    <w:rsid w:val="00B9611B"/>
    <w:rsid w:val="00B961D8"/>
    <w:rsid w:val="00B9631F"/>
    <w:rsid w:val="00B9661F"/>
    <w:rsid w:val="00B96742"/>
    <w:rsid w:val="00B96831"/>
    <w:rsid w:val="00B9683A"/>
    <w:rsid w:val="00B96BA6"/>
    <w:rsid w:val="00B96C11"/>
    <w:rsid w:val="00B96D60"/>
    <w:rsid w:val="00B96D68"/>
    <w:rsid w:val="00B96FFF"/>
    <w:rsid w:val="00B97285"/>
    <w:rsid w:val="00B972C0"/>
    <w:rsid w:val="00B97403"/>
    <w:rsid w:val="00B97542"/>
    <w:rsid w:val="00B9754F"/>
    <w:rsid w:val="00B97632"/>
    <w:rsid w:val="00B9769F"/>
    <w:rsid w:val="00B978B3"/>
    <w:rsid w:val="00B97BFD"/>
    <w:rsid w:val="00B97C14"/>
    <w:rsid w:val="00B97C50"/>
    <w:rsid w:val="00BA002A"/>
    <w:rsid w:val="00BA0247"/>
    <w:rsid w:val="00BA0968"/>
    <w:rsid w:val="00BA0A16"/>
    <w:rsid w:val="00BA0C81"/>
    <w:rsid w:val="00BA0E93"/>
    <w:rsid w:val="00BA0FF0"/>
    <w:rsid w:val="00BA126C"/>
    <w:rsid w:val="00BA1285"/>
    <w:rsid w:val="00BA13B5"/>
    <w:rsid w:val="00BA152F"/>
    <w:rsid w:val="00BA154D"/>
    <w:rsid w:val="00BA1883"/>
    <w:rsid w:val="00BA18BE"/>
    <w:rsid w:val="00BA19FA"/>
    <w:rsid w:val="00BA1A0F"/>
    <w:rsid w:val="00BA1B17"/>
    <w:rsid w:val="00BA1CC6"/>
    <w:rsid w:val="00BA1CFD"/>
    <w:rsid w:val="00BA1D7B"/>
    <w:rsid w:val="00BA1EB8"/>
    <w:rsid w:val="00BA1EC0"/>
    <w:rsid w:val="00BA1F29"/>
    <w:rsid w:val="00BA21FE"/>
    <w:rsid w:val="00BA2234"/>
    <w:rsid w:val="00BA2294"/>
    <w:rsid w:val="00BA2448"/>
    <w:rsid w:val="00BA2640"/>
    <w:rsid w:val="00BA269B"/>
    <w:rsid w:val="00BA2968"/>
    <w:rsid w:val="00BA2CCC"/>
    <w:rsid w:val="00BA2D1F"/>
    <w:rsid w:val="00BA2FE6"/>
    <w:rsid w:val="00BA3031"/>
    <w:rsid w:val="00BA30E7"/>
    <w:rsid w:val="00BA32D3"/>
    <w:rsid w:val="00BA332F"/>
    <w:rsid w:val="00BA35E7"/>
    <w:rsid w:val="00BA362C"/>
    <w:rsid w:val="00BA3700"/>
    <w:rsid w:val="00BA3713"/>
    <w:rsid w:val="00BA37E2"/>
    <w:rsid w:val="00BA387E"/>
    <w:rsid w:val="00BA3AC3"/>
    <w:rsid w:val="00BA3BC9"/>
    <w:rsid w:val="00BA3D3F"/>
    <w:rsid w:val="00BA3DC0"/>
    <w:rsid w:val="00BA3EFC"/>
    <w:rsid w:val="00BA3F0E"/>
    <w:rsid w:val="00BA4387"/>
    <w:rsid w:val="00BA43B8"/>
    <w:rsid w:val="00BA45A8"/>
    <w:rsid w:val="00BA4669"/>
    <w:rsid w:val="00BA4787"/>
    <w:rsid w:val="00BA482F"/>
    <w:rsid w:val="00BA4A4F"/>
    <w:rsid w:val="00BA4A52"/>
    <w:rsid w:val="00BA4A9C"/>
    <w:rsid w:val="00BA4B8F"/>
    <w:rsid w:val="00BA4BBF"/>
    <w:rsid w:val="00BA4E4F"/>
    <w:rsid w:val="00BA4E54"/>
    <w:rsid w:val="00BA4E86"/>
    <w:rsid w:val="00BA50E4"/>
    <w:rsid w:val="00BA5609"/>
    <w:rsid w:val="00BA573A"/>
    <w:rsid w:val="00BA59B0"/>
    <w:rsid w:val="00BA5B11"/>
    <w:rsid w:val="00BA5BDD"/>
    <w:rsid w:val="00BA5C04"/>
    <w:rsid w:val="00BA6172"/>
    <w:rsid w:val="00BA62E0"/>
    <w:rsid w:val="00BA6569"/>
    <w:rsid w:val="00BA6587"/>
    <w:rsid w:val="00BA667A"/>
    <w:rsid w:val="00BA6CE8"/>
    <w:rsid w:val="00BA6DB7"/>
    <w:rsid w:val="00BA6DDD"/>
    <w:rsid w:val="00BA6E13"/>
    <w:rsid w:val="00BA6E38"/>
    <w:rsid w:val="00BA6EF5"/>
    <w:rsid w:val="00BA6EFD"/>
    <w:rsid w:val="00BA6FA8"/>
    <w:rsid w:val="00BA7074"/>
    <w:rsid w:val="00BA70E8"/>
    <w:rsid w:val="00BA727E"/>
    <w:rsid w:val="00BA7488"/>
    <w:rsid w:val="00BA75D5"/>
    <w:rsid w:val="00BA762C"/>
    <w:rsid w:val="00BA7B68"/>
    <w:rsid w:val="00BA7E85"/>
    <w:rsid w:val="00BA7F4A"/>
    <w:rsid w:val="00BB00B4"/>
    <w:rsid w:val="00BB0188"/>
    <w:rsid w:val="00BB0207"/>
    <w:rsid w:val="00BB06D6"/>
    <w:rsid w:val="00BB0701"/>
    <w:rsid w:val="00BB08F9"/>
    <w:rsid w:val="00BB0A9D"/>
    <w:rsid w:val="00BB0C15"/>
    <w:rsid w:val="00BB173A"/>
    <w:rsid w:val="00BB1748"/>
    <w:rsid w:val="00BB1802"/>
    <w:rsid w:val="00BB1A8A"/>
    <w:rsid w:val="00BB1ACB"/>
    <w:rsid w:val="00BB1D08"/>
    <w:rsid w:val="00BB1D2D"/>
    <w:rsid w:val="00BB1EB0"/>
    <w:rsid w:val="00BB1F88"/>
    <w:rsid w:val="00BB22E0"/>
    <w:rsid w:val="00BB24B0"/>
    <w:rsid w:val="00BB270F"/>
    <w:rsid w:val="00BB27BD"/>
    <w:rsid w:val="00BB297E"/>
    <w:rsid w:val="00BB2A00"/>
    <w:rsid w:val="00BB2C2E"/>
    <w:rsid w:val="00BB2DF1"/>
    <w:rsid w:val="00BB31C6"/>
    <w:rsid w:val="00BB3233"/>
    <w:rsid w:val="00BB32F3"/>
    <w:rsid w:val="00BB32F7"/>
    <w:rsid w:val="00BB3380"/>
    <w:rsid w:val="00BB3468"/>
    <w:rsid w:val="00BB354D"/>
    <w:rsid w:val="00BB3644"/>
    <w:rsid w:val="00BB3F33"/>
    <w:rsid w:val="00BB3F34"/>
    <w:rsid w:val="00BB3FDA"/>
    <w:rsid w:val="00BB4285"/>
    <w:rsid w:val="00BB45A4"/>
    <w:rsid w:val="00BB468D"/>
    <w:rsid w:val="00BB48E5"/>
    <w:rsid w:val="00BB4A68"/>
    <w:rsid w:val="00BB4B63"/>
    <w:rsid w:val="00BB4D1B"/>
    <w:rsid w:val="00BB4E30"/>
    <w:rsid w:val="00BB4F14"/>
    <w:rsid w:val="00BB519E"/>
    <w:rsid w:val="00BB52E1"/>
    <w:rsid w:val="00BB55D0"/>
    <w:rsid w:val="00BB5A31"/>
    <w:rsid w:val="00BB5A62"/>
    <w:rsid w:val="00BB5C62"/>
    <w:rsid w:val="00BB5CE9"/>
    <w:rsid w:val="00BB5CFB"/>
    <w:rsid w:val="00BB5E28"/>
    <w:rsid w:val="00BB62CA"/>
    <w:rsid w:val="00BB6449"/>
    <w:rsid w:val="00BB6572"/>
    <w:rsid w:val="00BB6845"/>
    <w:rsid w:val="00BB69A8"/>
    <w:rsid w:val="00BB69C0"/>
    <w:rsid w:val="00BB6C28"/>
    <w:rsid w:val="00BB6CC1"/>
    <w:rsid w:val="00BB70B1"/>
    <w:rsid w:val="00BB718C"/>
    <w:rsid w:val="00BB780A"/>
    <w:rsid w:val="00BB782E"/>
    <w:rsid w:val="00BB7C58"/>
    <w:rsid w:val="00BB7E15"/>
    <w:rsid w:val="00BB7F10"/>
    <w:rsid w:val="00BC000E"/>
    <w:rsid w:val="00BC00AD"/>
    <w:rsid w:val="00BC0161"/>
    <w:rsid w:val="00BC02EE"/>
    <w:rsid w:val="00BC034B"/>
    <w:rsid w:val="00BC0B56"/>
    <w:rsid w:val="00BC0D15"/>
    <w:rsid w:val="00BC0E55"/>
    <w:rsid w:val="00BC115C"/>
    <w:rsid w:val="00BC11FB"/>
    <w:rsid w:val="00BC130F"/>
    <w:rsid w:val="00BC1351"/>
    <w:rsid w:val="00BC1530"/>
    <w:rsid w:val="00BC16BC"/>
    <w:rsid w:val="00BC1953"/>
    <w:rsid w:val="00BC1BC6"/>
    <w:rsid w:val="00BC1EDA"/>
    <w:rsid w:val="00BC2021"/>
    <w:rsid w:val="00BC23C1"/>
    <w:rsid w:val="00BC2551"/>
    <w:rsid w:val="00BC2586"/>
    <w:rsid w:val="00BC2B9C"/>
    <w:rsid w:val="00BC2C8C"/>
    <w:rsid w:val="00BC2F23"/>
    <w:rsid w:val="00BC2FB4"/>
    <w:rsid w:val="00BC31D9"/>
    <w:rsid w:val="00BC323E"/>
    <w:rsid w:val="00BC335F"/>
    <w:rsid w:val="00BC3449"/>
    <w:rsid w:val="00BC37A0"/>
    <w:rsid w:val="00BC392C"/>
    <w:rsid w:val="00BC3D78"/>
    <w:rsid w:val="00BC3DC2"/>
    <w:rsid w:val="00BC3FEB"/>
    <w:rsid w:val="00BC4059"/>
    <w:rsid w:val="00BC4222"/>
    <w:rsid w:val="00BC42BB"/>
    <w:rsid w:val="00BC43A0"/>
    <w:rsid w:val="00BC4468"/>
    <w:rsid w:val="00BC44BB"/>
    <w:rsid w:val="00BC456F"/>
    <w:rsid w:val="00BC4577"/>
    <w:rsid w:val="00BC4597"/>
    <w:rsid w:val="00BC467B"/>
    <w:rsid w:val="00BC471D"/>
    <w:rsid w:val="00BC49AF"/>
    <w:rsid w:val="00BC4CDF"/>
    <w:rsid w:val="00BC4E60"/>
    <w:rsid w:val="00BC4EB8"/>
    <w:rsid w:val="00BC4F9A"/>
    <w:rsid w:val="00BC529E"/>
    <w:rsid w:val="00BC5467"/>
    <w:rsid w:val="00BC54C4"/>
    <w:rsid w:val="00BC5733"/>
    <w:rsid w:val="00BC5A10"/>
    <w:rsid w:val="00BC5C4D"/>
    <w:rsid w:val="00BC5C89"/>
    <w:rsid w:val="00BC5CA6"/>
    <w:rsid w:val="00BC5F3E"/>
    <w:rsid w:val="00BC5FB0"/>
    <w:rsid w:val="00BC6233"/>
    <w:rsid w:val="00BC63B4"/>
    <w:rsid w:val="00BC6AB1"/>
    <w:rsid w:val="00BC6ADE"/>
    <w:rsid w:val="00BC6B16"/>
    <w:rsid w:val="00BC6CC0"/>
    <w:rsid w:val="00BC6D4D"/>
    <w:rsid w:val="00BC6E09"/>
    <w:rsid w:val="00BC6F4C"/>
    <w:rsid w:val="00BC70CB"/>
    <w:rsid w:val="00BC70E7"/>
    <w:rsid w:val="00BC71E3"/>
    <w:rsid w:val="00BC740E"/>
    <w:rsid w:val="00BC75C0"/>
    <w:rsid w:val="00BC760A"/>
    <w:rsid w:val="00BC78A9"/>
    <w:rsid w:val="00BC7ACF"/>
    <w:rsid w:val="00BC7B84"/>
    <w:rsid w:val="00BC7C21"/>
    <w:rsid w:val="00BC7C36"/>
    <w:rsid w:val="00BC7D05"/>
    <w:rsid w:val="00BC7DD4"/>
    <w:rsid w:val="00BD031F"/>
    <w:rsid w:val="00BD0352"/>
    <w:rsid w:val="00BD0499"/>
    <w:rsid w:val="00BD0590"/>
    <w:rsid w:val="00BD070E"/>
    <w:rsid w:val="00BD0908"/>
    <w:rsid w:val="00BD0971"/>
    <w:rsid w:val="00BD099C"/>
    <w:rsid w:val="00BD0B98"/>
    <w:rsid w:val="00BD0FC5"/>
    <w:rsid w:val="00BD11C4"/>
    <w:rsid w:val="00BD126B"/>
    <w:rsid w:val="00BD13C4"/>
    <w:rsid w:val="00BD1443"/>
    <w:rsid w:val="00BD18FE"/>
    <w:rsid w:val="00BD199A"/>
    <w:rsid w:val="00BD1D0E"/>
    <w:rsid w:val="00BD1D9A"/>
    <w:rsid w:val="00BD20DB"/>
    <w:rsid w:val="00BD2121"/>
    <w:rsid w:val="00BD234B"/>
    <w:rsid w:val="00BD2484"/>
    <w:rsid w:val="00BD2516"/>
    <w:rsid w:val="00BD2598"/>
    <w:rsid w:val="00BD2621"/>
    <w:rsid w:val="00BD26F1"/>
    <w:rsid w:val="00BD2C14"/>
    <w:rsid w:val="00BD2C7D"/>
    <w:rsid w:val="00BD2D4F"/>
    <w:rsid w:val="00BD305D"/>
    <w:rsid w:val="00BD32D2"/>
    <w:rsid w:val="00BD32F6"/>
    <w:rsid w:val="00BD35C5"/>
    <w:rsid w:val="00BD36F3"/>
    <w:rsid w:val="00BD3A4D"/>
    <w:rsid w:val="00BD3C45"/>
    <w:rsid w:val="00BD3E7B"/>
    <w:rsid w:val="00BD4016"/>
    <w:rsid w:val="00BD40B6"/>
    <w:rsid w:val="00BD414E"/>
    <w:rsid w:val="00BD43E4"/>
    <w:rsid w:val="00BD43FC"/>
    <w:rsid w:val="00BD448F"/>
    <w:rsid w:val="00BD44AE"/>
    <w:rsid w:val="00BD4552"/>
    <w:rsid w:val="00BD4617"/>
    <w:rsid w:val="00BD46AA"/>
    <w:rsid w:val="00BD474B"/>
    <w:rsid w:val="00BD4833"/>
    <w:rsid w:val="00BD4A86"/>
    <w:rsid w:val="00BD4AB5"/>
    <w:rsid w:val="00BD4BAC"/>
    <w:rsid w:val="00BD4E22"/>
    <w:rsid w:val="00BD5069"/>
    <w:rsid w:val="00BD5186"/>
    <w:rsid w:val="00BD53DE"/>
    <w:rsid w:val="00BD5460"/>
    <w:rsid w:val="00BD5777"/>
    <w:rsid w:val="00BD57CE"/>
    <w:rsid w:val="00BD5895"/>
    <w:rsid w:val="00BD5B5F"/>
    <w:rsid w:val="00BD5C4B"/>
    <w:rsid w:val="00BD5D4F"/>
    <w:rsid w:val="00BD5D58"/>
    <w:rsid w:val="00BD5E72"/>
    <w:rsid w:val="00BD5EC0"/>
    <w:rsid w:val="00BD602C"/>
    <w:rsid w:val="00BD645F"/>
    <w:rsid w:val="00BD648D"/>
    <w:rsid w:val="00BD65B9"/>
    <w:rsid w:val="00BD66BF"/>
    <w:rsid w:val="00BD69DE"/>
    <w:rsid w:val="00BD6B03"/>
    <w:rsid w:val="00BD6C22"/>
    <w:rsid w:val="00BD6C7D"/>
    <w:rsid w:val="00BD6D13"/>
    <w:rsid w:val="00BD6FB2"/>
    <w:rsid w:val="00BD704C"/>
    <w:rsid w:val="00BD7213"/>
    <w:rsid w:val="00BD721F"/>
    <w:rsid w:val="00BD7331"/>
    <w:rsid w:val="00BD733C"/>
    <w:rsid w:val="00BD77EB"/>
    <w:rsid w:val="00BD78EC"/>
    <w:rsid w:val="00BD7901"/>
    <w:rsid w:val="00BD7A9C"/>
    <w:rsid w:val="00BD7CA5"/>
    <w:rsid w:val="00BD7D76"/>
    <w:rsid w:val="00BD7EF0"/>
    <w:rsid w:val="00BE00B5"/>
    <w:rsid w:val="00BE013B"/>
    <w:rsid w:val="00BE02D3"/>
    <w:rsid w:val="00BE04AB"/>
    <w:rsid w:val="00BE057D"/>
    <w:rsid w:val="00BE066B"/>
    <w:rsid w:val="00BE09CD"/>
    <w:rsid w:val="00BE0AB1"/>
    <w:rsid w:val="00BE0C73"/>
    <w:rsid w:val="00BE0D6F"/>
    <w:rsid w:val="00BE0DAE"/>
    <w:rsid w:val="00BE115D"/>
    <w:rsid w:val="00BE12AE"/>
    <w:rsid w:val="00BE1424"/>
    <w:rsid w:val="00BE154D"/>
    <w:rsid w:val="00BE16D1"/>
    <w:rsid w:val="00BE1B46"/>
    <w:rsid w:val="00BE1D2B"/>
    <w:rsid w:val="00BE1F4D"/>
    <w:rsid w:val="00BE2194"/>
    <w:rsid w:val="00BE236F"/>
    <w:rsid w:val="00BE27EE"/>
    <w:rsid w:val="00BE2977"/>
    <w:rsid w:val="00BE2D2B"/>
    <w:rsid w:val="00BE2D4E"/>
    <w:rsid w:val="00BE2DDB"/>
    <w:rsid w:val="00BE2FE4"/>
    <w:rsid w:val="00BE32CA"/>
    <w:rsid w:val="00BE3363"/>
    <w:rsid w:val="00BE352E"/>
    <w:rsid w:val="00BE3589"/>
    <w:rsid w:val="00BE35C1"/>
    <w:rsid w:val="00BE3695"/>
    <w:rsid w:val="00BE3731"/>
    <w:rsid w:val="00BE3A3E"/>
    <w:rsid w:val="00BE3A7F"/>
    <w:rsid w:val="00BE3D51"/>
    <w:rsid w:val="00BE3EAE"/>
    <w:rsid w:val="00BE3F93"/>
    <w:rsid w:val="00BE4087"/>
    <w:rsid w:val="00BE4269"/>
    <w:rsid w:val="00BE4283"/>
    <w:rsid w:val="00BE4468"/>
    <w:rsid w:val="00BE44C4"/>
    <w:rsid w:val="00BE44DE"/>
    <w:rsid w:val="00BE48DD"/>
    <w:rsid w:val="00BE4A01"/>
    <w:rsid w:val="00BE4ADD"/>
    <w:rsid w:val="00BE4BA4"/>
    <w:rsid w:val="00BE4C28"/>
    <w:rsid w:val="00BE4C40"/>
    <w:rsid w:val="00BE4C80"/>
    <w:rsid w:val="00BE4E7E"/>
    <w:rsid w:val="00BE51FB"/>
    <w:rsid w:val="00BE53E8"/>
    <w:rsid w:val="00BE5439"/>
    <w:rsid w:val="00BE5700"/>
    <w:rsid w:val="00BE5783"/>
    <w:rsid w:val="00BE582D"/>
    <w:rsid w:val="00BE58AD"/>
    <w:rsid w:val="00BE597B"/>
    <w:rsid w:val="00BE5D11"/>
    <w:rsid w:val="00BE5F22"/>
    <w:rsid w:val="00BE609B"/>
    <w:rsid w:val="00BE64EA"/>
    <w:rsid w:val="00BE6512"/>
    <w:rsid w:val="00BE654F"/>
    <w:rsid w:val="00BE66DF"/>
    <w:rsid w:val="00BE679B"/>
    <w:rsid w:val="00BE6880"/>
    <w:rsid w:val="00BE698D"/>
    <w:rsid w:val="00BE69DC"/>
    <w:rsid w:val="00BE6ADD"/>
    <w:rsid w:val="00BE6AF2"/>
    <w:rsid w:val="00BE6B1B"/>
    <w:rsid w:val="00BE6B31"/>
    <w:rsid w:val="00BE6E2C"/>
    <w:rsid w:val="00BE7188"/>
    <w:rsid w:val="00BE7375"/>
    <w:rsid w:val="00BE76ED"/>
    <w:rsid w:val="00BE78C6"/>
    <w:rsid w:val="00BE7B57"/>
    <w:rsid w:val="00BE7D63"/>
    <w:rsid w:val="00BE7E19"/>
    <w:rsid w:val="00BE7E4A"/>
    <w:rsid w:val="00BE7E5A"/>
    <w:rsid w:val="00BE7F0A"/>
    <w:rsid w:val="00BE7F2C"/>
    <w:rsid w:val="00BF0131"/>
    <w:rsid w:val="00BF0312"/>
    <w:rsid w:val="00BF06D3"/>
    <w:rsid w:val="00BF07A1"/>
    <w:rsid w:val="00BF0867"/>
    <w:rsid w:val="00BF09CF"/>
    <w:rsid w:val="00BF0A54"/>
    <w:rsid w:val="00BF0B54"/>
    <w:rsid w:val="00BF0CDE"/>
    <w:rsid w:val="00BF0CFF"/>
    <w:rsid w:val="00BF0D41"/>
    <w:rsid w:val="00BF0E46"/>
    <w:rsid w:val="00BF0ECD"/>
    <w:rsid w:val="00BF0F29"/>
    <w:rsid w:val="00BF12A2"/>
    <w:rsid w:val="00BF1441"/>
    <w:rsid w:val="00BF14FF"/>
    <w:rsid w:val="00BF17B4"/>
    <w:rsid w:val="00BF17F0"/>
    <w:rsid w:val="00BF19C0"/>
    <w:rsid w:val="00BF1A65"/>
    <w:rsid w:val="00BF1C59"/>
    <w:rsid w:val="00BF1F40"/>
    <w:rsid w:val="00BF2277"/>
    <w:rsid w:val="00BF25D8"/>
    <w:rsid w:val="00BF2777"/>
    <w:rsid w:val="00BF290D"/>
    <w:rsid w:val="00BF2A3F"/>
    <w:rsid w:val="00BF2B76"/>
    <w:rsid w:val="00BF2BA0"/>
    <w:rsid w:val="00BF2CB6"/>
    <w:rsid w:val="00BF2CE3"/>
    <w:rsid w:val="00BF2D00"/>
    <w:rsid w:val="00BF2D10"/>
    <w:rsid w:val="00BF2D65"/>
    <w:rsid w:val="00BF2E04"/>
    <w:rsid w:val="00BF2E08"/>
    <w:rsid w:val="00BF2E3D"/>
    <w:rsid w:val="00BF2F4D"/>
    <w:rsid w:val="00BF2FFB"/>
    <w:rsid w:val="00BF3642"/>
    <w:rsid w:val="00BF3B5F"/>
    <w:rsid w:val="00BF3BDA"/>
    <w:rsid w:val="00BF3D00"/>
    <w:rsid w:val="00BF3DBC"/>
    <w:rsid w:val="00BF4086"/>
    <w:rsid w:val="00BF409B"/>
    <w:rsid w:val="00BF42F1"/>
    <w:rsid w:val="00BF44DC"/>
    <w:rsid w:val="00BF4AC8"/>
    <w:rsid w:val="00BF4B04"/>
    <w:rsid w:val="00BF4DE5"/>
    <w:rsid w:val="00BF50E3"/>
    <w:rsid w:val="00BF526A"/>
    <w:rsid w:val="00BF5686"/>
    <w:rsid w:val="00BF56AE"/>
    <w:rsid w:val="00BF592E"/>
    <w:rsid w:val="00BF59C1"/>
    <w:rsid w:val="00BF5C47"/>
    <w:rsid w:val="00BF6105"/>
    <w:rsid w:val="00BF65FF"/>
    <w:rsid w:val="00BF6C7C"/>
    <w:rsid w:val="00BF745F"/>
    <w:rsid w:val="00BF7568"/>
    <w:rsid w:val="00BF7598"/>
    <w:rsid w:val="00BF7749"/>
    <w:rsid w:val="00BF7752"/>
    <w:rsid w:val="00BF7957"/>
    <w:rsid w:val="00BF7AC3"/>
    <w:rsid w:val="00BF7CED"/>
    <w:rsid w:val="00BF7F2E"/>
    <w:rsid w:val="00C0010E"/>
    <w:rsid w:val="00C00271"/>
    <w:rsid w:val="00C0028F"/>
    <w:rsid w:val="00C00458"/>
    <w:rsid w:val="00C008A3"/>
    <w:rsid w:val="00C008F1"/>
    <w:rsid w:val="00C0094B"/>
    <w:rsid w:val="00C009A4"/>
    <w:rsid w:val="00C009A7"/>
    <w:rsid w:val="00C00ADF"/>
    <w:rsid w:val="00C00C97"/>
    <w:rsid w:val="00C00DF5"/>
    <w:rsid w:val="00C00FF3"/>
    <w:rsid w:val="00C011F2"/>
    <w:rsid w:val="00C01204"/>
    <w:rsid w:val="00C013B8"/>
    <w:rsid w:val="00C01527"/>
    <w:rsid w:val="00C015E0"/>
    <w:rsid w:val="00C0174A"/>
    <w:rsid w:val="00C0196D"/>
    <w:rsid w:val="00C01976"/>
    <w:rsid w:val="00C01D00"/>
    <w:rsid w:val="00C01F13"/>
    <w:rsid w:val="00C01FC6"/>
    <w:rsid w:val="00C021B7"/>
    <w:rsid w:val="00C022EA"/>
    <w:rsid w:val="00C02483"/>
    <w:rsid w:val="00C02565"/>
    <w:rsid w:val="00C026F1"/>
    <w:rsid w:val="00C0290A"/>
    <w:rsid w:val="00C02B69"/>
    <w:rsid w:val="00C02C94"/>
    <w:rsid w:val="00C02EF8"/>
    <w:rsid w:val="00C02F4C"/>
    <w:rsid w:val="00C02F8A"/>
    <w:rsid w:val="00C02FA1"/>
    <w:rsid w:val="00C030E3"/>
    <w:rsid w:val="00C0315B"/>
    <w:rsid w:val="00C031BF"/>
    <w:rsid w:val="00C036F4"/>
    <w:rsid w:val="00C037C0"/>
    <w:rsid w:val="00C037F9"/>
    <w:rsid w:val="00C03A77"/>
    <w:rsid w:val="00C03AE4"/>
    <w:rsid w:val="00C03AF4"/>
    <w:rsid w:val="00C03D49"/>
    <w:rsid w:val="00C03D5B"/>
    <w:rsid w:val="00C03FF8"/>
    <w:rsid w:val="00C04872"/>
    <w:rsid w:val="00C04A08"/>
    <w:rsid w:val="00C04D5D"/>
    <w:rsid w:val="00C04E64"/>
    <w:rsid w:val="00C04E81"/>
    <w:rsid w:val="00C04EC0"/>
    <w:rsid w:val="00C04EC6"/>
    <w:rsid w:val="00C05227"/>
    <w:rsid w:val="00C052CA"/>
    <w:rsid w:val="00C05549"/>
    <w:rsid w:val="00C05576"/>
    <w:rsid w:val="00C058B0"/>
    <w:rsid w:val="00C05AA6"/>
    <w:rsid w:val="00C05AEE"/>
    <w:rsid w:val="00C05D77"/>
    <w:rsid w:val="00C0604E"/>
    <w:rsid w:val="00C06091"/>
    <w:rsid w:val="00C062F5"/>
    <w:rsid w:val="00C067F2"/>
    <w:rsid w:val="00C0690B"/>
    <w:rsid w:val="00C06A68"/>
    <w:rsid w:val="00C06AE0"/>
    <w:rsid w:val="00C06C37"/>
    <w:rsid w:val="00C06CCE"/>
    <w:rsid w:val="00C06D03"/>
    <w:rsid w:val="00C07020"/>
    <w:rsid w:val="00C071EA"/>
    <w:rsid w:val="00C07350"/>
    <w:rsid w:val="00C0796B"/>
    <w:rsid w:val="00C079CB"/>
    <w:rsid w:val="00C07AC3"/>
    <w:rsid w:val="00C07B8B"/>
    <w:rsid w:val="00C07D22"/>
    <w:rsid w:val="00C07F08"/>
    <w:rsid w:val="00C07FD4"/>
    <w:rsid w:val="00C10196"/>
    <w:rsid w:val="00C10442"/>
    <w:rsid w:val="00C10505"/>
    <w:rsid w:val="00C10640"/>
    <w:rsid w:val="00C1081F"/>
    <w:rsid w:val="00C10D5E"/>
    <w:rsid w:val="00C10DEB"/>
    <w:rsid w:val="00C112CB"/>
    <w:rsid w:val="00C11565"/>
    <w:rsid w:val="00C1193E"/>
    <w:rsid w:val="00C11969"/>
    <w:rsid w:val="00C11A80"/>
    <w:rsid w:val="00C11B90"/>
    <w:rsid w:val="00C11C36"/>
    <w:rsid w:val="00C11D54"/>
    <w:rsid w:val="00C11EC8"/>
    <w:rsid w:val="00C11F6C"/>
    <w:rsid w:val="00C12120"/>
    <w:rsid w:val="00C12366"/>
    <w:rsid w:val="00C1240C"/>
    <w:rsid w:val="00C12AEF"/>
    <w:rsid w:val="00C134F6"/>
    <w:rsid w:val="00C1365C"/>
    <w:rsid w:val="00C139E7"/>
    <w:rsid w:val="00C13D4E"/>
    <w:rsid w:val="00C1408E"/>
    <w:rsid w:val="00C147E7"/>
    <w:rsid w:val="00C148B1"/>
    <w:rsid w:val="00C14C4D"/>
    <w:rsid w:val="00C14EF6"/>
    <w:rsid w:val="00C15062"/>
    <w:rsid w:val="00C15149"/>
    <w:rsid w:val="00C15237"/>
    <w:rsid w:val="00C15392"/>
    <w:rsid w:val="00C15407"/>
    <w:rsid w:val="00C154E1"/>
    <w:rsid w:val="00C155EE"/>
    <w:rsid w:val="00C156D5"/>
    <w:rsid w:val="00C1578E"/>
    <w:rsid w:val="00C1586D"/>
    <w:rsid w:val="00C15A8F"/>
    <w:rsid w:val="00C15AFE"/>
    <w:rsid w:val="00C15B01"/>
    <w:rsid w:val="00C15CC4"/>
    <w:rsid w:val="00C15D61"/>
    <w:rsid w:val="00C15DDA"/>
    <w:rsid w:val="00C16256"/>
    <w:rsid w:val="00C164FD"/>
    <w:rsid w:val="00C165E0"/>
    <w:rsid w:val="00C16774"/>
    <w:rsid w:val="00C167C5"/>
    <w:rsid w:val="00C168AF"/>
    <w:rsid w:val="00C169A7"/>
    <w:rsid w:val="00C16B19"/>
    <w:rsid w:val="00C16B46"/>
    <w:rsid w:val="00C16BA9"/>
    <w:rsid w:val="00C16DB6"/>
    <w:rsid w:val="00C16DF6"/>
    <w:rsid w:val="00C173C6"/>
    <w:rsid w:val="00C173F4"/>
    <w:rsid w:val="00C17672"/>
    <w:rsid w:val="00C17BE5"/>
    <w:rsid w:val="00C17C24"/>
    <w:rsid w:val="00C17E43"/>
    <w:rsid w:val="00C17F34"/>
    <w:rsid w:val="00C2005C"/>
    <w:rsid w:val="00C2038E"/>
    <w:rsid w:val="00C20466"/>
    <w:rsid w:val="00C20657"/>
    <w:rsid w:val="00C20767"/>
    <w:rsid w:val="00C208A9"/>
    <w:rsid w:val="00C20B10"/>
    <w:rsid w:val="00C20D61"/>
    <w:rsid w:val="00C210FA"/>
    <w:rsid w:val="00C2116F"/>
    <w:rsid w:val="00C21545"/>
    <w:rsid w:val="00C21564"/>
    <w:rsid w:val="00C21754"/>
    <w:rsid w:val="00C217E3"/>
    <w:rsid w:val="00C2208B"/>
    <w:rsid w:val="00C22146"/>
    <w:rsid w:val="00C2228D"/>
    <w:rsid w:val="00C222BD"/>
    <w:rsid w:val="00C2230D"/>
    <w:rsid w:val="00C22317"/>
    <w:rsid w:val="00C223E4"/>
    <w:rsid w:val="00C2250E"/>
    <w:rsid w:val="00C22772"/>
    <w:rsid w:val="00C22B71"/>
    <w:rsid w:val="00C22E86"/>
    <w:rsid w:val="00C22F83"/>
    <w:rsid w:val="00C230D6"/>
    <w:rsid w:val="00C23177"/>
    <w:rsid w:val="00C23410"/>
    <w:rsid w:val="00C23418"/>
    <w:rsid w:val="00C23451"/>
    <w:rsid w:val="00C2375D"/>
    <w:rsid w:val="00C23851"/>
    <w:rsid w:val="00C23B0A"/>
    <w:rsid w:val="00C23B7B"/>
    <w:rsid w:val="00C24007"/>
    <w:rsid w:val="00C2405A"/>
    <w:rsid w:val="00C241BB"/>
    <w:rsid w:val="00C241C6"/>
    <w:rsid w:val="00C242FB"/>
    <w:rsid w:val="00C24610"/>
    <w:rsid w:val="00C248D9"/>
    <w:rsid w:val="00C24B64"/>
    <w:rsid w:val="00C24C5F"/>
    <w:rsid w:val="00C24DB7"/>
    <w:rsid w:val="00C24EE0"/>
    <w:rsid w:val="00C24FEB"/>
    <w:rsid w:val="00C250AF"/>
    <w:rsid w:val="00C25184"/>
    <w:rsid w:val="00C251C1"/>
    <w:rsid w:val="00C25423"/>
    <w:rsid w:val="00C254B1"/>
    <w:rsid w:val="00C25744"/>
    <w:rsid w:val="00C257C9"/>
    <w:rsid w:val="00C25AD2"/>
    <w:rsid w:val="00C2608E"/>
    <w:rsid w:val="00C26392"/>
    <w:rsid w:val="00C26622"/>
    <w:rsid w:val="00C26803"/>
    <w:rsid w:val="00C269B9"/>
    <w:rsid w:val="00C269D3"/>
    <w:rsid w:val="00C26E64"/>
    <w:rsid w:val="00C26E67"/>
    <w:rsid w:val="00C26ED6"/>
    <w:rsid w:val="00C271B5"/>
    <w:rsid w:val="00C2722A"/>
    <w:rsid w:val="00C27280"/>
    <w:rsid w:val="00C27285"/>
    <w:rsid w:val="00C275C1"/>
    <w:rsid w:val="00C276CE"/>
    <w:rsid w:val="00C27D14"/>
    <w:rsid w:val="00C27E5B"/>
    <w:rsid w:val="00C27F78"/>
    <w:rsid w:val="00C3022A"/>
    <w:rsid w:val="00C3052B"/>
    <w:rsid w:val="00C305A5"/>
    <w:rsid w:val="00C30660"/>
    <w:rsid w:val="00C30B44"/>
    <w:rsid w:val="00C30F52"/>
    <w:rsid w:val="00C30F71"/>
    <w:rsid w:val="00C31124"/>
    <w:rsid w:val="00C31469"/>
    <w:rsid w:val="00C3155D"/>
    <w:rsid w:val="00C31619"/>
    <w:rsid w:val="00C319BC"/>
    <w:rsid w:val="00C31AFF"/>
    <w:rsid w:val="00C31EF9"/>
    <w:rsid w:val="00C31F31"/>
    <w:rsid w:val="00C31FB0"/>
    <w:rsid w:val="00C32100"/>
    <w:rsid w:val="00C322B1"/>
    <w:rsid w:val="00C32648"/>
    <w:rsid w:val="00C32683"/>
    <w:rsid w:val="00C326DC"/>
    <w:rsid w:val="00C3273C"/>
    <w:rsid w:val="00C327EC"/>
    <w:rsid w:val="00C32909"/>
    <w:rsid w:val="00C32B1A"/>
    <w:rsid w:val="00C32CF0"/>
    <w:rsid w:val="00C32DE5"/>
    <w:rsid w:val="00C3308C"/>
    <w:rsid w:val="00C33735"/>
    <w:rsid w:val="00C337B6"/>
    <w:rsid w:val="00C33D3C"/>
    <w:rsid w:val="00C33F2F"/>
    <w:rsid w:val="00C341B3"/>
    <w:rsid w:val="00C3435C"/>
    <w:rsid w:val="00C34395"/>
    <w:rsid w:val="00C343F9"/>
    <w:rsid w:val="00C34541"/>
    <w:rsid w:val="00C34550"/>
    <w:rsid w:val="00C34A63"/>
    <w:rsid w:val="00C34AA2"/>
    <w:rsid w:val="00C34BCC"/>
    <w:rsid w:val="00C34C58"/>
    <w:rsid w:val="00C34F74"/>
    <w:rsid w:val="00C3534B"/>
    <w:rsid w:val="00C35468"/>
    <w:rsid w:val="00C355B0"/>
    <w:rsid w:val="00C36023"/>
    <w:rsid w:val="00C36165"/>
    <w:rsid w:val="00C36381"/>
    <w:rsid w:val="00C36599"/>
    <w:rsid w:val="00C3694E"/>
    <w:rsid w:val="00C36F6D"/>
    <w:rsid w:val="00C3701B"/>
    <w:rsid w:val="00C3705F"/>
    <w:rsid w:val="00C37071"/>
    <w:rsid w:val="00C37074"/>
    <w:rsid w:val="00C37091"/>
    <w:rsid w:val="00C370B0"/>
    <w:rsid w:val="00C37140"/>
    <w:rsid w:val="00C374BC"/>
    <w:rsid w:val="00C375CF"/>
    <w:rsid w:val="00C3766D"/>
    <w:rsid w:val="00C37AF7"/>
    <w:rsid w:val="00C37D4A"/>
    <w:rsid w:val="00C37D8C"/>
    <w:rsid w:val="00C37DA9"/>
    <w:rsid w:val="00C37F8F"/>
    <w:rsid w:val="00C37FA0"/>
    <w:rsid w:val="00C4005D"/>
    <w:rsid w:val="00C40359"/>
    <w:rsid w:val="00C404EA"/>
    <w:rsid w:val="00C404FF"/>
    <w:rsid w:val="00C40565"/>
    <w:rsid w:val="00C407BB"/>
    <w:rsid w:val="00C408F1"/>
    <w:rsid w:val="00C40903"/>
    <w:rsid w:val="00C40CE8"/>
    <w:rsid w:val="00C40E98"/>
    <w:rsid w:val="00C41169"/>
    <w:rsid w:val="00C411F5"/>
    <w:rsid w:val="00C41214"/>
    <w:rsid w:val="00C41306"/>
    <w:rsid w:val="00C41406"/>
    <w:rsid w:val="00C4147A"/>
    <w:rsid w:val="00C41572"/>
    <w:rsid w:val="00C41885"/>
    <w:rsid w:val="00C418D1"/>
    <w:rsid w:val="00C41921"/>
    <w:rsid w:val="00C41991"/>
    <w:rsid w:val="00C41994"/>
    <w:rsid w:val="00C41BC1"/>
    <w:rsid w:val="00C41CD3"/>
    <w:rsid w:val="00C41F46"/>
    <w:rsid w:val="00C42154"/>
    <w:rsid w:val="00C42259"/>
    <w:rsid w:val="00C425B8"/>
    <w:rsid w:val="00C42633"/>
    <w:rsid w:val="00C428C1"/>
    <w:rsid w:val="00C428CC"/>
    <w:rsid w:val="00C42A03"/>
    <w:rsid w:val="00C42CEC"/>
    <w:rsid w:val="00C42D4E"/>
    <w:rsid w:val="00C42EDA"/>
    <w:rsid w:val="00C43003"/>
    <w:rsid w:val="00C43044"/>
    <w:rsid w:val="00C4308A"/>
    <w:rsid w:val="00C4312E"/>
    <w:rsid w:val="00C4320B"/>
    <w:rsid w:val="00C43295"/>
    <w:rsid w:val="00C433F4"/>
    <w:rsid w:val="00C434C6"/>
    <w:rsid w:val="00C435E9"/>
    <w:rsid w:val="00C4369D"/>
    <w:rsid w:val="00C43719"/>
    <w:rsid w:val="00C43858"/>
    <w:rsid w:val="00C43C4E"/>
    <w:rsid w:val="00C43EE2"/>
    <w:rsid w:val="00C44146"/>
    <w:rsid w:val="00C441DA"/>
    <w:rsid w:val="00C442BE"/>
    <w:rsid w:val="00C44387"/>
    <w:rsid w:val="00C44439"/>
    <w:rsid w:val="00C4450E"/>
    <w:rsid w:val="00C446C5"/>
    <w:rsid w:val="00C44854"/>
    <w:rsid w:val="00C44ABF"/>
    <w:rsid w:val="00C44E02"/>
    <w:rsid w:val="00C44E07"/>
    <w:rsid w:val="00C44E08"/>
    <w:rsid w:val="00C44E86"/>
    <w:rsid w:val="00C452E5"/>
    <w:rsid w:val="00C453DD"/>
    <w:rsid w:val="00C45520"/>
    <w:rsid w:val="00C4575D"/>
    <w:rsid w:val="00C457C2"/>
    <w:rsid w:val="00C4585F"/>
    <w:rsid w:val="00C45971"/>
    <w:rsid w:val="00C45A34"/>
    <w:rsid w:val="00C45BC1"/>
    <w:rsid w:val="00C45CB0"/>
    <w:rsid w:val="00C45D76"/>
    <w:rsid w:val="00C45E00"/>
    <w:rsid w:val="00C45E1F"/>
    <w:rsid w:val="00C45E92"/>
    <w:rsid w:val="00C46098"/>
    <w:rsid w:val="00C46217"/>
    <w:rsid w:val="00C462A0"/>
    <w:rsid w:val="00C462B3"/>
    <w:rsid w:val="00C4656D"/>
    <w:rsid w:val="00C4692E"/>
    <w:rsid w:val="00C46A1E"/>
    <w:rsid w:val="00C46AA6"/>
    <w:rsid w:val="00C46D8F"/>
    <w:rsid w:val="00C46FE9"/>
    <w:rsid w:val="00C47170"/>
    <w:rsid w:val="00C47201"/>
    <w:rsid w:val="00C47240"/>
    <w:rsid w:val="00C47279"/>
    <w:rsid w:val="00C473A5"/>
    <w:rsid w:val="00C47540"/>
    <w:rsid w:val="00C47856"/>
    <w:rsid w:val="00C47922"/>
    <w:rsid w:val="00C47C57"/>
    <w:rsid w:val="00C47C98"/>
    <w:rsid w:val="00C47D16"/>
    <w:rsid w:val="00C47D49"/>
    <w:rsid w:val="00C47EAF"/>
    <w:rsid w:val="00C47EDA"/>
    <w:rsid w:val="00C47FCA"/>
    <w:rsid w:val="00C501B0"/>
    <w:rsid w:val="00C50472"/>
    <w:rsid w:val="00C5047B"/>
    <w:rsid w:val="00C50598"/>
    <w:rsid w:val="00C50664"/>
    <w:rsid w:val="00C5085D"/>
    <w:rsid w:val="00C509D2"/>
    <w:rsid w:val="00C50A93"/>
    <w:rsid w:val="00C50CC6"/>
    <w:rsid w:val="00C50E5B"/>
    <w:rsid w:val="00C50FBC"/>
    <w:rsid w:val="00C511E9"/>
    <w:rsid w:val="00C512D0"/>
    <w:rsid w:val="00C5161A"/>
    <w:rsid w:val="00C516D7"/>
    <w:rsid w:val="00C51A42"/>
    <w:rsid w:val="00C51B7E"/>
    <w:rsid w:val="00C51DA5"/>
    <w:rsid w:val="00C51EA1"/>
    <w:rsid w:val="00C51EBA"/>
    <w:rsid w:val="00C51FA9"/>
    <w:rsid w:val="00C52291"/>
    <w:rsid w:val="00C523B0"/>
    <w:rsid w:val="00C529C6"/>
    <w:rsid w:val="00C52AA6"/>
    <w:rsid w:val="00C52AB5"/>
    <w:rsid w:val="00C52C7B"/>
    <w:rsid w:val="00C52CA3"/>
    <w:rsid w:val="00C52DCF"/>
    <w:rsid w:val="00C531CD"/>
    <w:rsid w:val="00C53365"/>
    <w:rsid w:val="00C5339A"/>
    <w:rsid w:val="00C533E8"/>
    <w:rsid w:val="00C53721"/>
    <w:rsid w:val="00C537D1"/>
    <w:rsid w:val="00C537F8"/>
    <w:rsid w:val="00C53909"/>
    <w:rsid w:val="00C5391E"/>
    <w:rsid w:val="00C53977"/>
    <w:rsid w:val="00C53AB6"/>
    <w:rsid w:val="00C53AE6"/>
    <w:rsid w:val="00C53BD8"/>
    <w:rsid w:val="00C53BED"/>
    <w:rsid w:val="00C53ECF"/>
    <w:rsid w:val="00C53F9E"/>
    <w:rsid w:val="00C53FA1"/>
    <w:rsid w:val="00C5415E"/>
    <w:rsid w:val="00C54169"/>
    <w:rsid w:val="00C541EC"/>
    <w:rsid w:val="00C541F2"/>
    <w:rsid w:val="00C543A8"/>
    <w:rsid w:val="00C545B4"/>
    <w:rsid w:val="00C5464E"/>
    <w:rsid w:val="00C5469D"/>
    <w:rsid w:val="00C54748"/>
    <w:rsid w:val="00C54761"/>
    <w:rsid w:val="00C5496C"/>
    <w:rsid w:val="00C55018"/>
    <w:rsid w:val="00C551E3"/>
    <w:rsid w:val="00C552BD"/>
    <w:rsid w:val="00C55404"/>
    <w:rsid w:val="00C55443"/>
    <w:rsid w:val="00C55601"/>
    <w:rsid w:val="00C558DA"/>
    <w:rsid w:val="00C559D8"/>
    <w:rsid w:val="00C55C17"/>
    <w:rsid w:val="00C55D3C"/>
    <w:rsid w:val="00C55D6C"/>
    <w:rsid w:val="00C55E49"/>
    <w:rsid w:val="00C560A1"/>
    <w:rsid w:val="00C560C5"/>
    <w:rsid w:val="00C564C1"/>
    <w:rsid w:val="00C564D3"/>
    <w:rsid w:val="00C56549"/>
    <w:rsid w:val="00C566BB"/>
    <w:rsid w:val="00C5697E"/>
    <w:rsid w:val="00C56AC6"/>
    <w:rsid w:val="00C56B51"/>
    <w:rsid w:val="00C56B62"/>
    <w:rsid w:val="00C56DD7"/>
    <w:rsid w:val="00C56E67"/>
    <w:rsid w:val="00C5708D"/>
    <w:rsid w:val="00C570D9"/>
    <w:rsid w:val="00C5725E"/>
    <w:rsid w:val="00C57349"/>
    <w:rsid w:val="00C5758C"/>
    <w:rsid w:val="00C57621"/>
    <w:rsid w:val="00C57732"/>
    <w:rsid w:val="00C578D3"/>
    <w:rsid w:val="00C57AA9"/>
    <w:rsid w:val="00C57B27"/>
    <w:rsid w:val="00C57C30"/>
    <w:rsid w:val="00C6015A"/>
    <w:rsid w:val="00C6020E"/>
    <w:rsid w:val="00C603B5"/>
    <w:rsid w:val="00C604D1"/>
    <w:rsid w:val="00C6056B"/>
    <w:rsid w:val="00C605AB"/>
    <w:rsid w:val="00C6066E"/>
    <w:rsid w:val="00C60883"/>
    <w:rsid w:val="00C60907"/>
    <w:rsid w:val="00C609A0"/>
    <w:rsid w:val="00C60A31"/>
    <w:rsid w:val="00C60AEA"/>
    <w:rsid w:val="00C60CF1"/>
    <w:rsid w:val="00C60DB4"/>
    <w:rsid w:val="00C60F34"/>
    <w:rsid w:val="00C6105B"/>
    <w:rsid w:val="00C61246"/>
    <w:rsid w:val="00C614E2"/>
    <w:rsid w:val="00C61585"/>
    <w:rsid w:val="00C616B6"/>
    <w:rsid w:val="00C616EC"/>
    <w:rsid w:val="00C61985"/>
    <w:rsid w:val="00C619BA"/>
    <w:rsid w:val="00C61C22"/>
    <w:rsid w:val="00C61C7D"/>
    <w:rsid w:val="00C61D84"/>
    <w:rsid w:val="00C61E78"/>
    <w:rsid w:val="00C61F5D"/>
    <w:rsid w:val="00C620D0"/>
    <w:rsid w:val="00C621AF"/>
    <w:rsid w:val="00C625AA"/>
    <w:rsid w:val="00C62816"/>
    <w:rsid w:val="00C629E8"/>
    <w:rsid w:val="00C62C38"/>
    <w:rsid w:val="00C62D1B"/>
    <w:rsid w:val="00C63078"/>
    <w:rsid w:val="00C63319"/>
    <w:rsid w:val="00C633D3"/>
    <w:rsid w:val="00C63407"/>
    <w:rsid w:val="00C63486"/>
    <w:rsid w:val="00C634B7"/>
    <w:rsid w:val="00C636DE"/>
    <w:rsid w:val="00C63A90"/>
    <w:rsid w:val="00C63C2E"/>
    <w:rsid w:val="00C63D15"/>
    <w:rsid w:val="00C63F0B"/>
    <w:rsid w:val="00C64102"/>
    <w:rsid w:val="00C64AB6"/>
    <w:rsid w:val="00C64B15"/>
    <w:rsid w:val="00C65175"/>
    <w:rsid w:val="00C65188"/>
    <w:rsid w:val="00C651E3"/>
    <w:rsid w:val="00C652EB"/>
    <w:rsid w:val="00C6553C"/>
    <w:rsid w:val="00C65768"/>
    <w:rsid w:val="00C6595F"/>
    <w:rsid w:val="00C659DD"/>
    <w:rsid w:val="00C65BB6"/>
    <w:rsid w:val="00C65CA8"/>
    <w:rsid w:val="00C65CC5"/>
    <w:rsid w:val="00C65D5A"/>
    <w:rsid w:val="00C66052"/>
    <w:rsid w:val="00C665AF"/>
    <w:rsid w:val="00C665B0"/>
    <w:rsid w:val="00C666AA"/>
    <w:rsid w:val="00C666F1"/>
    <w:rsid w:val="00C6694B"/>
    <w:rsid w:val="00C669C9"/>
    <w:rsid w:val="00C66AB4"/>
    <w:rsid w:val="00C66AD2"/>
    <w:rsid w:val="00C66B9C"/>
    <w:rsid w:val="00C66C24"/>
    <w:rsid w:val="00C66E13"/>
    <w:rsid w:val="00C66EC3"/>
    <w:rsid w:val="00C66F52"/>
    <w:rsid w:val="00C66F96"/>
    <w:rsid w:val="00C66FA1"/>
    <w:rsid w:val="00C670BE"/>
    <w:rsid w:val="00C671D5"/>
    <w:rsid w:val="00C6728A"/>
    <w:rsid w:val="00C67533"/>
    <w:rsid w:val="00C67549"/>
    <w:rsid w:val="00C675AE"/>
    <w:rsid w:val="00C6774E"/>
    <w:rsid w:val="00C67A64"/>
    <w:rsid w:val="00C67B56"/>
    <w:rsid w:val="00C67D1A"/>
    <w:rsid w:val="00C700F8"/>
    <w:rsid w:val="00C7019D"/>
    <w:rsid w:val="00C702ED"/>
    <w:rsid w:val="00C703C8"/>
    <w:rsid w:val="00C703DB"/>
    <w:rsid w:val="00C7056C"/>
    <w:rsid w:val="00C70576"/>
    <w:rsid w:val="00C70595"/>
    <w:rsid w:val="00C708C0"/>
    <w:rsid w:val="00C70A4F"/>
    <w:rsid w:val="00C70BB2"/>
    <w:rsid w:val="00C70C71"/>
    <w:rsid w:val="00C712FA"/>
    <w:rsid w:val="00C713AE"/>
    <w:rsid w:val="00C7161E"/>
    <w:rsid w:val="00C71886"/>
    <w:rsid w:val="00C720DC"/>
    <w:rsid w:val="00C72298"/>
    <w:rsid w:val="00C72341"/>
    <w:rsid w:val="00C723B4"/>
    <w:rsid w:val="00C7267E"/>
    <w:rsid w:val="00C7287F"/>
    <w:rsid w:val="00C728CD"/>
    <w:rsid w:val="00C72E3D"/>
    <w:rsid w:val="00C72EA9"/>
    <w:rsid w:val="00C72FFC"/>
    <w:rsid w:val="00C7306B"/>
    <w:rsid w:val="00C73096"/>
    <w:rsid w:val="00C730C8"/>
    <w:rsid w:val="00C7311B"/>
    <w:rsid w:val="00C731BC"/>
    <w:rsid w:val="00C731D6"/>
    <w:rsid w:val="00C73228"/>
    <w:rsid w:val="00C73395"/>
    <w:rsid w:val="00C73605"/>
    <w:rsid w:val="00C73657"/>
    <w:rsid w:val="00C736B9"/>
    <w:rsid w:val="00C73724"/>
    <w:rsid w:val="00C7378B"/>
    <w:rsid w:val="00C737F2"/>
    <w:rsid w:val="00C73AF8"/>
    <w:rsid w:val="00C73BC3"/>
    <w:rsid w:val="00C73C9E"/>
    <w:rsid w:val="00C73D04"/>
    <w:rsid w:val="00C73D66"/>
    <w:rsid w:val="00C73DC3"/>
    <w:rsid w:val="00C73EC9"/>
    <w:rsid w:val="00C73EE0"/>
    <w:rsid w:val="00C742E6"/>
    <w:rsid w:val="00C74515"/>
    <w:rsid w:val="00C74559"/>
    <w:rsid w:val="00C7490E"/>
    <w:rsid w:val="00C7498A"/>
    <w:rsid w:val="00C74A71"/>
    <w:rsid w:val="00C74C85"/>
    <w:rsid w:val="00C74D76"/>
    <w:rsid w:val="00C74D77"/>
    <w:rsid w:val="00C74DF4"/>
    <w:rsid w:val="00C74EAF"/>
    <w:rsid w:val="00C75008"/>
    <w:rsid w:val="00C750A5"/>
    <w:rsid w:val="00C750A9"/>
    <w:rsid w:val="00C7514B"/>
    <w:rsid w:val="00C751D0"/>
    <w:rsid w:val="00C752B1"/>
    <w:rsid w:val="00C7588B"/>
    <w:rsid w:val="00C75900"/>
    <w:rsid w:val="00C7598B"/>
    <w:rsid w:val="00C75A3D"/>
    <w:rsid w:val="00C75BD0"/>
    <w:rsid w:val="00C75D43"/>
    <w:rsid w:val="00C75DE9"/>
    <w:rsid w:val="00C75E0A"/>
    <w:rsid w:val="00C75E45"/>
    <w:rsid w:val="00C75FFB"/>
    <w:rsid w:val="00C760FF"/>
    <w:rsid w:val="00C761B9"/>
    <w:rsid w:val="00C763DE"/>
    <w:rsid w:val="00C7646E"/>
    <w:rsid w:val="00C76484"/>
    <w:rsid w:val="00C7648B"/>
    <w:rsid w:val="00C7669D"/>
    <w:rsid w:val="00C766E4"/>
    <w:rsid w:val="00C76713"/>
    <w:rsid w:val="00C7674E"/>
    <w:rsid w:val="00C767E8"/>
    <w:rsid w:val="00C768DF"/>
    <w:rsid w:val="00C76B39"/>
    <w:rsid w:val="00C76B76"/>
    <w:rsid w:val="00C76BD1"/>
    <w:rsid w:val="00C76C16"/>
    <w:rsid w:val="00C76DD9"/>
    <w:rsid w:val="00C76E65"/>
    <w:rsid w:val="00C76E6E"/>
    <w:rsid w:val="00C76EA4"/>
    <w:rsid w:val="00C76EB0"/>
    <w:rsid w:val="00C770D8"/>
    <w:rsid w:val="00C77127"/>
    <w:rsid w:val="00C77197"/>
    <w:rsid w:val="00C771B5"/>
    <w:rsid w:val="00C77460"/>
    <w:rsid w:val="00C775FF"/>
    <w:rsid w:val="00C776B1"/>
    <w:rsid w:val="00C77818"/>
    <w:rsid w:val="00C779BA"/>
    <w:rsid w:val="00C779D4"/>
    <w:rsid w:val="00C779DA"/>
    <w:rsid w:val="00C77A29"/>
    <w:rsid w:val="00C77C17"/>
    <w:rsid w:val="00C77CEF"/>
    <w:rsid w:val="00C77D45"/>
    <w:rsid w:val="00C77E52"/>
    <w:rsid w:val="00C8016E"/>
    <w:rsid w:val="00C801EC"/>
    <w:rsid w:val="00C801EE"/>
    <w:rsid w:val="00C80465"/>
    <w:rsid w:val="00C80524"/>
    <w:rsid w:val="00C8080C"/>
    <w:rsid w:val="00C808DF"/>
    <w:rsid w:val="00C809A0"/>
    <w:rsid w:val="00C80AD8"/>
    <w:rsid w:val="00C80C91"/>
    <w:rsid w:val="00C80D51"/>
    <w:rsid w:val="00C80E1F"/>
    <w:rsid w:val="00C80EAE"/>
    <w:rsid w:val="00C811B7"/>
    <w:rsid w:val="00C811FC"/>
    <w:rsid w:val="00C8128F"/>
    <w:rsid w:val="00C813C1"/>
    <w:rsid w:val="00C814FA"/>
    <w:rsid w:val="00C815E8"/>
    <w:rsid w:val="00C81780"/>
    <w:rsid w:val="00C81977"/>
    <w:rsid w:val="00C81AA8"/>
    <w:rsid w:val="00C81C42"/>
    <w:rsid w:val="00C81EEC"/>
    <w:rsid w:val="00C82087"/>
    <w:rsid w:val="00C8209D"/>
    <w:rsid w:val="00C822C5"/>
    <w:rsid w:val="00C82314"/>
    <w:rsid w:val="00C82551"/>
    <w:rsid w:val="00C826E0"/>
    <w:rsid w:val="00C82763"/>
    <w:rsid w:val="00C8281A"/>
    <w:rsid w:val="00C8297A"/>
    <w:rsid w:val="00C82D31"/>
    <w:rsid w:val="00C82D6E"/>
    <w:rsid w:val="00C830BC"/>
    <w:rsid w:val="00C83591"/>
    <w:rsid w:val="00C83613"/>
    <w:rsid w:val="00C83789"/>
    <w:rsid w:val="00C8388F"/>
    <w:rsid w:val="00C83900"/>
    <w:rsid w:val="00C83B07"/>
    <w:rsid w:val="00C83C5A"/>
    <w:rsid w:val="00C83D05"/>
    <w:rsid w:val="00C83DBC"/>
    <w:rsid w:val="00C83EBE"/>
    <w:rsid w:val="00C842E3"/>
    <w:rsid w:val="00C84318"/>
    <w:rsid w:val="00C84365"/>
    <w:rsid w:val="00C843C7"/>
    <w:rsid w:val="00C8457F"/>
    <w:rsid w:val="00C84979"/>
    <w:rsid w:val="00C849A6"/>
    <w:rsid w:val="00C84A3D"/>
    <w:rsid w:val="00C84B13"/>
    <w:rsid w:val="00C84B44"/>
    <w:rsid w:val="00C84BC5"/>
    <w:rsid w:val="00C84CD2"/>
    <w:rsid w:val="00C85214"/>
    <w:rsid w:val="00C85271"/>
    <w:rsid w:val="00C853DF"/>
    <w:rsid w:val="00C8551D"/>
    <w:rsid w:val="00C85DF8"/>
    <w:rsid w:val="00C85E39"/>
    <w:rsid w:val="00C85EB5"/>
    <w:rsid w:val="00C85EDD"/>
    <w:rsid w:val="00C85F9C"/>
    <w:rsid w:val="00C8600B"/>
    <w:rsid w:val="00C861EF"/>
    <w:rsid w:val="00C86363"/>
    <w:rsid w:val="00C86622"/>
    <w:rsid w:val="00C8676C"/>
    <w:rsid w:val="00C86986"/>
    <w:rsid w:val="00C86B71"/>
    <w:rsid w:val="00C86C3D"/>
    <w:rsid w:val="00C86C4B"/>
    <w:rsid w:val="00C86E2C"/>
    <w:rsid w:val="00C86E5B"/>
    <w:rsid w:val="00C872A6"/>
    <w:rsid w:val="00C87300"/>
    <w:rsid w:val="00C87345"/>
    <w:rsid w:val="00C8746B"/>
    <w:rsid w:val="00C874DB"/>
    <w:rsid w:val="00C874E2"/>
    <w:rsid w:val="00C87784"/>
    <w:rsid w:val="00C87832"/>
    <w:rsid w:val="00C87C8B"/>
    <w:rsid w:val="00C87CAD"/>
    <w:rsid w:val="00C87D8C"/>
    <w:rsid w:val="00C87DCF"/>
    <w:rsid w:val="00C87F51"/>
    <w:rsid w:val="00C900D9"/>
    <w:rsid w:val="00C90175"/>
    <w:rsid w:val="00C90177"/>
    <w:rsid w:val="00C90212"/>
    <w:rsid w:val="00C904F9"/>
    <w:rsid w:val="00C90589"/>
    <w:rsid w:val="00C9074A"/>
    <w:rsid w:val="00C90827"/>
    <w:rsid w:val="00C908F9"/>
    <w:rsid w:val="00C9091D"/>
    <w:rsid w:val="00C90945"/>
    <w:rsid w:val="00C909B4"/>
    <w:rsid w:val="00C90DA8"/>
    <w:rsid w:val="00C90FEC"/>
    <w:rsid w:val="00C912F0"/>
    <w:rsid w:val="00C9133A"/>
    <w:rsid w:val="00C91678"/>
    <w:rsid w:val="00C91A25"/>
    <w:rsid w:val="00C91E86"/>
    <w:rsid w:val="00C91F41"/>
    <w:rsid w:val="00C920BB"/>
    <w:rsid w:val="00C9210A"/>
    <w:rsid w:val="00C922E5"/>
    <w:rsid w:val="00C9239D"/>
    <w:rsid w:val="00C923FA"/>
    <w:rsid w:val="00C92560"/>
    <w:rsid w:val="00C92689"/>
    <w:rsid w:val="00C92778"/>
    <w:rsid w:val="00C92781"/>
    <w:rsid w:val="00C929A5"/>
    <w:rsid w:val="00C92B9C"/>
    <w:rsid w:val="00C932BD"/>
    <w:rsid w:val="00C933A9"/>
    <w:rsid w:val="00C93578"/>
    <w:rsid w:val="00C935BE"/>
    <w:rsid w:val="00C93655"/>
    <w:rsid w:val="00C93A53"/>
    <w:rsid w:val="00C93D49"/>
    <w:rsid w:val="00C93E2B"/>
    <w:rsid w:val="00C94110"/>
    <w:rsid w:val="00C9428C"/>
    <w:rsid w:val="00C94304"/>
    <w:rsid w:val="00C9436E"/>
    <w:rsid w:val="00C9447F"/>
    <w:rsid w:val="00C945DB"/>
    <w:rsid w:val="00C949AC"/>
    <w:rsid w:val="00C94B99"/>
    <w:rsid w:val="00C94B9F"/>
    <w:rsid w:val="00C94DBD"/>
    <w:rsid w:val="00C94DD4"/>
    <w:rsid w:val="00C94E3E"/>
    <w:rsid w:val="00C95494"/>
    <w:rsid w:val="00C955AF"/>
    <w:rsid w:val="00C95788"/>
    <w:rsid w:val="00C957C5"/>
    <w:rsid w:val="00C95B3E"/>
    <w:rsid w:val="00C95CB9"/>
    <w:rsid w:val="00C95D8C"/>
    <w:rsid w:val="00C95D98"/>
    <w:rsid w:val="00C95E62"/>
    <w:rsid w:val="00C95F38"/>
    <w:rsid w:val="00C95FC1"/>
    <w:rsid w:val="00C9603E"/>
    <w:rsid w:val="00C9622B"/>
    <w:rsid w:val="00C9667A"/>
    <w:rsid w:val="00C96982"/>
    <w:rsid w:val="00C96BD9"/>
    <w:rsid w:val="00C96C23"/>
    <w:rsid w:val="00C96CB7"/>
    <w:rsid w:val="00C96E88"/>
    <w:rsid w:val="00C96EA6"/>
    <w:rsid w:val="00C96F3D"/>
    <w:rsid w:val="00C97338"/>
    <w:rsid w:val="00C97480"/>
    <w:rsid w:val="00C97621"/>
    <w:rsid w:val="00C9764C"/>
    <w:rsid w:val="00C976C4"/>
    <w:rsid w:val="00C97739"/>
    <w:rsid w:val="00C978FF"/>
    <w:rsid w:val="00C97A5C"/>
    <w:rsid w:val="00C97D0C"/>
    <w:rsid w:val="00C97D27"/>
    <w:rsid w:val="00C97EBC"/>
    <w:rsid w:val="00C97F4F"/>
    <w:rsid w:val="00C97FFB"/>
    <w:rsid w:val="00CA0254"/>
    <w:rsid w:val="00CA04E6"/>
    <w:rsid w:val="00CA07D2"/>
    <w:rsid w:val="00CA0821"/>
    <w:rsid w:val="00CA0DDF"/>
    <w:rsid w:val="00CA12EE"/>
    <w:rsid w:val="00CA13A7"/>
    <w:rsid w:val="00CA13D8"/>
    <w:rsid w:val="00CA157A"/>
    <w:rsid w:val="00CA1775"/>
    <w:rsid w:val="00CA1786"/>
    <w:rsid w:val="00CA1A5A"/>
    <w:rsid w:val="00CA1AF9"/>
    <w:rsid w:val="00CA1B67"/>
    <w:rsid w:val="00CA1B83"/>
    <w:rsid w:val="00CA1CA9"/>
    <w:rsid w:val="00CA1CDA"/>
    <w:rsid w:val="00CA1D7F"/>
    <w:rsid w:val="00CA1E64"/>
    <w:rsid w:val="00CA1EB7"/>
    <w:rsid w:val="00CA1F40"/>
    <w:rsid w:val="00CA22DA"/>
    <w:rsid w:val="00CA232C"/>
    <w:rsid w:val="00CA2380"/>
    <w:rsid w:val="00CA2460"/>
    <w:rsid w:val="00CA258D"/>
    <w:rsid w:val="00CA25DB"/>
    <w:rsid w:val="00CA267A"/>
    <w:rsid w:val="00CA2FE0"/>
    <w:rsid w:val="00CA3107"/>
    <w:rsid w:val="00CA3142"/>
    <w:rsid w:val="00CA326F"/>
    <w:rsid w:val="00CA332F"/>
    <w:rsid w:val="00CA342D"/>
    <w:rsid w:val="00CA3817"/>
    <w:rsid w:val="00CA390A"/>
    <w:rsid w:val="00CA3ABA"/>
    <w:rsid w:val="00CA3D49"/>
    <w:rsid w:val="00CA3DDB"/>
    <w:rsid w:val="00CA401B"/>
    <w:rsid w:val="00CA402D"/>
    <w:rsid w:val="00CA4030"/>
    <w:rsid w:val="00CA43D9"/>
    <w:rsid w:val="00CA45AA"/>
    <w:rsid w:val="00CA46A2"/>
    <w:rsid w:val="00CA46FA"/>
    <w:rsid w:val="00CA4745"/>
    <w:rsid w:val="00CA4814"/>
    <w:rsid w:val="00CA48D7"/>
    <w:rsid w:val="00CA4912"/>
    <w:rsid w:val="00CA4C4B"/>
    <w:rsid w:val="00CA4DBB"/>
    <w:rsid w:val="00CA4F62"/>
    <w:rsid w:val="00CA504B"/>
    <w:rsid w:val="00CA5060"/>
    <w:rsid w:val="00CA5753"/>
    <w:rsid w:val="00CA59E9"/>
    <w:rsid w:val="00CA59EC"/>
    <w:rsid w:val="00CA59F5"/>
    <w:rsid w:val="00CA5E81"/>
    <w:rsid w:val="00CA5F93"/>
    <w:rsid w:val="00CA5FE3"/>
    <w:rsid w:val="00CA6038"/>
    <w:rsid w:val="00CA62BD"/>
    <w:rsid w:val="00CA639C"/>
    <w:rsid w:val="00CA6472"/>
    <w:rsid w:val="00CA6752"/>
    <w:rsid w:val="00CA7A40"/>
    <w:rsid w:val="00CA7A55"/>
    <w:rsid w:val="00CA7BC0"/>
    <w:rsid w:val="00CA7D3C"/>
    <w:rsid w:val="00CA7F28"/>
    <w:rsid w:val="00CA7FCD"/>
    <w:rsid w:val="00CB0259"/>
    <w:rsid w:val="00CB028E"/>
    <w:rsid w:val="00CB0443"/>
    <w:rsid w:val="00CB04A8"/>
    <w:rsid w:val="00CB0585"/>
    <w:rsid w:val="00CB0772"/>
    <w:rsid w:val="00CB0B6C"/>
    <w:rsid w:val="00CB0BE7"/>
    <w:rsid w:val="00CB0C9B"/>
    <w:rsid w:val="00CB0CF7"/>
    <w:rsid w:val="00CB0D28"/>
    <w:rsid w:val="00CB0E0A"/>
    <w:rsid w:val="00CB0E13"/>
    <w:rsid w:val="00CB0F7D"/>
    <w:rsid w:val="00CB0FB7"/>
    <w:rsid w:val="00CB1372"/>
    <w:rsid w:val="00CB13C3"/>
    <w:rsid w:val="00CB13CA"/>
    <w:rsid w:val="00CB15BB"/>
    <w:rsid w:val="00CB15C6"/>
    <w:rsid w:val="00CB1737"/>
    <w:rsid w:val="00CB175F"/>
    <w:rsid w:val="00CB1765"/>
    <w:rsid w:val="00CB186C"/>
    <w:rsid w:val="00CB18B8"/>
    <w:rsid w:val="00CB19EA"/>
    <w:rsid w:val="00CB19F2"/>
    <w:rsid w:val="00CB1B45"/>
    <w:rsid w:val="00CB1BDD"/>
    <w:rsid w:val="00CB1BF4"/>
    <w:rsid w:val="00CB1D7E"/>
    <w:rsid w:val="00CB1D9D"/>
    <w:rsid w:val="00CB2001"/>
    <w:rsid w:val="00CB20E3"/>
    <w:rsid w:val="00CB2200"/>
    <w:rsid w:val="00CB223A"/>
    <w:rsid w:val="00CB230C"/>
    <w:rsid w:val="00CB256F"/>
    <w:rsid w:val="00CB26C4"/>
    <w:rsid w:val="00CB2A2B"/>
    <w:rsid w:val="00CB2A5A"/>
    <w:rsid w:val="00CB2B4F"/>
    <w:rsid w:val="00CB2E2F"/>
    <w:rsid w:val="00CB2E54"/>
    <w:rsid w:val="00CB2E59"/>
    <w:rsid w:val="00CB315F"/>
    <w:rsid w:val="00CB3169"/>
    <w:rsid w:val="00CB326F"/>
    <w:rsid w:val="00CB3380"/>
    <w:rsid w:val="00CB355C"/>
    <w:rsid w:val="00CB35C3"/>
    <w:rsid w:val="00CB3667"/>
    <w:rsid w:val="00CB3F61"/>
    <w:rsid w:val="00CB452F"/>
    <w:rsid w:val="00CB4746"/>
    <w:rsid w:val="00CB4757"/>
    <w:rsid w:val="00CB4B22"/>
    <w:rsid w:val="00CB4BF3"/>
    <w:rsid w:val="00CB4BF9"/>
    <w:rsid w:val="00CB4C38"/>
    <w:rsid w:val="00CB4C45"/>
    <w:rsid w:val="00CB4D87"/>
    <w:rsid w:val="00CB4DC2"/>
    <w:rsid w:val="00CB4E4E"/>
    <w:rsid w:val="00CB4EFB"/>
    <w:rsid w:val="00CB51B1"/>
    <w:rsid w:val="00CB5536"/>
    <w:rsid w:val="00CB56A7"/>
    <w:rsid w:val="00CB579A"/>
    <w:rsid w:val="00CB591F"/>
    <w:rsid w:val="00CB5BAF"/>
    <w:rsid w:val="00CB5D43"/>
    <w:rsid w:val="00CB5F6A"/>
    <w:rsid w:val="00CB6070"/>
    <w:rsid w:val="00CB6115"/>
    <w:rsid w:val="00CB61D7"/>
    <w:rsid w:val="00CB62F1"/>
    <w:rsid w:val="00CB633F"/>
    <w:rsid w:val="00CB63E4"/>
    <w:rsid w:val="00CB6624"/>
    <w:rsid w:val="00CB66E2"/>
    <w:rsid w:val="00CB6A72"/>
    <w:rsid w:val="00CB6A75"/>
    <w:rsid w:val="00CB6E1E"/>
    <w:rsid w:val="00CB7069"/>
    <w:rsid w:val="00CB71D3"/>
    <w:rsid w:val="00CB7328"/>
    <w:rsid w:val="00CB73BD"/>
    <w:rsid w:val="00CB74CB"/>
    <w:rsid w:val="00CB789B"/>
    <w:rsid w:val="00CB78DD"/>
    <w:rsid w:val="00CB79CA"/>
    <w:rsid w:val="00CB7B0A"/>
    <w:rsid w:val="00CB7C3D"/>
    <w:rsid w:val="00CB7D53"/>
    <w:rsid w:val="00CB7FC7"/>
    <w:rsid w:val="00CC0008"/>
    <w:rsid w:val="00CC01C9"/>
    <w:rsid w:val="00CC0209"/>
    <w:rsid w:val="00CC0586"/>
    <w:rsid w:val="00CC0674"/>
    <w:rsid w:val="00CC071B"/>
    <w:rsid w:val="00CC07C7"/>
    <w:rsid w:val="00CC07CB"/>
    <w:rsid w:val="00CC0954"/>
    <w:rsid w:val="00CC0AAC"/>
    <w:rsid w:val="00CC0C23"/>
    <w:rsid w:val="00CC0EFC"/>
    <w:rsid w:val="00CC10C0"/>
    <w:rsid w:val="00CC10C8"/>
    <w:rsid w:val="00CC1209"/>
    <w:rsid w:val="00CC142F"/>
    <w:rsid w:val="00CC1613"/>
    <w:rsid w:val="00CC164A"/>
    <w:rsid w:val="00CC19CB"/>
    <w:rsid w:val="00CC1B59"/>
    <w:rsid w:val="00CC1C5F"/>
    <w:rsid w:val="00CC1C89"/>
    <w:rsid w:val="00CC1D43"/>
    <w:rsid w:val="00CC1DA9"/>
    <w:rsid w:val="00CC1DD8"/>
    <w:rsid w:val="00CC1EEC"/>
    <w:rsid w:val="00CC1F44"/>
    <w:rsid w:val="00CC214E"/>
    <w:rsid w:val="00CC2185"/>
    <w:rsid w:val="00CC21AF"/>
    <w:rsid w:val="00CC2330"/>
    <w:rsid w:val="00CC233B"/>
    <w:rsid w:val="00CC2414"/>
    <w:rsid w:val="00CC27B7"/>
    <w:rsid w:val="00CC2B59"/>
    <w:rsid w:val="00CC2CC0"/>
    <w:rsid w:val="00CC2D7D"/>
    <w:rsid w:val="00CC2E4D"/>
    <w:rsid w:val="00CC3035"/>
    <w:rsid w:val="00CC311A"/>
    <w:rsid w:val="00CC31A8"/>
    <w:rsid w:val="00CC31B7"/>
    <w:rsid w:val="00CC3226"/>
    <w:rsid w:val="00CC3261"/>
    <w:rsid w:val="00CC337D"/>
    <w:rsid w:val="00CC3631"/>
    <w:rsid w:val="00CC3E74"/>
    <w:rsid w:val="00CC3EF5"/>
    <w:rsid w:val="00CC4215"/>
    <w:rsid w:val="00CC4218"/>
    <w:rsid w:val="00CC4489"/>
    <w:rsid w:val="00CC45B3"/>
    <w:rsid w:val="00CC484C"/>
    <w:rsid w:val="00CC48A2"/>
    <w:rsid w:val="00CC4C48"/>
    <w:rsid w:val="00CC4C78"/>
    <w:rsid w:val="00CC4CB5"/>
    <w:rsid w:val="00CC4D95"/>
    <w:rsid w:val="00CC4FD8"/>
    <w:rsid w:val="00CC5010"/>
    <w:rsid w:val="00CC54AA"/>
    <w:rsid w:val="00CC5613"/>
    <w:rsid w:val="00CC5618"/>
    <w:rsid w:val="00CC567C"/>
    <w:rsid w:val="00CC570F"/>
    <w:rsid w:val="00CC5725"/>
    <w:rsid w:val="00CC5728"/>
    <w:rsid w:val="00CC5883"/>
    <w:rsid w:val="00CC5AD9"/>
    <w:rsid w:val="00CC5CB7"/>
    <w:rsid w:val="00CC5ECD"/>
    <w:rsid w:val="00CC5EFE"/>
    <w:rsid w:val="00CC5F7A"/>
    <w:rsid w:val="00CC6062"/>
    <w:rsid w:val="00CC613E"/>
    <w:rsid w:val="00CC6195"/>
    <w:rsid w:val="00CC624A"/>
    <w:rsid w:val="00CC6282"/>
    <w:rsid w:val="00CC62F8"/>
    <w:rsid w:val="00CC6349"/>
    <w:rsid w:val="00CC63AA"/>
    <w:rsid w:val="00CC662C"/>
    <w:rsid w:val="00CC66B2"/>
    <w:rsid w:val="00CC6823"/>
    <w:rsid w:val="00CC68C7"/>
    <w:rsid w:val="00CC6C14"/>
    <w:rsid w:val="00CC6E70"/>
    <w:rsid w:val="00CC75C6"/>
    <w:rsid w:val="00CC7966"/>
    <w:rsid w:val="00CC7A86"/>
    <w:rsid w:val="00CC7AEA"/>
    <w:rsid w:val="00CC7BE5"/>
    <w:rsid w:val="00CC7C8E"/>
    <w:rsid w:val="00CC7D6D"/>
    <w:rsid w:val="00CC7DF1"/>
    <w:rsid w:val="00CD00D3"/>
    <w:rsid w:val="00CD04B6"/>
    <w:rsid w:val="00CD0745"/>
    <w:rsid w:val="00CD07C7"/>
    <w:rsid w:val="00CD08D9"/>
    <w:rsid w:val="00CD0A5E"/>
    <w:rsid w:val="00CD0C8D"/>
    <w:rsid w:val="00CD0D0F"/>
    <w:rsid w:val="00CD0D5A"/>
    <w:rsid w:val="00CD0E98"/>
    <w:rsid w:val="00CD0F75"/>
    <w:rsid w:val="00CD0F8C"/>
    <w:rsid w:val="00CD1130"/>
    <w:rsid w:val="00CD150B"/>
    <w:rsid w:val="00CD1782"/>
    <w:rsid w:val="00CD189A"/>
    <w:rsid w:val="00CD2157"/>
    <w:rsid w:val="00CD23CA"/>
    <w:rsid w:val="00CD24D9"/>
    <w:rsid w:val="00CD2579"/>
    <w:rsid w:val="00CD2680"/>
    <w:rsid w:val="00CD2720"/>
    <w:rsid w:val="00CD2A7B"/>
    <w:rsid w:val="00CD2D42"/>
    <w:rsid w:val="00CD2D4D"/>
    <w:rsid w:val="00CD3084"/>
    <w:rsid w:val="00CD3098"/>
    <w:rsid w:val="00CD3148"/>
    <w:rsid w:val="00CD3514"/>
    <w:rsid w:val="00CD35F7"/>
    <w:rsid w:val="00CD367D"/>
    <w:rsid w:val="00CD3775"/>
    <w:rsid w:val="00CD37B3"/>
    <w:rsid w:val="00CD37BE"/>
    <w:rsid w:val="00CD396E"/>
    <w:rsid w:val="00CD39F7"/>
    <w:rsid w:val="00CD3B21"/>
    <w:rsid w:val="00CD3B70"/>
    <w:rsid w:val="00CD3C15"/>
    <w:rsid w:val="00CD3CF0"/>
    <w:rsid w:val="00CD3CFD"/>
    <w:rsid w:val="00CD3D85"/>
    <w:rsid w:val="00CD3DFB"/>
    <w:rsid w:val="00CD3E05"/>
    <w:rsid w:val="00CD3E5E"/>
    <w:rsid w:val="00CD4126"/>
    <w:rsid w:val="00CD4561"/>
    <w:rsid w:val="00CD45A8"/>
    <w:rsid w:val="00CD46F1"/>
    <w:rsid w:val="00CD4AB0"/>
    <w:rsid w:val="00CD4BFB"/>
    <w:rsid w:val="00CD4E34"/>
    <w:rsid w:val="00CD4E41"/>
    <w:rsid w:val="00CD4E79"/>
    <w:rsid w:val="00CD4EA2"/>
    <w:rsid w:val="00CD5124"/>
    <w:rsid w:val="00CD5270"/>
    <w:rsid w:val="00CD5282"/>
    <w:rsid w:val="00CD5415"/>
    <w:rsid w:val="00CD561F"/>
    <w:rsid w:val="00CD5655"/>
    <w:rsid w:val="00CD56A7"/>
    <w:rsid w:val="00CD5703"/>
    <w:rsid w:val="00CD57E8"/>
    <w:rsid w:val="00CD5976"/>
    <w:rsid w:val="00CD5985"/>
    <w:rsid w:val="00CD59B7"/>
    <w:rsid w:val="00CD5A01"/>
    <w:rsid w:val="00CD5B4E"/>
    <w:rsid w:val="00CD5C54"/>
    <w:rsid w:val="00CD6056"/>
    <w:rsid w:val="00CD646E"/>
    <w:rsid w:val="00CD6677"/>
    <w:rsid w:val="00CD680A"/>
    <w:rsid w:val="00CD6958"/>
    <w:rsid w:val="00CD6C43"/>
    <w:rsid w:val="00CD6CF3"/>
    <w:rsid w:val="00CD6D9B"/>
    <w:rsid w:val="00CD6EF0"/>
    <w:rsid w:val="00CD6F27"/>
    <w:rsid w:val="00CD715A"/>
    <w:rsid w:val="00CD75FD"/>
    <w:rsid w:val="00CD76E9"/>
    <w:rsid w:val="00CD77AE"/>
    <w:rsid w:val="00CD77E4"/>
    <w:rsid w:val="00CD78A6"/>
    <w:rsid w:val="00CD79D6"/>
    <w:rsid w:val="00CD7B0F"/>
    <w:rsid w:val="00CE00CB"/>
    <w:rsid w:val="00CE0269"/>
    <w:rsid w:val="00CE0431"/>
    <w:rsid w:val="00CE0601"/>
    <w:rsid w:val="00CE083E"/>
    <w:rsid w:val="00CE0A06"/>
    <w:rsid w:val="00CE0A0D"/>
    <w:rsid w:val="00CE0BC9"/>
    <w:rsid w:val="00CE0CB7"/>
    <w:rsid w:val="00CE0CC0"/>
    <w:rsid w:val="00CE0F36"/>
    <w:rsid w:val="00CE11FC"/>
    <w:rsid w:val="00CE127E"/>
    <w:rsid w:val="00CE13A9"/>
    <w:rsid w:val="00CE1419"/>
    <w:rsid w:val="00CE1600"/>
    <w:rsid w:val="00CE19BA"/>
    <w:rsid w:val="00CE19C5"/>
    <w:rsid w:val="00CE1A05"/>
    <w:rsid w:val="00CE1C71"/>
    <w:rsid w:val="00CE1F1C"/>
    <w:rsid w:val="00CE223B"/>
    <w:rsid w:val="00CE232E"/>
    <w:rsid w:val="00CE237C"/>
    <w:rsid w:val="00CE2456"/>
    <w:rsid w:val="00CE29C2"/>
    <w:rsid w:val="00CE2AE6"/>
    <w:rsid w:val="00CE2C2D"/>
    <w:rsid w:val="00CE2C3B"/>
    <w:rsid w:val="00CE305B"/>
    <w:rsid w:val="00CE30F2"/>
    <w:rsid w:val="00CE31C9"/>
    <w:rsid w:val="00CE3329"/>
    <w:rsid w:val="00CE34FA"/>
    <w:rsid w:val="00CE3591"/>
    <w:rsid w:val="00CE35EE"/>
    <w:rsid w:val="00CE3700"/>
    <w:rsid w:val="00CE371E"/>
    <w:rsid w:val="00CE399E"/>
    <w:rsid w:val="00CE3C31"/>
    <w:rsid w:val="00CE3C8E"/>
    <w:rsid w:val="00CE3D42"/>
    <w:rsid w:val="00CE3FD4"/>
    <w:rsid w:val="00CE3FDF"/>
    <w:rsid w:val="00CE4047"/>
    <w:rsid w:val="00CE4258"/>
    <w:rsid w:val="00CE43C7"/>
    <w:rsid w:val="00CE4471"/>
    <w:rsid w:val="00CE44DC"/>
    <w:rsid w:val="00CE469A"/>
    <w:rsid w:val="00CE484F"/>
    <w:rsid w:val="00CE4A21"/>
    <w:rsid w:val="00CE4A75"/>
    <w:rsid w:val="00CE5001"/>
    <w:rsid w:val="00CE5297"/>
    <w:rsid w:val="00CE56A0"/>
    <w:rsid w:val="00CE57E9"/>
    <w:rsid w:val="00CE57F7"/>
    <w:rsid w:val="00CE59CC"/>
    <w:rsid w:val="00CE5C7A"/>
    <w:rsid w:val="00CE5E41"/>
    <w:rsid w:val="00CE5EC8"/>
    <w:rsid w:val="00CE5F4B"/>
    <w:rsid w:val="00CE6128"/>
    <w:rsid w:val="00CE6205"/>
    <w:rsid w:val="00CE624C"/>
    <w:rsid w:val="00CE65C8"/>
    <w:rsid w:val="00CE6711"/>
    <w:rsid w:val="00CE6848"/>
    <w:rsid w:val="00CE68AD"/>
    <w:rsid w:val="00CE68BD"/>
    <w:rsid w:val="00CE68D2"/>
    <w:rsid w:val="00CE6CC7"/>
    <w:rsid w:val="00CE6D4D"/>
    <w:rsid w:val="00CE6DD2"/>
    <w:rsid w:val="00CE70E1"/>
    <w:rsid w:val="00CE716C"/>
    <w:rsid w:val="00CE7203"/>
    <w:rsid w:val="00CE7398"/>
    <w:rsid w:val="00CE73DA"/>
    <w:rsid w:val="00CE7524"/>
    <w:rsid w:val="00CE765A"/>
    <w:rsid w:val="00CE76D2"/>
    <w:rsid w:val="00CE7711"/>
    <w:rsid w:val="00CE7829"/>
    <w:rsid w:val="00CE7925"/>
    <w:rsid w:val="00CE7982"/>
    <w:rsid w:val="00CE7AFF"/>
    <w:rsid w:val="00CE7D1C"/>
    <w:rsid w:val="00CE7D5D"/>
    <w:rsid w:val="00CE7E22"/>
    <w:rsid w:val="00CF00D9"/>
    <w:rsid w:val="00CF0239"/>
    <w:rsid w:val="00CF0325"/>
    <w:rsid w:val="00CF03A9"/>
    <w:rsid w:val="00CF0519"/>
    <w:rsid w:val="00CF06D1"/>
    <w:rsid w:val="00CF0704"/>
    <w:rsid w:val="00CF0B74"/>
    <w:rsid w:val="00CF0C05"/>
    <w:rsid w:val="00CF0D02"/>
    <w:rsid w:val="00CF0F07"/>
    <w:rsid w:val="00CF1024"/>
    <w:rsid w:val="00CF12B4"/>
    <w:rsid w:val="00CF139B"/>
    <w:rsid w:val="00CF156A"/>
    <w:rsid w:val="00CF17FC"/>
    <w:rsid w:val="00CF1A24"/>
    <w:rsid w:val="00CF1CB4"/>
    <w:rsid w:val="00CF1CBD"/>
    <w:rsid w:val="00CF1E1A"/>
    <w:rsid w:val="00CF2253"/>
    <w:rsid w:val="00CF23B3"/>
    <w:rsid w:val="00CF23D3"/>
    <w:rsid w:val="00CF24A5"/>
    <w:rsid w:val="00CF251A"/>
    <w:rsid w:val="00CF2653"/>
    <w:rsid w:val="00CF274E"/>
    <w:rsid w:val="00CF27CC"/>
    <w:rsid w:val="00CF2852"/>
    <w:rsid w:val="00CF2D9E"/>
    <w:rsid w:val="00CF2EE6"/>
    <w:rsid w:val="00CF3370"/>
    <w:rsid w:val="00CF3373"/>
    <w:rsid w:val="00CF3434"/>
    <w:rsid w:val="00CF346A"/>
    <w:rsid w:val="00CF3688"/>
    <w:rsid w:val="00CF3A85"/>
    <w:rsid w:val="00CF3A8F"/>
    <w:rsid w:val="00CF3F76"/>
    <w:rsid w:val="00CF44DD"/>
    <w:rsid w:val="00CF450B"/>
    <w:rsid w:val="00CF45B0"/>
    <w:rsid w:val="00CF4784"/>
    <w:rsid w:val="00CF47C1"/>
    <w:rsid w:val="00CF4997"/>
    <w:rsid w:val="00CF49A3"/>
    <w:rsid w:val="00CF4C73"/>
    <w:rsid w:val="00CF4F51"/>
    <w:rsid w:val="00CF4FB4"/>
    <w:rsid w:val="00CF4FCE"/>
    <w:rsid w:val="00CF4FE4"/>
    <w:rsid w:val="00CF509E"/>
    <w:rsid w:val="00CF51D4"/>
    <w:rsid w:val="00CF529C"/>
    <w:rsid w:val="00CF536E"/>
    <w:rsid w:val="00CF55C3"/>
    <w:rsid w:val="00CF5640"/>
    <w:rsid w:val="00CF5668"/>
    <w:rsid w:val="00CF56F8"/>
    <w:rsid w:val="00CF5809"/>
    <w:rsid w:val="00CF5EF2"/>
    <w:rsid w:val="00CF5F53"/>
    <w:rsid w:val="00CF5FA6"/>
    <w:rsid w:val="00CF60FB"/>
    <w:rsid w:val="00CF64BE"/>
    <w:rsid w:val="00CF651F"/>
    <w:rsid w:val="00CF6611"/>
    <w:rsid w:val="00CF68E5"/>
    <w:rsid w:val="00CF6B0A"/>
    <w:rsid w:val="00CF6CA5"/>
    <w:rsid w:val="00CF6DE7"/>
    <w:rsid w:val="00CF6E59"/>
    <w:rsid w:val="00CF70DE"/>
    <w:rsid w:val="00CF72A6"/>
    <w:rsid w:val="00CF72F4"/>
    <w:rsid w:val="00CF7418"/>
    <w:rsid w:val="00CF750A"/>
    <w:rsid w:val="00CF758C"/>
    <w:rsid w:val="00CF77CD"/>
    <w:rsid w:val="00CF7997"/>
    <w:rsid w:val="00CF7A28"/>
    <w:rsid w:val="00CF7AA5"/>
    <w:rsid w:val="00CF7ADB"/>
    <w:rsid w:val="00CF7B89"/>
    <w:rsid w:val="00CF7BFB"/>
    <w:rsid w:val="00CF7C30"/>
    <w:rsid w:val="00CF7D3D"/>
    <w:rsid w:val="00CF7DD1"/>
    <w:rsid w:val="00CF7F0E"/>
    <w:rsid w:val="00CF7F59"/>
    <w:rsid w:val="00D000A6"/>
    <w:rsid w:val="00D000AE"/>
    <w:rsid w:val="00D0013A"/>
    <w:rsid w:val="00D002C2"/>
    <w:rsid w:val="00D002EA"/>
    <w:rsid w:val="00D0035C"/>
    <w:rsid w:val="00D0054A"/>
    <w:rsid w:val="00D005B4"/>
    <w:rsid w:val="00D00635"/>
    <w:rsid w:val="00D00714"/>
    <w:rsid w:val="00D0079D"/>
    <w:rsid w:val="00D008CD"/>
    <w:rsid w:val="00D008FE"/>
    <w:rsid w:val="00D009A0"/>
    <w:rsid w:val="00D00C1E"/>
    <w:rsid w:val="00D00C7C"/>
    <w:rsid w:val="00D00D64"/>
    <w:rsid w:val="00D00D80"/>
    <w:rsid w:val="00D00E52"/>
    <w:rsid w:val="00D00F78"/>
    <w:rsid w:val="00D010DF"/>
    <w:rsid w:val="00D01146"/>
    <w:rsid w:val="00D01725"/>
    <w:rsid w:val="00D019E7"/>
    <w:rsid w:val="00D01A4F"/>
    <w:rsid w:val="00D01B71"/>
    <w:rsid w:val="00D01BA9"/>
    <w:rsid w:val="00D01F00"/>
    <w:rsid w:val="00D0222D"/>
    <w:rsid w:val="00D024B5"/>
    <w:rsid w:val="00D024D6"/>
    <w:rsid w:val="00D0262F"/>
    <w:rsid w:val="00D02979"/>
    <w:rsid w:val="00D02F6F"/>
    <w:rsid w:val="00D02FE1"/>
    <w:rsid w:val="00D02FFE"/>
    <w:rsid w:val="00D03257"/>
    <w:rsid w:val="00D0337C"/>
    <w:rsid w:val="00D035C7"/>
    <w:rsid w:val="00D03682"/>
    <w:rsid w:val="00D03793"/>
    <w:rsid w:val="00D03796"/>
    <w:rsid w:val="00D0388E"/>
    <w:rsid w:val="00D03951"/>
    <w:rsid w:val="00D03E57"/>
    <w:rsid w:val="00D03E75"/>
    <w:rsid w:val="00D03F3B"/>
    <w:rsid w:val="00D0409F"/>
    <w:rsid w:val="00D04426"/>
    <w:rsid w:val="00D044C6"/>
    <w:rsid w:val="00D0490B"/>
    <w:rsid w:val="00D04BAE"/>
    <w:rsid w:val="00D04F66"/>
    <w:rsid w:val="00D04FA0"/>
    <w:rsid w:val="00D05163"/>
    <w:rsid w:val="00D05201"/>
    <w:rsid w:val="00D05281"/>
    <w:rsid w:val="00D054A0"/>
    <w:rsid w:val="00D054E5"/>
    <w:rsid w:val="00D05624"/>
    <w:rsid w:val="00D056B0"/>
    <w:rsid w:val="00D058B7"/>
    <w:rsid w:val="00D05C7D"/>
    <w:rsid w:val="00D05FC3"/>
    <w:rsid w:val="00D06093"/>
    <w:rsid w:val="00D067C5"/>
    <w:rsid w:val="00D068B9"/>
    <w:rsid w:val="00D06971"/>
    <w:rsid w:val="00D06BDC"/>
    <w:rsid w:val="00D06E0D"/>
    <w:rsid w:val="00D06F3F"/>
    <w:rsid w:val="00D07240"/>
    <w:rsid w:val="00D072E7"/>
    <w:rsid w:val="00D07388"/>
    <w:rsid w:val="00D07757"/>
    <w:rsid w:val="00D077C4"/>
    <w:rsid w:val="00D07AFF"/>
    <w:rsid w:val="00D07E36"/>
    <w:rsid w:val="00D07F39"/>
    <w:rsid w:val="00D10036"/>
    <w:rsid w:val="00D101D1"/>
    <w:rsid w:val="00D10258"/>
    <w:rsid w:val="00D1025C"/>
    <w:rsid w:val="00D1099E"/>
    <w:rsid w:val="00D10AAD"/>
    <w:rsid w:val="00D10BA4"/>
    <w:rsid w:val="00D10D50"/>
    <w:rsid w:val="00D11095"/>
    <w:rsid w:val="00D11816"/>
    <w:rsid w:val="00D11818"/>
    <w:rsid w:val="00D119DF"/>
    <w:rsid w:val="00D11A3F"/>
    <w:rsid w:val="00D11BB5"/>
    <w:rsid w:val="00D11CC6"/>
    <w:rsid w:val="00D11CF4"/>
    <w:rsid w:val="00D12350"/>
    <w:rsid w:val="00D12749"/>
    <w:rsid w:val="00D129FF"/>
    <w:rsid w:val="00D12A97"/>
    <w:rsid w:val="00D12D6C"/>
    <w:rsid w:val="00D130C7"/>
    <w:rsid w:val="00D1344D"/>
    <w:rsid w:val="00D134CC"/>
    <w:rsid w:val="00D13582"/>
    <w:rsid w:val="00D13642"/>
    <w:rsid w:val="00D138FE"/>
    <w:rsid w:val="00D13C47"/>
    <w:rsid w:val="00D13C80"/>
    <w:rsid w:val="00D13CDD"/>
    <w:rsid w:val="00D13DF7"/>
    <w:rsid w:val="00D13FE8"/>
    <w:rsid w:val="00D1401E"/>
    <w:rsid w:val="00D14033"/>
    <w:rsid w:val="00D140C8"/>
    <w:rsid w:val="00D14173"/>
    <w:rsid w:val="00D142B6"/>
    <w:rsid w:val="00D1441F"/>
    <w:rsid w:val="00D144C4"/>
    <w:rsid w:val="00D14956"/>
    <w:rsid w:val="00D14B27"/>
    <w:rsid w:val="00D14B3C"/>
    <w:rsid w:val="00D14F71"/>
    <w:rsid w:val="00D15177"/>
    <w:rsid w:val="00D151B2"/>
    <w:rsid w:val="00D154EC"/>
    <w:rsid w:val="00D15555"/>
    <w:rsid w:val="00D15644"/>
    <w:rsid w:val="00D1570F"/>
    <w:rsid w:val="00D15787"/>
    <w:rsid w:val="00D158B2"/>
    <w:rsid w:val="00D1594B"/>
    <w:rsid w:val="00D159D9"/>
    <w:rsid w:val="00D15A34"/>
    <w:rsid w:val="00D15B2E"/>
    <w:rsid w:val="00D15D80"/>
    <w:rsid w:val="00D15E5E"/>
    <w:rsid w:val="00D160B8"/>
    <w:rsid w:val="00D16324"/>
    <w:rsid w:val="00D16565"/>
    <w:rsid w:val="00D1682E"/>
    <w:rsid w:val="00D16AD3"/>
    <w:rsid w:val="00D16B2B"/>
    <w:rsid w:val="00D16BE8"/>
    <w:rsid w:val="00D16ECF"/>
    <w:rsid w:val="00D16F26"/>
    <w:rsid w:val="00D1730F"/>
    <w:rsid w:val="00D17346"/>
    <w:rsid w:val="00D173F4"/>
    <w:rsid w:val="00D174EB"/>
    <w:rsid w:val="00D1762E"/>
    <w:rsid w:val="00D176AA"/>
    <w:rsid w:val="00D176B6"/>
    <w:rsid w:val="00D176FA"/>
    <w:rsid w:val="00D17893"/>
    <w:rsid w:val="00D17A38"/>
    <w:rsid w:val="00D17C21"/>
    <w:rsid w:val="00D17DBF"/>
    <w:rsid w:val="00D2014C"/>
    <w:rsid w:val="00D201BC"/>
    <w:rsid w:val="00D20400"/>
    <w:rsid w:val="00D2046B"/>
    <w:rsid w:val="00D206B0"/>
    <w:rsid w:val="00D208B7"/>
    <w:rsid w:val="00D20CD5"/>
    <w:rsid w:val="00D20CEE"/>
    <w:rsid w:val="00D20F2B"/>
    <w:rsid w:val="00D210EE"/>
    <w:rsid w:val="00D211EE"/>
    <w:rsid w:val="00D21208"/>
    <w:rsid w:val="00D21344"/>
    <w:rsid w:val="00D21409"/>
    <w:rsid w:val="00D21723"/>
    <w:rsid w:val="00D21A5A"/>
    <w:rsid w:val="00D21A94"/>
    <w:rsid w:val="00D21B31"/>
    <w:rsid w:val="00D21C2F"/>
    <w:rsid w:val="00D21CC7"/>
    <w:rsid w:val="00D21D01"/>
    <w:rsid w:val="00D21DBC"/>
    <w:rsid w:val="00D21E4E"/>
    <w:rsid w:val="00D223E7"/>
    <w:rsid w:val="00D22656"/>
    <w:rsid w:val="00D22AD5"/>
    <w:rsid w:val="00D22B86"/>
    <w:rsid w:val="00D22DF9"/>
    <w:rsid w:val="00D22EE8"/>
    <w:rsid w:val="00D22F75"/>
    <w:rsid w:val="00D231AC"/>
    <w:rsid w:val="00D23328"/>
    <w:rsid w:val="00D23628"/>
    <w:rsid w:val="00D2364A"/>
    <w:rsid w:val="00D236E1"/>
    <w:rsid w:val="00D23874"/>
    <w:rsid w:val="00D23911"/>
    <w:rsid w:val="00D239B2"/>
    <w:rsid w:val="00D24025"/>
    <w:rsid w:val="00D24032"/>
    <w:rsid w:val="00D24220"/>
    <w:rsid w:val="00D24232"/>
    <w:rsid w:val="00D24250"/>
    <w:rsid w:val="00D24535"/>
    <w:rsid w:val="00D248A6"/>
    <w:rsid w:val="00D24998"/>
    <w:rsid w:val="00D24C69"/>
    <w:rsid w:val="00D250EC"/>
    <w:rsid w:val="00D25373"/>
    <w:rsid w:val="00D25687"/>
    <w:rsid w:val="00D257EE"/>
    <w:rsid w:val="00D258DE"/>
    <w:rsid w:val="00D25CBE"/>
    <w:rsid w:val="00D25F7F"/>
    <w:rsid w:val="00D26181"/>
    <w:rsid w:val="00D261FD"/>
    <w:rsid w:val="00D264BB"/>
    <w:rsid w:val="00D26684"/>
    <w:rsid w:val="00D269FB"/>
    <w:rsid w:val="00D26C48"/>
    <w:rsid w:val="00D26C76"/>
    <w:rsid w:val="00D26EBE"/>
    <w:rsid w:val="00D26EF8"/>
    <w:rsid w:val="00D27115"/>
    <w:rsid w:val="00D2761A"/>
    <w:rsid w:val="00D277D9"/>
    <w:rsid w:val="00D27A48"/>
    <w:rsid w:val="00D27A78"/>
    <w:rsid w:val="00D27B23"/>
    <w:rsid w:val="00D27DC6"/>
    <w:rsid w:val="00D27F13"/>
    <w:rsid w:val="00D27F65"/>
    <w:rsid w:val="00D30012"/>
    <w:rsid w:val="00D301CF"/>
    <w:rsid w:val="00D3058C"/>
    <w:rsid w:val="00D30ABE"/>
    <w:rsid w:val="00D30C78"/>
    <w:rsid w:val="00D30C97"/>
    <w:rsid w:val="00D30CBF"/>
    <w:rsid w:val="00D30E20"/>
    <w:rsid w:val="00D31029"/>
    <w:rsid w:val="00D31117"/>
    <w:rsid w:val="00D3137E"/>
    <w:rsid w:val="00D31621"/>
    <w:rsid w:val="00D31667"/>
    <w:rsid w:val="00D317F7"/>
    <w:rsid w:val="00D317FB"/>
    <w:rsid w:val="00D31C59"/>
    <w:rsid w:val="00D31EB2"/>
    <w:rsid w:val="00D31F16"/>
    <w:rsid w:val="00D3209C"/>
    <w:rsid w:val="00D323AF"/>
    <w:rsid w:val="00D323C2"/>
    <w:rsid w:val="00D325B0"/>
    <w:rsid w:val="00D326FC"/>
    <w:rsid w:val="00D3293F"/>
    <w:rsid w:val="00D3295A"/>
    <w:rsid w:val="00D329FA"/>
    <w:rsid w:val="00D32BBB"/>
    <w:rsid w:val="00D32C06"/>
    <w:rsid w:val="00D32D43"/>
    <w:rsid w:val="00D32E44"/>
    <w:rsid w:val="00D32EDF"/>
    <w:rsid w:val="00D3322B"/>
    <w:rsid w:val="00D3336D"/>
    <w:rsid w:val="00D3359C"/>
    <w:rsid w:val="00D33626"/>
    <w:rsid w:val="00D336C4"/>
    <w:rsid w:val="00D337C2"/>
    <w:rsid w:val="00D33861"/>
    <w:rsid w:val="00D33B11"/>
    <w:rsid w:val="00D343CE"/>
    <w:rsid w:val="00D34555"/>
    <w:rsid w:val="00D34646"/>
    <w:rsid w:val="00D3478D"/>
    <w:rsid w:val="00D34AD2"/>
    <w:rsid w:val="00D34DC4"/>
    <w:rsid w:val="00D34E06"/>
    <w:rsid w:val="00D34FA1"/>
    <w:rsid w:val="00D35018"/>
    <w:rsid w:val="00D3507A"/>
    <w:rsid w:val="00D350D8"/>
    <w:rsid w:val="00D35183"/>
    <w:rsid w:val="00D35327"/>
    <w:rsid w:val="00D35AAF"/>
    <w:rsid w:val="00D35AC0"/>
    <w:rsid w:val="00D35BE8"/>
    <w:rsid w:val="00D35E51"/>
    <w:rsid w:val="00D3601F"/>
    <w:rsid w:val="00D360EA"/>
    <w:rsid w:val="00D36298"/>
    <w:rsid w:val="00D3680F"/>
    <w:rsid w:val="00D36845"/>
    <w:rsid w:val="00D36E4D"/>
    <w:rsid w:val="00D36ECD"/>
    <w:rsid w:val="00D36F77"/>
    <w:rsid w:val="00D3708C"/>
    <w:rsid w:val="00D370D1"/>
    <w:rsid w:val="00D3727A"/>
    <w:rsid w:val="00D3738B"/>
    <w:rsid w:val="00D37412"/>
    <w:rsid w:val="00D374FD"/>
    <w:rsid w:val="00D3760E"/>
    <w:rsid w:val="00D37648"/>
    <w:rsid w:val="00D37700"/>
    <w:rsid w:val="00D37A50"/>
    <w:rsid w:val="00D37AAE"/>
    <w:rsid w:val="00D37AF5"/>
    <w:rsid w:val="00D37C44"/>
    <w:rsid w:val="00D37C4F"/>
    <w:rsid w:val="00D37C6A"/>
    <w:rsid w:val="00D37E01"/>
    <w:rsid w:val="00D4017A"/>
    <w:rsid w:val="00D4035A"/>
    <w:rsid w:val="00D40489"/>
    <w:rsid w:val="00D40504"/>
    <w:rsid w:val="00D406C3"/>
    <w:rsid w:val="00D409E7"/>
    <w:rsid w:val="00D40A62"/>
    <w:rsid w:val="00D40D8A"/>
    <w:rsid w:val="00D40E1E"/>
    <w:rsid w:val="00D40EE3"/>
    <w:rsid w:val="00D40F9D"/>
    <w:rsid w:val="00D411D6"/>
    <w:rsid w:val="00D411F7"/>
    <w:rsid w:val="00D411FA"/>
    <w:rsid w:val="00D4122C"/>
    <w:rsid w:val="00D41247"/>
    <w:rsid w:val="00D412BA"/>
    <w:rsid w:val="00D4130D"/>
    <w:rsid w:val="00D414B6"/>
    <w:rsid w:val="00D41517"/>
    <w:rsid w:val="00D4169E"/>
    <w:rsid w:val="00D41903"/>
    <w:rsid w:val="00D41963"/>
    <w:rsid w:val="00D41D0F"/>
    <w:rsid w:val="00D42176"/>
    <w:rsid w:val="00D423C4"/>
    <w:rsid w:val="00D428D2"/>
    <w:rsid w:val="00D42925"/>
    <w:rsid w:val="00D42B18"/>
    <w:rsid w:val="00D42BE0"/>
    <w:rsid w:val="00D42F2E"/>
    <w:rsid w:val="00D4302A"/>
    <w:rsid w:val="00D4306D"/>
    <w:rsid w:val="00D43235"/>
    <w:rsid w:val="00D4335B"/>
    <w:rsid w:val="00D43678"/>
    <w:rsid w:val="00D436BF"/>
    <w:rsid w:val="00D43835"/>
    <w:rsid w:val="00D4385E"/>
    <w:rsid w:val="00D43965"/>
    <w:rsid w:val="00D43A96"/>
    <w:rsid w:val="00D43E56"/>
    <w:rsid w:val="00D44153"/>
    <w:rsid w:val="00D441D2"/>
    <w:rsid w:val="00D44245"/>
    <w:rsid w:val="00D442AC"/>
    <w:rsid w:val="00D442EF"/>
    <w:rsid w:val="00D442FF"/>
    <w:rsid w:val="00D44514"/>
    <w:rsid w:val="00D448DB"/>
    <w:rsid w:val="00D448F1"/>
    <w:rsid w:val="00D4492B"/>
    <w:rsid w:val="00D44934"/>
    <w:rsid w:val="00D44AC0"/>
    <w:rsid w:val="00D44B5F"/>
    <w:rsid w:val="00D44BD8"/>
    <w:rsid w:val="00D44C54"/>
    <w:rsid w:val="00D44CDC"/>
    <w:rsid w:val="00D44D8E"/>
    <w:rsid w:val="00D44F87"/>
    <w:rsid w:val="00D4500E"/>
    <w:rsid w:val="00D45519"/>
    <w:rsid w:val="00D45544"/>
    <w:rsid w:val="00D456C4"/>
    <w:rsid w:val="00D456CD"/>
    <w:rsid w:val="00D456ED"/>
    <w:rsid w:val="00D457B1"/>
    <w:rsid w:val="00D457C3"/>
    <w:rsid w:val="00D45808"/>
    <w:rsid w:val="00D45A04"/>
    <w:rsid w:val="00D45FBB"/>
    <w:rsid w:val="00D46074"/>
    <w:rsid w:val="00D46145"/>
    <w:rsid w:val="00D46370"/>
    <w:rsid w:val="00D4679E"/>
    <w:rsid w:val="00D46C59"/>
    <w:rsid w:val="00D474C1"/>
    <w:rsid w:val="00D4781E"/>
    <w:rsid w:val="00D4796E"/>
    <w:rsid w:val="00D47F54"/>
    <w:rsid w:val="00D501A4"/>
    <w:rsid w:val="00D50238"/>
    <w:rsid w:val="00D50259"/>
    <w:rsid w:val="00D5030C"/>
    <w:rsid w:val="00D50514"/>
    <w:rsid w:val="00D50992"/>
    <w:rsid w:val="00D509B7"/>
    <w:rsid w:val="00D50A57"/>
    <w:rsid w:val="00D50AC9"/>
    <w:rsid w:val="00D50B1A"/>
    <w:rsid w:val="00D50B7B"/>
    <w:rsid w:val="00D50C3A"/>
    <w:rsid w:val="00D50D98"/>
    <w:rsid w:val="00D50E99"/>
    <w:rsid w:val="00D51071"/>
    <w:rsid w:val="00D510C5"/>
    <w:rsid w:val="00D510F7"/>
    <w:rsid w:val="00D5123D"/>
    <w:rsid w:val="00D51394"/>
    <w:rsid w:val="00D51787"/>
    <w:rsid w:val="00D517DC"/>
    <w:rsid w:val="00D5185F"/>
    <w:rsid w:val="00D51967"/>
    <w:rsid w:val="00D51B5D"/>
    <w:rsid w:val="00D51B94"/>
    <w:rsid w:val="00D51CAB"/>
    <w:rsid w:val="00D51D33"/>
    <w:rsid w:val="00D51D37"/>
    <w:rsid w:val="00D51DAD"/>
    <w:rsid w:val="00D51E2C"/>
    <w:rsid w:val="00D51E3B"/>
    <w:rsid w:val="00D52203"/>
    <w:rsid w:val="00D52250"/>
    <w:rsid w:val="00D522B9"/>
    <w:rsid w:val="00D525DE"/>
    <w:rsid w:val="00D52855"/>
    <w:rsid w:val="00D52856"/>
    <w:rsid w:val="00D52E00"/>
    <w:rsid w:val="00D52F1F"/>
    <w:rsid w:val="00D53285"/>
    <w:rsid w:val="00D53448"/>
    <w:rsid w:val="00D534F6"/>
    <w:rsid w:val="00D5351F"/>
    <w:rsid w:val="00D53727"/>
    <w:rsid w:val="00D538E6"/>
    <w:rsid w:val="00D53973"/>
    <w:rsid w:val="00D53A89"/>
    <w:rsid w:val="00D54135"/>
    <w:rsid w:val="00D54144"/>
    <w:rsid w:val="00D5437B"/>
    <w:rsid w:val="00D54486"/>
    <w:rsid w:val="00D54513"/>
    <w:rsid w:val="00D54871"/>
    <w:rsid w:val="00D549B8"/>
    <w:rsid w:val="00D54A78"/>
    <w:rsid w:val="00D54B60"/>
    <w:rsid w:val="00D54DAE"/>
    <w:rsid w:val="00D54E6F"/>
    <w:rsid w:val="00D54EBE"/>
    <w:rsid w:val="00D55062"/>
    <w:rsid w:val="00D5521C"/>
    <w:rsid w:val="00D55259"/>
    <w:rsid w:val="00D5534C"/>
    <w:rsid w:val="00D553B9"/>
    <w:rsid w:val="00D553ED"/>
    <w:rsid w:val="00D55959"/>
    <w:rsid w:val="00D5598C"/>
    <w:rsid w:val="00D55D86"/>
    <w:rsid w:val="00D55FE0"/>
    <w:rsid w:val="00D563DF"/>
    <w:rsid w:val="00D5644B"/>
    <w:rsid w:val="00D56672"/>
    <w:rsid w:val="00D569AF"/>
    <w:rsid w:val="00D569BD"/>
    <w:rsid w:val="00D56BDC"/>
    <w:rsid w:val="00D56E18"/>
    <w:rsid w:val="00D5700E"/>
    <w:rsid w:val="00D57223"/>
    <w:rsid w:val="00D572BE"/>
    <w:rsid w:val="00D573D6"/>
    <w:rsid w:val="00D5747A"/>
    <w:rsid w:val="00D574B3"/>
    <w:rsid w:val="00D574C3"/>
    <w:rsid w:val="00D574D5"/>
    <w:rsid w:val="00D574DD"/>
    <w:rsid w:val="00D5765A"/>
    <w:rsid w:val="00D578C6"/>
    <w:rsid w:val="00D57900"/>
    <w:rsid w:val="00D579D5"/>
    <w:rsid w:val="00D57CC6"/>
    <w:rsid w:val="00D60060"/>
    <w:rsid w:val="00D60098"/>
    <w:rsid w:val="00D60245"/>
    <w:rsid w:val="00D60291"/>
    <w:rsid w:val="00D607A6"/>
    <w:rsid w:val="00D6090A"/>
    <w:rsid w:val="00D609A6"/>
    <w:rsid w:val="00D60B4C"/>
    <w:rsid w:val="00D60B51"/>
    <w:rsid w:val="00D60DCC"/>
    <w:rsid w:val="00D60DD4"/>
    <w:rsid w:val="00D6157E"/>
    <w:rsid w:val="00D61699"/>
    <w:rsid w:val="00D617AE"/>
    <w:rsid w:val="00D617C8"/>
    <w:rsid w:val="00D618E2"/>
    <w:rsid w:val="00D61950"/>
    <w:rsid w:val="00D61965"/>
    <w:rsid w:val="00D61A7E"/>
    <w:rsid w:val="00D61CDC"/>
    <w:rsid w:val="00D61D4B"/>
    <w:rsid w:val="00D61EED"/>
    <w:rsid w:val="00D62119"/>
    <w:rsid w:val="00D624E0"/>
    <w:rsid w:val="00D6252D"/>
    <w:rsid w:val="00D62558"/>
    <w:rsid w:val="00D6257C"/>
    <w:rsid w:val="00D62584"/>
    <w:rsid w:val="00D62633"/>
    <w:rsid w:val="00D62724"/>
    <w:rsid w:val="00D62867"/>
    <w:rsid w:val="00D62875"/>
    <w:rsid w:val="00D628DE"/>
    <w:rsid w:val="00D62921"/>
    <w:rsid w:val="00D62922"/>
    <w:rsid w:val="00D629B9"/>
    <w:rsid w:val="00D62BB4"/>
    <w:rsid w:val="00D62F1A"/>
    <w:rsid w:val="00D6301B"/>
    <w:rsid w:val="00D6324F"/>
    <w:rsid w:val="00D636AF"/>
    <w:rsid w:val="00D637D7"/>
    <w:rsid w:val="00D63ACA"/>
    <w:rsid w:val="00D63CAD"/>
    <w:rsid w:val="00D63D46"/>
    <w:rsid w:val="00D63DDE"/>
    <w:rsid w:val="00D643F0"/>
    <w:rsid w:val="00D64447"/>
    <w:rsid w:val="00D6456C"/>
    <w:rsid w:val="00D6457D"/>
    <w:rsid w:val="00D648FB"/>
    <w:rsid w:val="00D64A2E"/>
    <w:rsid w:val="00D64D0C"/>
    <w:rsid w:val="00D64D3A"/>
    <w:rsid w:val="00D64F26"/>
    <w:rsid w:val="00D65079"/>
    <w:rsid w:val="00D654D7"/>
    <w:rsid w:val="00D6577C"/>
    <w:rsid w:val="00D6589A"/>
    <w:rsid w:val="00D65B1F"/>
    <w:rsid w:val="00D65C59"/>
    <w:rsid w:val="00D65E49"/>
    <w:rsid w:val="00D65EE5"/>
    <w:rsid w:val="00D66208"/>
    <w:rsid w:val="00D66451"/>
    <w:rsid w:val="00D666A8"/>
    <w:rsid w:val="00D66986"/>
    <w:rsid w:val="00D669FB"/>
    <w:rsid w:val="00D66ACE"/>
    <w:rsid w:val="00D66C60"/>
    <w:rsid w:val="00D66D53"/>
    <w:rsid w:val="00D66D65"/>
    <w:rsid w:val="00D6730E"/>
    <w:rsid w:val="00D67376"/>
    <w:rsid w:val="00D673A1"/>
    <w:rsid w:val="00D673EC"/>
    <w:rsid w:val="00D6740E"/>
    <w:rsid w:val="00D67434"/>
    <w:rsid w:val="00D67683"/>
    <w:rsid w:val="00D67A86"/>
    <w:rsid w:val="00D67DA6"/>
    <w:rsid w:val="00D7002C"/>
    <w:rsid w:val="00D70077"/>
    <w:rsid w:val="00D700FC"/>
    <w:rsid w:val="00D70334"/>
    <w:rsid w:val="00D7046A"/>
    <w:rsid w:val="00D70565"/>
    <w:rsid w:val="00D705E3"/>
    <w:rsid w:val="00D70651"/>
    <w:rsid w:val="00D70A3C"/>
    <w:rsid w:val="00D70ADD"/>
    <w:rsid w:val="00D70B53"/>
    <w:rsid w:val="00D71171"/>
    <w:rsid w:val="00D711D9"/>
    <w:rsid w:val="00D7133F"/>
    <w:rsid w:val="00D7151A"/>
    <w:rsid w:val="00D715D5"/>
    <w:rsid w:val="00D7162C"/>
    <w:rsid w:val="00D71A31"/>
    <w:rsid w:val="00D71B3B"/>
    <w:rsid w:val="00D71E64"/>
    <w:rsid w:val="00D723E1"/>
    <w:rsid w:val="00D7249D"/>
    <w:rsid w:val="00D72635"/>
    <w:rsid w:val="00D726C4"/>
    <w:rsid w:val="00D727A0"/>
    <w:rsid w:val="00D728C2"/>
    <w:rsid w:val="00D72B63"/>
    <w:rsid w:val="00D72E17"/>
    <w:rsid w:val="00D72E69"/>
    <w:rsid w:val="00D72FB1"/>
    <w:rsid w:val="00D73321"/>
    <w:rsid w:val="00D73398"/>
    <w:rsid w:val="00D73489"/>
    <w:rsid w:val="00D73542"/>
    <w:rsid w:val="00D73682"/>
    <w:rsid w:val="00D738FC"/>
    <w:rsid w:val="00D73A9C"/>
    <w:rsid w:val="00D73B32"/>
    <w:rsid w:val="00D73D54"/>
    <w:rsid w:val="00D73DAD"/>
    <w:rsid w:val="00D73F2A"/>
    <w:rsid w:val="00D73FFC"/>
    <w:rsid w:val="00D74081"/>
    <w:rsid w:val="00D7448B"/>
    <w:rsid w:val="00D746F2"/>
    <w:rsid w:val="00D746F6"/>
    <w:rsid w:val="00D74A1B"/>
    <w:rsid w:val="00D74A31"/>
    <w:rsid w:val="00D74C9B"/>
    <w:rsid w:val="00D74D38"/>
    <w:rsid w:val="00D75266"/>
    <w:rsid w:val="00D752CE"/>
    <w:rsid w:val="00D7538A"/>
    <w:rsid w:val="00D7582B"/>
    <w:rsid w:val="00D75AB9"/>
    <w:rsid w:val="00D75FCB"/>
    <w:rsid w:val="00D7600A"/>
    <w:rsid w:val="00D76043"/>
    <w:rsid w:val="00D762E3"/>
    <w:rsid w:val="00D7688D"/>
    <w:rsid w:val="00D768C8"/>
    <w:rsid w:val="00D76A12"/>
    <w:rsid w:val="00D76B1A"/>
    <w:rsid w:val="00D76BF5"/>
    <w:rsid w:val="00D76EAE"/>
    <w:rsid w:val="00D76F4C"/>
    <w:rsid w:val="00D76F95"/>
    <w:rsid w:val="00D770AF"/>
    <w:rsid w:val="00D772BB"/>
    <w:rsid w:val="00D772CB"/>
    <w:rsid w:val="00D7751E"/>
    <w:rsid w:val="00D77625"/>
    <w:rsid w:val="00D776DC"/>
    <w:rsid w:val="00D777A9"/>
    <w:rsid w:val="00D778BB"/>
    <w:rsid w:val="00D77908"/>
    <w:rsid w:val="00D77A0F"/>
    <w:rsid w:val="00D77A6A"/>
    <w:rsid w:val="00D77B64"/>
    <w:rsid w:val="00D77E7A"/>
    <w:rsid w:val="00D80096"/>
    <w:rsid w:val="00D800F1"/>
    <w:rsid w:val="00D80167"/>
    <w:rsid w:val="00D808F8"/>
    <w:rsid w:val="00D80C15"/>
    <w:rsid w:val="00D80E60"/>
    <w:rsid w:val="00D80F41"/>
    <w:rsid w:val="00D80FFD"/>
    <w:rsid w:val="00D81636"/>
    <w:rsid w:val="00D816DD"/>
    <w:rsid w:val="00D816EB"/>
    <w:rsid w:val="00D81714"/>
    <w:rsid w:val="00D81AF6"/>
    <w:rsid w:val="00D81BC4"/>
    <w:rsid w:val="00D81BDE"/>
    <w:rsid w:val="00D81CB9"/>
    <w:rsid w:val="00D820B4"/>
    <w:rsid w:val="00D82759"/>
    <w:rsid w:val="00D82B23"/>
    <w:rsid w:val="00D82CF8"/>
    <w:rsid w:val="00D82E61"/>
    <w:rsid w:val="00D82E87"/>
    <w:rsid w:val="00D830EB"/>
    <w:rsid w:val="00D832A2"/>
    <w:rsid w:val="00D832D0"/>
    <w:rsid w:val="00D833AF"/>
    <w:rsid w:val="00D833D4"/>
    <w:rsid w:val="00D836FD"/>
    <w:rsid w:val="00D837D7"/>
    <w:rsid w:val="00D838E9"/>
    <w:rsid w:val="00D839A8"/>
    <w:rsid w:val="00D83B7E"/>
    <w:rsid w:val="00D83BEC"/>
    <w:rsid w:val="00D83CB1"/>
    <w:rsid w:val="00D83F26"/>
    <w:rsid w:val="00D83FA7"/>
    <w:rsid w:val="00D84055"/>
    <w:rsid w:val="00D843CC"/>
    <w:rsid w:val="00D84442"/>
    <w:rsid w:val="00D84468"/>
    <w:rsid w:val="00D845EB"/>
    <w:rsid w:val="00D8460A"/>
    <w:rsid w:val="00D8469F"/>
    <w:rsid w:val="00D846F0"/>
    <w:rsid w:val="00D84781"/>
    <w:rsid w:val="00D84831"/>
    <w:rsid w:val="00D84857"/>
    <w:rsid w:val="00D849DD"/>
    <w:rsid w:val="00D84E85"/>
    <w:rsid w:val="00D84EA7"/>
    <w:rsid w:val="00D84F15"/>
    <w:rsid w:val="00D850FA"/>
    <w:rsid w:val="00D851C6"/>
    <w:rsid w:val="00D851CA"/>
    <w:rsid w:val="00D85253"/>
    <w:rsid w:val="00D8540E"/>
    <w:rsid w:val="00D85A6D"/>
    <w:rsid w:val="00D85CDD"/>
    <w:rsid w:val="00D85D0B"/>
    <w:rsid w:val="00D85D58"/>
    <w:rsid w:val="00D85DEF"/>
    <w:rsid w:val="00D86070"/>
    <w:rsid w:val="00D860B1"/>
    <w:rsid w:val="00D8642A"/>
    <w:rsid w:val="00D865FB"/>
    <w:rsid w:val="00D866B5"/>
    <w:rsid w:val="00D86A34"/>
    <w:rsid w:val="00D86EBA"/>
    <w:rsid w:val="00D86FDE"/>
    <w:rsid w:val="00D86FE6"/>
    <w:rsid w:val="00D87087"/>
    <w:rsid w:val="00D8718C"/>
    <w:rsid w:val="00D871AA"/>
    <w:rsid w:val="00D871E8"/>
    <w:rsid w:val="00D87386"/>
    <w:rsid w:val="00D874C9"/>
    <w:rsid w:val="00D874CB"/>
    <w:rsid w:val="00D8754A"/>
    <w:rsid w:val="00D87560"/>
    <w:rsid w:val="00D8758C"/>
    <w:rsid w:val="00D875AC"/>
    <w:rsid w:val="00D8769B"/>
    <w:rsid w:val="00D87701"/>
    <w:rsid w:val="00D87772"/>
    <w:rsid w:val="00D8792E"/>
    <w:rsid w:val="00D87D11"/>
    <w:rsid w:val="00D87E56"/>
    <w:rsid w:val="00D87EE4"/>
    <w:rsid w:val="00D87FB1"/>
    <w:rsid w:val="00D900DD"/>
    <w:rsid w:val="00D9019A"/>
    <w:rsid w:val="00D90223"/>
    <w:rsid w:val="00D90660"/>
    <w:rsid w:val="00D90791"/>
    <w:rsid w:val="00D90814"/>
    <w:rsid w:val="00D908DD"/>
    <w:rsid w:val="00D909F1"/>
    <w:rsid w:val="00D90D00"/>
    <w:rsid w:val="00D90E44"/>
    <w:rsid w:val="00D90EB0"/>
    <w:rsid w:val="00D90F1D"/>
    <w:rsid w:val="00D910C4"/>
    <w:rsid w:val="00D910D2"/>
    <w:rsid w:val="00D911B8"/>
    <w:rsid w:val="00D911F9"/>
    <w:rsid w:val="00D91220"/>
    <w:rsid w:val="00D91423"/>
    <w:rsid w:val="00D91CCE"/>
    <w:rsid w:val="00D91CF9"/>
    <w:rsid w:val="00D91F50"/>
    <w:rsid w:val="00D92125"/>
    <w:rsid w:val="00D922E3"/>
    <w:rsid w:val="00D92407"/>
    <w:rsid w:val="00D9296C"/>
    <w:rsid w:val="00D92A27"/>
    <w:rsid w:val="00D92B6F"/>
    <w:rsid w:val="00D92EE9"/>
    <w:rsid w:val="00D92EEA"/>
    <w:rsid w:val="00D9333B"/>
    <w:rsid w:val="00D933EA"/>
    <w:rsid w:val="00D93994"/>
    <w:rsid w:val="00D93A31"/>
    <w:rsid w:val="00D93AE6"/>
    <w:rsid w:val="00D93BFE"/>
    <w:rsid w:val="00D93CFB"/>
    <w:rsid w:val="00D93E62"/>
    <w:rsid w:val="00D94105"/>
    <w:rsid w:val="00D9446D"/>
    <w:rsid w:val="00D94539"/>
    <w:rsid w:val="00D94844"/>
    <w:rsid w:val="00D9487B"/>
    <w:rsid w:val="00D94A12"/>
    <w:rsid w:val="00D94CE1"/>
    <w:rsid w:val="00D94D9A"/>
    <w:rsid w:val="00D94F11"/>
    <w:rsid w:val="00D951EA"/>
    <w:rsid w:val="00D952E7"/>
    <w:rsid w:val="00D9538A"/>
    <w:rsid w:val="00D953BD"/>
    <w:rsid w:val="00D95664"/>
    <w:rsid w:val="00D95917"/>
    <w:rsid w:val="00D95D98"/>
    <w:rsid w:val="00D95EB0"/>
    <w:rsid w:val="00D95F9C"/>
    <w:rsid w:val="00D95FFE"/>
    <w:rsid w:val="00D96007"/>
    <w:rsid w:val="00D960B1"/>
    <w:rsid w:val="00D9613B"/>
    <w:rsid w:val="00D96172"/>
    <w:rsid w:val="00D96198"/>
    <w:rsid w:val="00D962E3"/>
    <w:rsid w:val="00D964AB"/>
    <w:rsid w:val="00D96615"/>
    <w:rsid w:val="00D96701"/>
    <w:rsid w:val="00D96709"/>
    <w:rsid w:val="00D9689E"/>
    <w:rsid w:val="00D968D8"/>
    <w:rsid w:val="00D968ED"/>
    <w:rsid w:val="00D969A4"/>
    <w:rsid w:val="00D969ED"/>
    <w:rsid w:val="00D96C3B"/>
    <w:rsid w:val="00D96DCB"/>
    <w:rsid w:val="00D97302"/>
    <w:rsid w:val="00D973DE"/>
    <w:rsid w:val="00D97460"/>
    <w:rsid w:val="00D975D7"/>
    <w:rsid w:val="00D9797E"/>
    <w:rsid w:val="00D979D8"/>
    <w:rsid w:val="00D97A77"/>
    <w:rsid w:val="00D97B58"/>
    <w:rsid w:val="00D97CFB"/>
    <w:rsid w:val="00D97F3F"/>
    <w:rsid w:val="00D97FAA"/>
    <w:rsid w:val="00DA02A1"/>
    <w:rsid w:val="00DA0374"/>
    <w:rsid w:val="00DA0392"/>
    <w:rsid w:val="00DA042E"/>
    <w:rsid w:val="00DA08A4"/>
    <w:rsid w:val="00DA0A94"/>
    <w:rsid w:val="00DA0B6B"/>
    <w:rsid w:val="00DA1018"/>
    <w:rsid w:val="00DA10D7"/>
    <w:rsid w:val="00DA1326"/>
    <w:rsid w:val="00DA1490"/>
    <w:rsid w:val="00DA14AB"/>
    <w:rsid w:val="00DA151D"/>
    <w:rsid w:val="00DA166F"/>
    <w:rsid w:val="00DA1AFB"/>
    <w:rsid w:val="00DA1C9F"/>
    <w:rsid w:val="00DA1D74"/>
    <w:rsid w:val="00DA2320"/>
    <w:rsid w:val="00DA24A6"/>
    <w:rsid w:val="00DA26B4"/>
    <w:rsid w:val="00DA27CF"/>
    <w:rsid w:val="00DA2A9E"/>
    <w:rsid w:val="00DA2BB3"/>
    <w:rsid w:val="00DA32AC"/>
    <w:rsid w:val="00DA3584"/>
    <w:rsid w:val="00DA35FC"/>
    <w:rsid w:val="00DA38D0"/>
    <w:rsid w:val="00DA399B"/>
    <w:rsid w:val="00DA3A59"/>
    <w:rsid w:val="00DA3CCF"/>
    <w:rsid w:val="00DA3E37"/>
    <w:rsid w:val="00DA3F4D"/>
    <w:rsid w:val="00DA4053"/>
    <w:rsid w:val="00DA488E"/>
    <w:rsid w:val="00DA4BA2"/>
    <w:rsid w:val="00DA4BA9"/>
    <w:rsid w:val="00DA4E63"/>
    <w:rsid w:val="00DA5075"/>
    <w:rsid w:val="00DA5078"/>
    <w:rsid w:val="00DA5517"/>
    <w:rsid w:val="00DA551A"/>
    <w:rsid w:val="00DA55F5"/>
    <w:rsid w:val="00DA580D"/>
    <w:rsid w:val="00DA592B"/>
    <w:rsid w:val="00DA5A7E"/>
    <w:rsid w:val="00DA5AF8"/>
    <w:rsid w:val="00DA5B69"/>
    <w:rsid w:val="00DA61C7"/>
    <w:rsid w:val="00DA61F0"/>
    <w:rsid w:val="00DA65F9"/>
    <w:rsid w:val="00DA6A9E"/>
    <w:rsid w:val="00DA6CA7"/>
    <w:rsid w:val="00DA72FA"/>
    <w:rsid w:val="00DA7778"/>
    <w:rsid w:val="00DA7BCB"/>
    <w:rsid w:val="00DA7C2B"/>
    <w:rsid w:val="00DA7E20"/>
    <w:rsid w:val="00DA7ECE"/>
    <w:rsid w:val="00DA7FB4"/>
    <w:rsid w:val="00DB042B"/>
    <w:rsid w:val="00DB0438"/>
    <w:rsid w:val="00DB0969"/>
    <w:rsid w:val="00DB0BE6"/>
    <w:rsid w:val="00DB0C81"/>
    <w:rsid w:val="00DB1034"/>
    <w:rsid w:val="00DB1143"/>
    <w:rsid w:val="00DB117C"/>
    <w:rsid w:val="00DB11B4"/>
    <w:rsid w:val="00DB1220"/>
    <w:rsid w:val="00DB140B"/>
    <w:rsid w:val="00DB1462"/>
    <w:rsid w:val="00DB1496"/>
    <w:rsid w:val="00DB14AE"/>
    <w:rsid w:val="00DB154E"/>
    <w:rsid w:val="00DB1603"/>
    <w:rsid w:val="00DB17B9"/>
    <w:rsid w:val="00DB1D17"/>
    <w:rsid w:val="00DB1D54"/>
    <w:rsid w:val="00DB1E25"/>
    <w:rsid w:val="00DB1E6C"/>
    <w:rsid w:val="00DB1F5A"/>
    <w:rsid w:val="00DB1F8E"/>
    <w:rsid w:val="00DB240C"/>
    <w:rsid w:val="00DB27BC"/>
    <w:rsid w:val="00DB27D8"/>
    <w:rsid w:val="00DB27E8"/>
    <w:rsid w:val="00DB298C"/>
    <w:rsid w:val="00DB2CC4"/>
    <w:rsid w:val="00DB2DE6"/>
    <w:rsid w:val="00DB2EDA"/>
    <w:rsid w:val="00DB2FA6"/>
    <w:rsid w:val="00DB32E4"/>
    <w:rsid w:val="00DB3616"/>
    <w:rsid w:val="00DB361A"/>
    <w:rsid w:val="00DB36C2"/>
    <w:rsid w:val="00DB371D"/>
    <w:rsid w:val="00DB3737"/>
    <w:rsid w:val="00DB37B3"/>
    <w:rsid w:val="00DB3A0B"/>
    <w:rsid w:val="00DB3A32"/>
    <w:rsid w:val="00DB3CDF"/>
    <w:rsid w:val="00DB3D87"/>
    <w:rsid w:val="00DB3E38"/>
    <w:rsid w:val="00DB3EEF"/>
    <w:rsid w:val="00DB3F23"/>
    <w:rsid w:val="00DB4000"/>
    <w:rsid w:val="00DB4048"/>
    <w:rsid w:val="00DB406E"/>
    <w:rsid w:val="00DB42E3"/>
    <w:rsid w:val="00DB488C"/>
    <w:rsid w:val="00DB49D8"/>
    <w:rsid w:val="00DB4C2B"/>
    <w:rsid w:val="00DB5074"/>
    <w:rsid w:val="00DB511D"/>
    <w:rsid w:val="00DB5650"/>
    <w:rsid w:val="00DB5763"/>
    <w:rsid w:val="00DB578C"/>
    <w:rsid w:val="00DB581C"/>
    <w:rsid w:val="00DB58EC"/>
    <w:rsid w:val="00DB5EE8"/>
    <w:rsid w:val="00DB5F9B"/>
    <w:rsid w:val="00DB6081"/>
    <w:rsid w:val="00DB61AD"/>
    <w:rsid w:val="00DB6232"/>
    <w:rsid w:val="00DB62A8"/>
    <w:rsid w:val="00DB62AC"/>
    <w:rsid w:val="00DB6350"/>
    <w:rsid w:val="00DB675B"/>
    <w:rsid w:val="00DB68A1"/>
    <w:rsid w:val="00DB68AD"/>
    <w:rsid w:val="00DB6C82"/>
    <w:rsid w:val="00DB6CB5"/>
    <w:rsid w:val="00DB6DD7"/>
    <w:rsid w:val="00DB73A8"/>
    <w:rsid w:val="00DB74C3"/>
    <w:rsid w:val="00DB7743"/>
    <w:rsid w:val="00DB7D16"/>
    <w:rsid w:val="00DB7D1C"/>
    <w:rsid w:val="00DB7D64"/>
    <w:rsid w:val="00DB7DE9"/>
    <w:rsid w:val="00DB7E04"/>
    <w:rsid w:val="00DB7E0C"/>
    <w:rsid w:val="00DC014B"/>
    <w:rsid w:val="00DC03BE"/>
    <w:rsid w:val="00DC085F"/>
    <w:rsid w:val="00DC0BA1"/>
    <w:rsid w:val="00DC0BDF"/>
    <w:rsid w:val="00DC0C1F"/>
    <w:rsid w:val="00DC0D3A"/>
    <w:rsid w:val="00DC0DE3"/>
    <w:rsid w:val="00DC1045"/>
    <w:rsid w:val="00DC1082"/>
    <w:rsid w:val="00DC11AC"/>
    <w:rsid w:val="00DC11CF"/>
    <w:rsid w:val="00DC125B"/>
    <w:rsid w:val="00DC1378"/>
    <w:rsid w:val="00DC14C5"/>
    <w:rsid w:val="00DC14EE"/>
    <w:rsid w:val="00DC1735"/>
    <w:rsid w:val="00DC17E5"/>
    <w:rsid w:val="00DC1C04"/>
    <w:rsid w:val="00DC1DD2"/>
    <w:rsid w:val="00DC1E51"/>
    <w:rsid w:val="00DC1F39"/>
    <w:rsid w:val="00DC2208"/>
    <w:rsid w:val="00DC234B"/>
    <w:rsid w:val="00DC23FC"/>
    <w:rsid w:val="00DC2720"/>
    <w:rsid w:val="00DC2731"/>
    <w:rsid w:val="00DC29E0"/>
    <w:rsid w:val="00DC2A54"/>
    <w:rsid w:val="00DC3176"/>
    <w:rsid w:val="00DC31C6"/>
    <w:rsid w:val="00DC3259"/>
    <w:rsid w:val="00DC366A"/>
    <w:rsid w:val="00DC39A9"/>
    <w:rsid w:val="00DC3C4C"/>
    <w:rsid w:val="00DC3C50"/>
    <w:rsid w:val="00DC3C55"/>
    <w:rsid w:val="00DC3D90"/>
    <w:rsid w:val="00DC3E5C"/>
    <w:rsid w:val="00DC3EBA"/>
    <w:rsid w:val="00DC4007"/>
    <w:rsid w:val="00DC4255"/>
    <w:rsid w:val="00DC45AA"/>
    <w:rsid w:val="00DC46FA"/>
    <w:rsid w:val="00DC4785"/>
    <w:rsid w:val="00DC49A5"/>
    <w:rsid w:val="00DC4A2D"/>
    <w:rsid w:val="00DC4AF5"/>
    <w:rsid w:val="00DC4C94"/>
    <w:rsid w:val="00DC4E90"/>
    <w:rsid w:val="00DC4F6F"/>
    <w:rsid w:val="00DC5075"/>
    <w:rsid w:val="00DC551F"/>
    <w:rsid w:val="00DC55BB"/>
    <w:rsid w:val="00DC56AE"/>
    <w:rsid w:val="00DC5B49"/>
    <w:rsid w:val="00DC5C3E"/>
    <w:rsid w:val="00DC5E26"/>
    <w:rsid w:val="00DC5E9B"/>
    <w:rsid w:val="00DC5EB5"/>
    <w:rsid w:val="00DC5EE3"/>
    <w:rsid w:val="00DC6111"/>
    <w:rsid w:val="00DC621A"/>
    <w:rsid w:val="00DC681B"/>
    <w:rsid w:val="00DC68E5"/>
    <w:rsid w:val="00DC6939"/>
    <w:rsid w:val="00DC6A4A"/>
    <w:rsid w:val="00DC6B83"/>
    <w:rsid w:val="00DC6C34"/>
    <w:rsid w:val="00DC6D6B"/>
    <w:rsid w:val="00DC6E2D"/>
    <w:rsid w:val="00DC7439"/>
    <w:rsid w:val="00DC7507"/>
    <w:rsid w:val="00DC7B1B"/>
    <w:rsid w:val="00DC7DC6"/>
    <w:rsid w:val="00DC7FE3"/>
    <w:rsid w:val="00DD01A9"/>
    <w:rsid w:val="00DD0245"/>
    <w:rsid w:val="00DD0279"/>
    <w:rsid w:val="00DD02E3"/>
    <w:rsid w:val="00DD058A"/>
    <w:rsid w:val="00DD0805"/>
    <w:rsid w:val="00DD09EB"/>
    <w:rsid w:val="00DD1082"/>
    <w:rsid w:val="00DD1135"/>
    <w:rsid w:val="00DD125B"/>
    <w:rsid w:val="00DD148D"/>
    <w:rsid w:val="00DD150C"/>
    <w:rsid w:val="00DD1566"/>
    <w:rsid w:val="00DD169C"/>
    <w:rsid w:val="00DD1709"/>
    <w:rsid w:val="00DD1892"/>
    <w:rsid w:val="00DD1AD4"/>
    <w:rsid w:val="00DD1C7C"/>
    <w:rsid w:val="00DD1D4B"/>
    <w:rsid w:val="00DD1D59"/>
    <w:rsid w:val="00DD1EE1"/>
    <w:rsid w:val="00DD2477"/>
    <w:rsid w:val="00DD2978"/>
    <w:rsid w:val="00DD2B8C"/>
    <w:rsid w:val="00DD2C2B"/>
    <w:rsid w:val="00DD2CC3"/>
    <w:rsid w:val="00DD2E35"/>
    <w:rsid w:val="00DD2FEF"/>
    <w:rsid w:val="00DD302D"/>
    <w:rsid w:val="00DD345D"/>
    <w:rsid w:val="00DD36F9"/>
    <w:rsid w:val="00DD3833"/>
    <w:rsid w:val="00DD3A5E"/>
    <w:rsid w:val="00DD3A9D"/>
    <w:rsid w:val="00DD3B7F"/>
    <w:rsid w:val="00DD3D08"/>
    <w:rsid w:val="00DD3D55"/>
    <w:rsid w:val="00DD3D70"/>
    <w:rsid w:val="00DD3F0F"/>
    <w:rsid w:val="00DD4008"/>
    <w:rsid w:val="00DD40C0"/>
    <w:rsid w:val="00DD423C"/>
    <w:rsid w:val="00DD42FE"/>
    <w:rsid w:val="00DD43D1"/>
    <w:rsid w:val="00DD4535"/>
    <w:rsid w:val="00DD46D5"/>
    <w:rsid w:val="00DD4977"/>
    <w:rsid w:val="00DD4B16"/>
    <w:rsid w:val="00DD4C9D"/>
    <w:rsid w:val="00DD4D98"/>
    <w:rsid w:val="00DD4F28"/>
    <w:rsid w:val="00DD5019"/>
    <w:rsid w:val="00DD51FC"/>
    <w:rsid w:val="00DD52A3"/>
    <w:rsid w:val="00DD537B"/>
    <w:rsid w:val="00DD53C2"/>
    <w:rsid w:val="00DD5504"/>
    <w:rsid w:val="00DD55C0"/>
    <w:rsid w:val="00DD55EC"/>
    <w:rsid w:val="00DD5687"/>
    <w:rsid w:val="00DD57AA"/>
    <w:rsid w:val="00DD57D2"/>
    <w:rsid w:val="00DD5893"/>
    <w:rsid w:val="00DD5966"/>
    <w:rsid w:val="00DD5A2A"/>
    <w:rsid w:val="00DD5CA2"/>
    <w:rsid w:val="00DD5CAB"/>
    <w:rsid w:val="00DD5E09"/>
    <w:rsid w:val="00DD5E60"/>
    <w:rsid w:val="00DD5FB1"/>
    <w:rsid w:val="00DD616F"/>
    <w:rsid w:val="00DD61D5"/>
    <w:rsid w:val="00DD625B"/>
    <w:rsid w:val="00DD66CC"/>
    <w:rsid w:val="00DD688A"/>
    <w:rsid w:val="00DD695D"/>
    <w:rsid w:val="00DD6A5D"/>
    <w:rsid w:val="00DD6BD8"/>
    <w:rsid w:val="00DD6C44"/>
    <w:rsid w:val="00DD6CF7"/>
    <w:rsid w:val="00DD6D0F"/>
    <w:rsid w:val="00DD6DB4"/>
    <w:rsid w:val="00DD6EE4"/>
    <w:rsid w:val="00DD7312"/>
    <w:rsid w:val="00DD79B8"/>
    <w:rsid w:val="00DD79DD"/>
    <w:rsid w:val="00DD7BF6"/>
    <w:rsid w:val="00DD7C84"/>
    <w:rsid w:val="00DD7DA2"/>
    <w:rsid w:val="00DD7DE4"/>
    <w:rsid w:val="00DE03B7"/>
    <w:rsid w:val="00DE03E8"/>
    <w:rsid w:val="00DE040E"/>
    <w:rsid w:val="00DE04B4"/>
    <w:rsid w:val="00DE07BC"/>
    <w:rsid w:val="00DE0807"/>
    <w:rsid w:val="00DE0C8B"/>
    <w:rsid w:val="00DE0CE1"/>
    <w:rsid w:val="00DE0E8D"/>
    <w:rsid w:val="00DE103C"/>
    <w:rsid w:val="00DE11C0"/>
    <w:rsid w:val="00DE12EF"/>
    <w:rsid w:val="00DE131E"/>
    <w:rsid w:val="00DE138F"/>
    <w:rsid w:val="00DE1471"/>
    <w:rsid w:val="00DE1534"/>
    <w:rsid w:val="00DE156D"/>
    <w:rsid w:val="00DE162C"/>
    <w:rsid w:val="00DE17B1"/>
    <w:rsid w:val="00DE17E3"/>
    <w:rsid w:val="00DE18D3"/>
    <w:rsid w:val="00DE1A15"/>
    <w:rsid w:val="00DE1A3F"/>
    <w:rsid w:val="00DE1B92"/>
    <w:rsid w:val="00DE1BDC"/>
    <w:rsid w:val="00DE1F32"/>
    <w:rsid w:val="00DE1F54"/>
    <w:rsid w:val="00DE1F95"/>
    <w:rsid w:val="00DE200C"/>
    <w:rsid w:val="00DE21E1"/>
    <w:rsid w:val="00DE2337"/>
    <w:rsid w:val="00DE2375"/>
    <w:rsid w:val="00DE27F5"/>
    <w:rsid w:val="00DE288D"/>
    <w:rsid w:val="00DE2A70"/>
    <w:rsid w:val="00DE2AA9"/>
    <w:rsid w:val="00DE2B1C"/>
    <w:rsid w:val="00DE2CE4"/>
    <w:rsid w:val="00DE2D65"/>
    <w:rsid w:val="00DE30E2"/>
    <w:rsid w:val="00DE326F"/>
    <w:rsid w:val="00DE342C"/>
    <w:rsid w:val="00DE344A"/>
    <w:rsid w:val="00DE373E"/>
    <w:rsid w:val="00DE37D8"/>
    <w:rsid w:val="00DE3A85"/>
    <w:rsid w:val="00DE43DE"/>
    <w:rsid w:val="00DE445A"/>
    <w:rsid w:val="00DE46F4"/>
    <w:rsid w:val="00DE474A"/>
    <w:rsid w:val="00DE47AA"/>
    <w:rsid w:val="00DE47DB"/>
    <w:rsid w:val="00DE4A10"/>
    <w:rsid w:val="00DE4AF2"/>
    <w:rsid w:val="00DE4BC3"/>
    <w:rsid w:val="00DE4C24"/>
    <w:rsid w:val="00DE4DB3"/>
    <w:rsid w:val="00DE4E4C"/>
    <w:rsid w:val="00DE4E60"/>
    <w:rsid w:val="00DE544F"/>
    <w:rsid w:val="00DE585B"/>
    <w:rsid w:val="00DE5E29"/>
    <w:rsid w:val="00DE5EB2"/>
    <w:rsid w:val="00DE6393"/>
    <w:rsid w:val="00DE65C5"/>
    <w:rsid w:val="00DE66BA"/>
    <w:rsid w:val="00DE6A8E"/>
    <w:rsid w:val="00DE6AB4"/>
    <w:rsid w:val="00DE6BA3"/>
    <w:rsid w:val="00DE6C1F"/>
    <w:rsid w:val="00DE6C83"/>
    <w:rsid w:val="00DE6D18"/>
    <w:rsid w:val="00DE6DF2"/>
    <w:rsid w:val="00DE6E04"/>
    <w:rsid w:val="00DE706B"/>
    <w:rsid w:val="00DE70E6"/>
    <w:rsid w:val="00DE72F0"/>
    <w:rsid w:val="00DE76DC"/>
    <w:rsid w:val="00DE781B"/>
    <w:rsid w:val="00DE7A80"/>
    <w:rsid w:val="00DE7B52"/>
    <w:rsid w:val="00DF0088"/>
    <w:rsid w:val="00DF0233"/>
    <w:rsid w:val="00DF041B"/>
    <w:rsid w:val="00DF064C"/>
    <w:rsid w:val="00DF0735"/>
    <w:rsid w:val="00DF097E"/>
    <w:rsid w:val="00DF0B1A"/>
    <w:rsid w:val="00DF0B1E"/>
    <w:rsid w:val="00DF0BE1"/>
    <w:rsid w:val="00DF0CFD"/>
    <w:rsid w:val="00DF0DDC"/>
    <w:rsid w:val="00DF1336"/>
    <w:rsid w:val="00DF13F2"/>
    <w:rsid w:val="00DF14A3"/>
    <w:rsid w:val="00DF152B"/>
    <w:rsid w:val="00DF15CC"/>
    <w:rsid w:val="00DF16B7"/>
    <w:rsid w:val="00DF17D4"/>
    <w:rsid w:val="00DF19C3"/>
    <w:rsid w:val="00DF19E8"/>
    <w:rsid w:val="00DF19EA"/>
    <w:rsid w:val="00DF1AC5"/>
    <w:rsid w:val="00DF1B92"/>
    <w:rsid w:val="00DF1F47"/>
    <w:rsid w:val="00DF20B5"/>
    <w:rsid w:val="00DF20F2"/>
    <w:rsid w:val="00DF213C"/>
    <w:rsid w:val="00DF22A3"/>
    <w:rsid w:val="00DF232F"/>
    <w:rsid w:val="00DF2639"/>
    <w:rsid w:val="00DF27EB"/>
    <w:rsid w:val="00DF2916"/>
    <w:rsid w:val="00DF2A7D"/>
    <w:rsid w:val="00DF2B1F"/>
    <w:rsid w:val="00DF2C59"/>
    <w:rsid w:val="00DF2DB6"/>
    <w:rsid w:val="00DF310C"/>
    <w:rsid w:val="00DF32B1"/>
    <w:rsid w:val="00DF33E4"/>
    <w:rsid w:val="00DF36E4"/>
    <w:rsid w:val="00DF3D92"/>
    <w:rsid w:val="00DF3F77"/>
    <w:rsid w:val="00DF4061"/>
    <w:rsid w:val="00DF41D5"/>
    <w:rsid w:val="00DF448A"/>
    <w:rsid w:val="00DF4651"/>
    <w:rsid w:val="00DF4751"/>
    <w:rsid w:val="00DF4AD6"/>
    <w:rsid w:val="00DF4B35"/>
    <w:rsid w:val="00DF4F76"/>
    <w:rsid w:val="00DF5132"/>
    <w:rsid w:val="00DF513E"/>
    <w:rsid w:val="00DF515F"/>
    <w:rsid w:val="00DF53F7"/>
    <w:rsid w:val="00DF5782"/>
    <w:rsid w:val="00DF57C3"/>
    <w:rsid w:val="00DF5852"/>
    <w:rsid w:val="00DF5898"/>
    <w:rsid w:val="00DF597D"/>
    <w:rsid w:val="00DF5B42"/>
    <w:rsid w:val="00DF5BAF"/>
    <w:rsid w:val="00DF5DB4"/>
    <w:rsid w:val="00DF60C2"/>
    <w:rsid w:val="00DF622D"/>
    <w:rsid w:val="00DF6265"/>
    <w:rsid w:val="00DF6280"/>
    <w:rsid w:val="00DF6415"/>
    <w:rsid w:val="00DF6492"/>
    <w:rsid w:val="00DF6647"/>
    <w:rsid w:val="00DF6876"/>
    <w:rsid w:val="00DF69B1"/>
    <w:rsid w:val="00DF6A16"/>
    <w:rsid w:val="00DF6A1C"/>
    <w:rsid w:val="00DF6A70"/>
    <w:rsid w:val="00DF6A83"/>
    <w:rsid w:val="00DF6C43"/>
    <w:rsid w:val="00DF6C9D"/>
    <w:rsid w:val="00DF6CD1"/>
    <w:rsid w:val="00DF6E95"/>
    <w:rsid w:val="00DF7088"/>
    <w:rsid w:val="00DF744C"/>
    <w:rsid w:val="00DF75BF"/>
    <w:rsid w:val="00DF7AAA"/>
    <w:rsid w:val="00DF7F24"/>
    <w:rsid w:val="00DF7F33"/>
    <w:rsid w:val="00DF7FDA"/>
    <w:rsid w:val="00E00184"/>
    <w:rsid w:val="00E004F8"/>
    <w:rsid w:val="00E0050B"/>
    <w:rsid w:val="00E00646"/>
    <w:rsid w:val="00E00809"/>
    <w:rsid w:val="00E00924"/>
    <w:rsid w:val="00E00C11"/>
    <w:rsid w:val="00E00E7B"/>
    <w:rsid w:val="00E00F64"/>
    <w:rsid w:val="00E01319"/>
    <w:rsid w:val="00E01330"/>
    <w:rsid w:val="00E01395"/>
    <w:rsid w:val="00E01690"/>
    <w:rsid w:val="00E01695"/>
    <w:rsid w:val="00E016BB"/>
    <w:rsid w:val="00E01776"/>
    <w:rsid w:val="00E01885"/>
    <w:rsid w:val="00E01948"/>
    <w:rsid w:val="00E019B5"/>
    <w:rsid w:val="00E01B56"/>
    <w:rsid w:val="00E01B75"/>
    <w:rsid w:val="00E02020"/>
    <w:rsid w:val="00E02143"/>
    <w:rsid w:val="00E0215B"/>
    <w:rsid w:val="00E021E6"/>
    <w:rsid w:val="00E02A9A"/>
    <w:rsid w:val="00E02AA9"/>
    <w:rsid w:val="00E02C14"/>
    <w:rsid w:val="00E02D0E"/>
    <w:rsid w:val="00E02E62"/>
    <w:rsid w:val="00E02E65"/>
    <w:rsid w:val="00E02F1D"/>
    <w:rsid w:val="00E02F1E"/>
    <w:rsid w:val="00E030A3"/>
    <w:rsid w:val="00E030B7"/>
    <w:rsid w:val="00E0326E"/>
    <w:rsid w:val="00E03274"/>
    <w:rsid w:val="00E032A1"/>
    <w:rsid w:val="00E03514"/>
    <w:rsid w:val="00E03568"/>
    <w:rsid w:val="00E03966"/>
    <w:rsid w:val="00E03A80"/>
    <w:rsid w:val="00E03BAA"/>
    <w:rsid w:val="00E043D4"/>
    <w:rsid w:val="00E04472"/>
    <w:rsid w:val="00E046B7"/>
    <w:rsid w:val="00E04C67"/>
    <w:rsid w:val="00E04CCD"/>
    <w:rsid w:val="00E04E92"/>
    <w:rsid w:val="00E04FD6"/>
    <w:rsid w:val="00E0514D"/>
    <w:rsid w:val="00E051A5"/>
    <w:rsid w:val="00E05374"/>
    <w:rsid w:val="00E05505"/>
    <w:rsid w:val="00E055CD"/>
    <w:rsid w:val="00E05709"/>
    <w:rsid w:val="00E058DF"/>
    <w:rsid w:val="00E05968"/>
    <w:rsid w:val="00E06058"/>
    <w:rsid w:val="00E0609C"/>
    <w:rsid w:val="00E0614E"/>
    <w:rsid w:val="00E06198"/>
    <w:rsid w:val="00E061AE"/>
    <w:rsid w:val="00E062E9"/>
    <w:rsid w:val="00E06322"/>
    <w:rsid w:val="00E064E7"/>
    <w:rsid w:val="00E0686F"/>
    <w:rsid w:val="00E068C5"/>
    <w:rsid w:val="00E06949"/>
    <w:rsid w:val="00E06A18"/>
    <w:rsid w:val="00E06A3B"/>
    <w:rsid w:val="00E072B8"/>
    <w:rsid w:val="00E072D8"/>
    <w:rsid w:val="00E074C2"/>
    <w:rsid w:val="00E0773F"/>
    <w:rsid w:val="00E0788F"/>
    <w:rsid w:val="00E07943"/>
    <w:rsid w:val="00E07EF9"/>
    <w:rsid w:val="00E07F0C"/>
    <w:rsid w:val="00E07F36"/>
    <w:rsid w:val="00E101AF"/>
    <w:rsid w:val="00E10360"/>
    <w:rsid w:val="00E1036A"/>
    <w:rsid w:val="00E104DF"/>
    <w:rsid w:val="00E1070C"/>
    <w:rsid w:val="00E108F4"/>
    <w:rsid w:val="00E109FC"/>
    <w:rsid w:val="00E10EEC"/>
    <w:rsid w:val="00E10FA7"/>
    <w:rsid w:val="00E1101B"/>
    <w:rsid w:val="00E11203"/>
    <w:rsid w:val="00E1132E"/>
    <w:rsid w:val="00E11A57"/>
    <w:rsid w:val="00E11BAC"/>
    <w:rsid w:val="00E11EB9"/>
    <w:rsid w:val="00E12046"/>
    <w:rsid w:val="00E1206A"/>
    <w:rsid w:val="00E1207B"/>
    <w:rsid w:val="00E1234E"/>
    <w:rsid w:val="00E12378"/>
    <w:rsid w:val="00E123B4"/>
    <w:rsid w:val="00E124AD"/>
    <w:rsid w:val="00E124D0"/>
    <w:rsid w:val="00E124DA"/>
    <w:rsid w:val="00E126DB"/>
    <w:rsid w:val="00E129A2"/>
    <w:rsid w:val="00E12A5C"/>
    <w:rsid w:val="00E12CEB"/>
    <w:rsid w:val="00E12D5D"/>
    <w:rsid w:val="00E12DA2"/>
    <w:rsid w:val="00E12F6D"/>
    <w:rsid w:val="00E1345F"/>
    <w:rsid w:val="00E13817"/>
    <w:rsid w:val="00E1385D"/>
    <w:rsid w:val="00E138B0"/>
    <w:rsid w:val="00E13D18"/>
    <w:rsid w:val="00E13E76"/>
    <w:rsid w:val="00E13EFB"/>
    <w:rsid w:val="00E14196"/>
    <w:rsid w:val="00E14321"/>
    <w:rsid w:val="00E1471D"/>
    <w:rsid w:val="00E148BA"/>
    <w:rsid w:val="00E14A64"/>
    <w:rsid w:val="00E15368"/>
    <w:rsid w:val="00E154F1"/>
    <w:rsid w:val="00E1554B"/>
    <w:rsid w:val="00E1562C"/>
    <w:rsid w:val="00E1588B"/>
    <w:rsid w:val="00E158BC"/>
    <w:rsid w:val="00E15C94"/>
    <w:rsid w:val="00E15E6D"/>
    <w:rsid w:val="00E1615F"/>
    <w:rsid w:val="00E16304"/>
    <w:rsid w:val="00E1645B"/>
    <w:rsid w:val="00E165D5"/>
    <w:rsid w:val="00E16915"/>
    <w:rsid w:val="00E16F5A"/>
    <w:rsid w:val="00E16F61"/>
    <w:rsid w:val="00E17072"/>
    <w:rsid w:val="00E17A7E"/>
    <w:rsid w:val="00E17CAA"/>
    <w:rsid w:val="00E17F3C"/>
    <w:rsid w:val="00E20176"/>
    <w:rsid w:val="00E2027F"/>
    <w:rsid w:val="00E20337"/>
    <w:rsid w:val="00E203FE"/>
    <w:rsid w:val="00E204B7"/>
    <w:rsid w:val="00E205CD"/>
    <w:rsid w:val="00E205E7"/>
    <w:rsid w:val="00E20601"/>
    <w:rsid w:val="00E20632"/>
    <w:rsid w:val="00E208C6"/>
    <w:rsid w:val="00E2093C"/>
    <w:rsid w:val="00E20C05"/>
    <w:rsid w:val="00E20D7E"/>
    <w:rsid w:val="00E20EE4"/>
    <w:rsid w:val="00E2100D"/>
    <w:rsid w:val="00E210E2"/>
    <w:rsid w:val="00E210FB"/>
    <w:rsid w:val="00E2113E"/>
    <w:rsid w:val="00E21146"/>
    <w:rsid w:val="00E212F5"/>
    <w:rsid w:val="00E21502"/>
    <w:rsid w:val="00E2168D"/>
    <w:rsid w:val="00E217AD"/>
    <w:rsid w:val="00E21F57"/>
    <w:rsid w:val="00E22014"/>
    <w:rsid w:val="00E22121"/>
    <w:rsid w:val="00E2216C"/>
    <w:rsid w:val="00E2218B"/>
    <w:rsid w:val="00E22192"/>
    <w:rsid w:val="00E22298"/>
    <w:rsid w:val="00E222A0"/>
    <w:rsid w:val="00E22425"/>
    <w:rsid w:val="00E22621"/>
    <w:rsid w:val="00E22AA3"/>
    <w:rsid w:val="00E22B3E"/>
    <w:rsid w:val="00E22CB7"/>
    <w:rsid w:val="00E232C2"/>
    <w:rsid w:val="00E2344D"/>
    <w:rsid w:val="00E2347E"/>
    <w:rsid w:val="00E2374E"/>
    <w:rsid w:val="00E2385C"/>
    <w:rsid w:val="00E23D03"/>
    <w:rsid w:val="00E23EED"/>
    <w:rsid w:val="00E23F34"/>
    <w:rsid w:val="00E2403C"/>
    <w:rsid w:val="00E24070"/>
    <w:rsid w:val="00E240C4"/>
    <w:rsid w:val="00E241F8"/>
    <w:rsid w:val="00E24411"/>
    <w:rsid w:val="00E2443C"/>
    <w:rsid w:val="00E24565"/>
    <w:rsid w:val="00E245CC"/>
    <w:rsid w:val="00E2473F"/>
    <w:rsid w:val="00E24B02"/>
    <w:rsid w:val="00E24B4D"/>
    <w:rsid w:val="00E24FD6"/>
    <w:rsid w:val="00E25026"/>
    <w:rsid w:val="00E251A6"/>
    <w:rsid w:val="00E25210"/>
    <w:rsid w:val="00E252BE"/>
    <w:rsid w:val="00E25562"/>
    <w:rsid w:val="00E25876"/>
    <w:rsid w:val="00E259F8"/>
    <w:rsid w:val="00E25B56"/>
    <w:rsid w:val="00E25D96"/>
    <w:rsid w:val="00E2650C"/>
    <w:rsid w:val="00E265AA"/>
    <w:rsid w:val="00E26902"/>
    <w:rsid w:val="00E2692B"/>
    <w:rsid w:val="00E26994"/>
    <w:rsid w:val="00E26B6E"/>
    <w:rsid w:val="00E26B77"/>
    <w:rsid w:val="00E26CCF"/>
    <w:rsid w:val="00E26F51"/>
    <w:rsid w:val="00E270F0"/>
    <w:rsid w:val="00E2715F"/>
    <w:rsid w:val="00E2734E"/>
    <w:rsid w:val="00E2751A"/>
    <w:rsid w:val="00E27577"/>
    <w:rsid w:val="00E276AA"/>
    <w:rsid w:val="00E279FA"/>
    <w:rsid w:val="00E27A52"/>
    <w:rsid w:val="00E27A8B"/>
    <w:rsid w:val="00E27BD0"/>
    <w:rsid w:val="00E27F44"/>
    <w:rsid w:val="00E27F7E"/>
    <w:rsid w:val="00E30082"/>
    <w:rsid w:val="00E30190"/>
    <w:rsid w:val="00E301A7"/>
    <w:rsid w:val="00E3024E"/>
    <w:rsid w:val="00E30376"/>
    <w:rsid w:val="00E3065B"/>
    <w:rsid w:val="00E3069F"/>
    <w:rsid w:val="00E307E8"/>
    <w:rsid w:val="00E308FA"/>
    <w:rsid w:val="00E30A62"/>
    <w:rsid w:val="00E30AF8"/>
    <w:rsid w:val="00E30DDD"/>
    <w:rsid w:val="00E30F9B"/>
    <w:rsid w:val="00E3177D"/>
    <w:rsid w:val="00E31890"/>
    <w:rsid w:val="00E31AD1"/>
    <w:rsid w:val="00E31AE8"/>
    <w:rsid w:val="00E31B07"/>
    <w:rsid w:val="00E31BF2"/>
    <w:rsid w:val="00E31DA2"/>
    <w:rsid w:val="00E31E26"/>
    <w:rsid w:val="00E31EA7"/>
    <w:rsid w:val="00E31F73"/>
    <w:rsid w:val="00E3227B"/>
    <w:rsid w:val="00E322C0"/>
    <w:rsid w:val="00E323FB"/>
    <w:rsid w:val="00E32B1F"/>
    <w:rsid w:val="00E32B70"/>
    <w:rsid w:val="00E32B92"/>
    <w:rsid w:val="00E32BC8"/>
    <w:rsid w:val="00E32BE9"/>
    <w:rsid w:val="00E32D14"/>
    <w:rsid w:val="00E32F48"/>
    <w:rsid w:val="00E32F73"/>
    <w:rsid w:val="00E33439"/>
    <w:rsid w:val="00E335FE"/>
    <w:rsid w:val="00E33603"/>
    <w:rsid w:val="00E33787"/>
    <w:rsid w:val="00E337FA"/>
    <w:rsid w:val="00E33801"/>
    <w:rsid w:val="00E33845"/>
    <w:rsid w:val="00E338B2"/>
    <w:rsid w:val="00E33A99"/>
    <w:rsid w:val="00E33AAC"/>
    <w:rsid w:val="00E33E30"/>
    <w:rsid w:val="00E33EA0"/>
    <w:rsid w:val="00E33FBA"/>
    <w:rsid w:val="00E33FEC"/>
    <w:rsid w:val="00E3417E"/>
    <w:rsid w:val="00E34182"/>
    <w:rsid w:val="00E3432C"/>
    <w:rsid w:val="00E3443E"/>
    <w:rsid w:val="00E34959"/>
    <w:rsid w:val="00E34EE5"/>
    <w:rsid w:val="00E34FB2"/>
    <w:rsid w:val="00E34FFC"/>
    <w:rsid w:val="00E353DD"/>
    <w:rsid w:val="00E3543F"/>
    <w:rsid w:val="00E35850"/>
    <w:rsid w:val="00E35B48"/>
    <w:rsid w:val="00E35B4A"/>
    <w:rsid w:val="00E35BD8"/>
    <w:rsid w:val="00E35C74"/>
    <w:rsid w:val="00E36032"/>
    <w:rsid w:val="00E36215"/>
    <w:rsid w:val="00E363F7"/>
    <w:rsid w:val="00E36469"/>
    <w:rsid w:val="00E36891"/>
    <w:rsid w:val="00E368DB"/>
    <w:rsid w:val="00E36949"/>
    <w:rsid w:val="00E36A55"/>
    <w:rsid w:val="00E36A56"/>
    <w:rsid w:val="00E36BE1"/>
    <w:rsid w:val="00E36CD4"/>
    <w:rsid w:val="00E37073"/>
    <w:rsid w:val="00E370AA"/>
    <w:rsid w:val="00E370CE"/>
    <w:rsid w:val="00E371F0"/>
    <w:rsid w:val="00E3778E"/>
    <w:rsid w:val="00E37B2A"/>
    <w:rsid w:val="00E40082"/>
    <w:rsid w:val="00E400CF"/>
    <w:rsid w:val="00E400FC"/>
    <w:rsid w:val="00E406BD"/>
    <w:rsid w:val="00E40741"/>
    <w:rsid w:val="00E40845"/>
    <w:rsid w:val="00E40C12"/>
    <w:rsid w:val="00E416B9"/>
    <w:rsid w:val="00E416D2"/>
    <w:rsid w:val="00E41913"/>
    <w:rsid w:val="00E41A2A"/>
    <w:rsid w:val="00E41A49"/>
    <w:rsid w:val="00E41A76"/>
    <w:rsid w:val="00E41BDD"/>
    <w:rsid w:val="00E41EE8"/>
    <w:rsid w:val="00E41F2D"/>
    <w:rsid w:val="00E41F92"/>
    <w:rsid w:val="00E420A8"/>
    <w:rsid w:val="00E4214B"/>
    <w:rsid w:val="00E422A3"/>
    <w:rsid w:val="00E4236A"/>
    <w:rsid w:val="00E4239C"/>
    <w:rsid w:val="00E42551"/>
    <w:rsid w:val="00E42789"/>
    <w:rsid w:val="00E42B50"/>
    <w:rsid w:val="00E42BC6"/>
    <w:rsid w:val="00E43161"/>
    <w:rsid w:val="00E43337"/>
    <w:rsid w:val="00E433E5"/>
    <w:rsid w:val="00E433E6"/>
    <w:rsid w:val="00E435DD"/>
    <w:rsid w:val="00E4374A"/>
    <w:rsid w:val="00E439D4"/>
    <w:rsid w:val="00E43A2B"/>
    <w:rsid w:val="00E43AA5"/>
    <w:rsid w:val="00E43AE5"/>
    <w:rsid w:val="00E43BD9"/>
    <w:rsid w:val="00E43C09"/>
    <w:rsid w:val="00E43D52"/>
    <w:rsid w:val="00E43FF1"/>
    <w:rsid w:val="00E440C6"/>
    <w:rsid w:val="00E440E7"/>
    <w:rsid w:val="00E44130"/>
    <w:rsid w:val="00E4462E"/>
    <w:rsid w:val="00E448B4"/>
    <w:rsid w:val="00E44B6A"/>
    <w:rsid w:val="00E44E19"/>
    <w:rsid w:val="00E44F10"/>
    <w:rsid w:val="00E44F2D"/>
    <w:rsid w:val="00E45611"/>
    <w:rsid w:val="00E45616"/>
    <w:rsid w:val="00E457C9"/>
    <w:rsid w:val="00E45830"/>
    <w:rsid w:val="00E4587B"/>
    <w:rsid w:val="00E459A2"/>
    <w:rsid w:val="00E45A24"/>
    <w:rsid w:val="00E45A3E"/>
    <w:rsid w:val="00E4617D"/>
    <w:rsid w:val="00E461AC"/>
    <w:rsid w:val="00E46711"/>
    <w:rsid w:val="00E4676E"/>
    <w:rsid w:val="00E467B9"/>
    <w:rsid w:val="00E46FCE"/>
    <w:rsid w:val="00E47120"/>
    <w:rsid w:val="00E4723A"/>
    <w:rsid w:val="00E4739A"/>
    <w:rsid w:val="00E473AE"/>
    <w:rsid w:val="00E4782C"/>
    <w:rsid w:val="00E4795D"/>
    <w:rsid w:val="00E47B77"/>
    <w:rsid w:val="00E47CE4"/>
    <w:rsid w:val="00E47F40"/>
    <w:rsid w:val="00E5006A"/>
    <w:rsid w:val="00E50126"/>
    <w:rsid w:val="00E5056E"/>
    <w:rsid w:val="00E50649"/>
    <w:rsid w:val="00E506B3"/>
    <w:rsid w:val="00E506D6"/>
    <w:rsid w:val="00E50804"/>
    <w:rsid w:val="00E508F0"/>
    <w:rsid w:val="00E50923"/>
    <w:rsid w:val="00E509BF"/>
    <w:rsid w:val="00E50BD1"/>
    <w:rsid w:val="00E50F42"/>
    <w:rsid w:val="00E50F6A"/>
    <w:rsid w:val="00E51129"/>
    <w:rsid w:val="00E51131"/>
    <w:rsid w:val="00E5151D"/>
    <w:rsid w:val="00E5168C"/>
    <w:rsid w:val="00E51BEE"/>
    <w:rsid w:val="00E51D08"/>
    <w:rsid w:val="00E51F66"/>
    <w:rsid w:val="00E5213A"/>
    <w:rsid w:val="00E52221"/>
    <w:rsid w:val="00E5243E"/>
    <w:rsid w:val="00E52615"/>
    <w:rsid w:val="00E52838"/>
    <w:rsid w:val="00E529E2"/>
    <w:rsid w:val="00E52C56"/>
    <w:rsid w:val="00E52D7C"/>
    <w:rsid w:val="00E52DF5"/>
    <w:rsid w:val="00E5323E"/>
    <w:rsid w:val="00E53420"/>
    <w:rsid w:val="00E53493"/>
    <w:rsid w:val="00E5355F"/>
    <w:rsid w:val="00E53562"/>
    <w:rsid w:val="00E536F1"/>
    <w:rsid w:val="00E5389D"/>
    <w:rsid w:val="00E539B8"/>
    <w:rsid w:val="00E539EA"/>
    <w:rsid w:val="00E53C5D"/>
    <w:rsid w:val="00E53EF6"/>
    <w:rsid w:val="00E53F53"/>
    <w:rsid w:val="00E542CB"/>
    <w:rsid w:val="00E54646"/>
    <w:rsid w:val="00E54784"/>
    <w:rsid w:val="00E549D2"/>
    <w:rsid w:val="00E54BCB"/>
    <w:rsid w:val="00E55498"/>
    <w:rsid w:val="00E555F5"/>
    <w:rsid w:val="00E558FE"/>
    <w:rsid w:val="00E55949"/>
    <w:rsid w:val="00E55A07"/>
    <w:rsid w:val="00E55AEB"/>
    <w:rsid w:val="00E55B82"/>
    <w:rsid w:val="00E55DDC"/>
    <w:rsid w:val="00E560AF"/>
    <w:rsid w:val="00E56245"/>
    <w:rsid w:val="00E56693"/>
    <w:rsid w:val="00E56802"/>
    <w:rsid w:val="00E56914"/>
    <w:rsid w:val="00E5692F"/>
    <w:rsid w:val="00E56968"/>
    <w:rsid w:val="00E56A71"/>
    <w:rsid w:val="00E56B66"/>
    <w:rsid w:val="00E56F2B"/>
    <w:rsid w:val="00E57810"/>
    <w:rsid w:val="00E57941"/>
    <w:rsid w:val="00E57947"/>
    <w:rsid w:val="00E57A1E"/>
    <w:rsid w:val="00E57AD7"/>
    <w:rsid w:val="00E57B77"/>
    <w:rsid w:val="00E57DE6"/>
    <w:rsid w:val="00E600CF"/>
    <w:rsid w:val="00E60111"/>
    <w:rsid w:val="00E6017F"/>
    <w:rsid w:val="00E601BA"/>
    <w:rsid w:val="00E60225"/>
    <w:rsid w:val="00E604C1"/>
    <w:rsid w:val="00E604F1"/>
    <w:rsid w:val="00E606AD"/>
    <w:rsid w:val="00E607FD"/>
    <w:rsid w:val="00E60801"/>
    <w:rsid w:val="00E60931"/>
    <w:rsid w:val="00E6098C"/>
    <w:rsid w:val="00E60B7B"/>
    <w:rsid w:val="00E60D11"/>
    <w:rsid w:val="00E60E01"/>
    <w:rsid w:val="00E60E1A"/>
    <w:rsid w:val="00E60E67"/>
    <w:rsid w:val="00E614DD"/>
    <w:rsid w:val="00E615E9"/>
    <w:rsid w:val="00E616E5"/>
    <w:rsid w:val="00E61772"/>
    <w:rsid w:val="00E6181F"/>
    <w:rsid w:val="00E6198B"/>
    <w:rsid w:val="00E619BB"/>
    <w:rsid w:val="00E61A75"/>
    <w:rsid w:val="00E61A80"/>
    <w:rsid w:val="00E61B17"/>
    <w:rsid w:val="00E61B1B"/>
    <w:rsid w:val="00E61C82"/>
    <w:rsid w:val="00E61D50"/>
    <w:rsid w:val="00E61DE3"/>
    <w:rsid w:val="00E61E2C"/>
    <w:rsid w:val="00E61F5D"/>
    <w:rsid w:val="00E61F75"/>
    <w:rsid w:val="00E6209C"/>
    <w:rsid w:val="00E62265"/>
    <w:rsid w:val="00E623E0"/>
    <w:rsid w:val="00E62510"/>
    <w:rsid w:val="00E62735"/>
    <w:rsid w:val="00E62756"/>
    <w:rsid w:val="00E62902"/>
    <w:rsid w:val="00E62B19"/>
    <w:rsid w:val="00E62C79"/>
    <w:rsid w:val="00E62DF3"/>
    <w:rsid w:val="00E62E6F"/>
    <w:rsid w:val="00E62E99"/>
    <w:rsid w:val="00E62F4B"/>
    <w:rsid w:val="00E62FDE"/>
    <w:rsid w:val="00E630D0"/>
    <w:rsid w:val="00E63147"/>
    <w:rsid w:val="00E63284"/>
    <w:rsid w:val="00E632AE"/>
    <w:rsid w:val="00E632E1"/>
    <w:rsid w:val="00E63314"/>
    <w:rsid w:val="00E633A3"/>
    <w:rsid w:val="00E63487"/>
    <w:rsid w:val="00E6364D"/>
    <w:rsid w:val="00E636DC"/>
    <w:rsid w:val="00E639A2"/>
    <w:rsid w:val="00E63B75"/>
    <w:rsid w:val="00E63C04"/>
    <w:rsid w:val="00E643B1"/>
    <w:rsid w:val="00E64620"/>
    <w:rsid w:val="00E6467B"/>
    <w:rsid w:val="00E64717"/>
    <w:rsid w:val="00E648D1"/>
    <w:rsid w:val="00E648E1"/>
    <w:rsid w:val="00E64EA6"/>
    <w:rsid w:val="00E64EFB"/>
    <w:rsid w:val="00E64F21"/>
    <w:rsid w:val="00E650C5"/>
    <w:rsid w:val="00E651E1"/>
    <w:rsid w:val="00E65218"/>
    <w:rsid w:val="00E654D7"/>
    <w:rsid w:val="00E655AA"/>
    <w:rsid w:val="00E6567E"/>
    <w:rsid w:val="00E6570D"/>
    <w:rsid w:val="00E6584C"/>
    <w:rsid w:val="00E65974"/>
    <w:rsid w:val="00E65AFA"/>
    <w:rsid w:val="00E65B26"/>
    <w:rsid w:val="00E65DAD"/>
    <w:rsid w:val="00E65F6A"/>
    <w:rsid w:val="00E662F9"/>
    <w:rsid w:val="00E664B1"/>
    <w:rsid w:val="00E6660A"/>
    <w:rsid w:val="00E6673A"/>
    <w:rsid w:val="00E668DE"/>
    <w:rsid w:val="00E66B05"/>
    <w:rsid w:val="00E66BA4"/>
    <w:rsid w:val="00E66C21"/>
    <w:rsid w:val="00E66F91"/>
    <w:rsid w:val="00E66FFC"/>
    <w:rsid w:val="00E673A9"/>
    <w:rsid w:val="00E67420"/>
    <w:rsid w:val="00E67427"/>
    <w:rsid w:val="00E6774C"/>
    <w:rsid w:val="00E67824"/>
    <w:rsid w:val="00E6785A"/>
    <w:rsid w:val="00E67979"/>
    <w:rsid w:val="00E67A93"/>
    <w:rsid w:val="00E67B8C"/>
    <w:rsid w:val="00E67D03"/>
    <w:rsid w:val="00E67D1F"/>
    <w:rsid w:val="00E67EA2"/>
    <w:rsid w:val="00E7017E"/>
    <w:rsid w:val="00E70510"/>
    <w:rsid w:val="00E70606"/>
    <w:rsid w:val="00E7074E"/>
    <w:rsid w:val="00E7082C"/>
    <w:rsid w:val="00E70B39"/>
    <w:rsid w:val="00E70B50"/>
    <w:rsid w:val="00E70BE2"/>
    <w:rsid w:val="00E70DDC"/>
    <w:rsid w:val="00E70F6B"/>
    <w:rsid w:val="00E70FD6"/>
    <w:rsid w:val="00E71149"/>
    <w:rsid w:val="00E712AE"/>
    <w:rsid w:val="00E712E6"/>
    <w:rsid w:val="00E7141F"/>
    <w:rsid w:val="00E714BB"/>
    <w:rsid w:val="00E71571"/>
    <w:rsid w:val="00E715C0"/>
    <w:rsid w:val="00E71A4D"/>
    <w:rsid w:val="00E71A66"/>
    <w:rsid w:val="00E71BC9"/>
    <w:rsid w:val="00E71C19"/>
    <w:rsid w:val="00E71EB9"/>
    <w:rsid w:val="00E72089"/>
    <w:rsid w:val="00E72235"/>
    <w:rsid w:val="00E72287"/>
    <w:rsid w:val="00E722AF"/>
    <w:rsid w:val="00E72393"/>
    <w:rsid w:val="00E72717"/>
    <w:rsid w:val="00E72CB7"/>
    <w:rsid w:val="00E72DB2"/>
    <w:rsid w:val="00E72F49"/>
    <w:rsid w:val="00E733C7"/>
    <w:rsid w:val="00E733E9"/>
    <w:rsid w:val="00E734F1"/>
    <w:rsid w:val="00E73762"/>
    <w:rsid w:val="00E737F3"/>
    <w:rsid w:val="00E73925"/>
    <w:rsid w:val="00E73BC4"/>
    <w:rsid w:val="00E73E2E"/>
    <w:rsid w:val="00E7414E"/>
    <w:rsid w:val="00E742BB"/>
    <w:rsid w:val="00E74597"/>
    <w:rsid w:val="00E749D8"/>
    <w:rsid w:val="00E74F2B"/>
    <w:rsid w:val="00E7504C"/>
    <w:rsid w:val="00E75157"/>
    <w:rsid w:val="00E7541E"/>
    <w:rsid w:val="00E75636"/>
    <w:rsid w:val="00E75687"/>
    <w:rsid w:val="00E7573F"/>
    <w:rsid w:val="00E75808"/>
    <w:rsid w:val="00E7581C"/>
    <w:rsid w:val="00E75A94"/>
    <w:rsid w:val="00E75C62"/>
    <w:rsid w:val="00E75D2B"/>
    <w:rsid w:val="00E7601B"/>
    <w:rsid w:val="00E760D3"/>
    <w:rsid w:val="00E76191"/>
    <w:rsid w:val="00E7630E"/>
    <w:rsid w:val="00E7667B"/>
    <w:rsid w:val="00E766FF"/>
    <w:rsid w:val="00E768E8"/>
    <w:rsid w:val="00E76909"/>
    <w:rsid w:val="00E769B5"/>
    <w:rsid w:val="00E76A64"/>
    <w:rsid w:val="00E76A99"/>
    <w:rsid w:val="00E77136"/>
    <w:rsid w:val="00E771D6"/>
    <w:rsid w:val="00E77346"/>
    <w:rsid w:val="00E774CE"/>
    <w:rsid w:val="00E77955"/>
    <w:rsid w:val="00E77AE8"/>
    <w:rsid w:val="00E77B6F"/>
    <w:rsid w:val="00E77C9F"/>
    <w:rsid w:val="00E77FEA"/>
    <w:rsid w:val="00E80196"/>
    <w:rsid w:val="00E802FD"/>
    <w:rsid w:val="00E803C8"/>
    <w:rsid w:val="00E8067A"/>
    <w:rsid w:val="00E809F8"/>
    <w:rsid w:val="00E80A9E"/>
    <w:rsid w:val="00E80AC1"/>
    <w:rsid w:val="00E80B40"/>
    <w:rsid w:val="00E80B43"/>
    <w:rsid w:val="00E80BA2"/>
    <w:rsid w:val="00E80CA3"/>
    <w:rsid w:val="00E80D53"/>
    <w:rsid w:val="00E80FC2"/>
    <w:rsid w:val="00E8107C"/>
    <w:rsid w:val="00E810C6"/>
    <w:rsid w:val="00E81356"/>
    <w:rsid w:val="00E81487"/>
    <w:rsid w:val="00E81512"/>
    <w:rsid w:val="00E817A8"/>
    <w:rsid w:val="00E81887"/>
    <w:rsid w:val="00E8195C"/>
    <w:rsid w:val="00E82001"/>
    <w:rsid w:val="00E8263C"/>
    <w:rsid w:val="00E82761"/>
    <w:rsid w:val="00E8278B"/>
    <w:rsid w:val="00E82864"/>
    <w:rsid w:val="00E828C5"/>
    <w:rsid w:val="00E82A02"/>
    <w:rsid w:val="00E82CA6"/>
    <w:rsid w:val="00E82D21"/>
    <w:rsid w:val="00E82DBA"/>
    <w:rsid w:val="00E82F08"/>
    <w:rsid w:val="00E82F64"/>
    <w:rsid w:val="00E8301C"/>
    <w:rsid w:val="00E8313F"/>
    <w:rsid w:val="00E83227"/>
    <w:rsid w:val="00E83661"/>
    <w:rsid w:val="00E83815"/>
    <w:rsid w:val="00E8392A"/>
    <w:rsid w:val="00E83AB2"/>
    <w:rsid w:val="00E83BAF"/>
    <w:rsid w:val="00E83C4D"/>
    <w:rsid w:val="00E84565"/>
    <w:rsid w:val="00E845D4"/>
    <w:rsid w:val="00E849BB"/>
    <w:rsid w:val="00E84A0D"/>
    <w:rsid w:val="00E84ED8"/>
    <w:rsid w:val="00E84F80"/>
    <w:rsid w:val="00E85005"/>
    <w:rsid w:val="00E8517E"/>
    <w:rsid w:val="00E85560"/>
    <w:rsid w:val="00E855BA"/>
    <w:rsid w:val="00E855D3"/>
    <w:rsid w:val="00E855D8"/>
    <w:rsid w:val="00E8580B"/>
    <w:rsid w:val="00E8595A"/>
    <w:rsid w:val="00E859E4"/>
    <w:rsid w:val="00E85D9E"/>
    <w:rsid w:val="00E85F20"/>
    <w:rsid w:val="00E86376"/>
    <w:rsid w:val="00E86469"/>
    <w:rsid w:val="00E8657C"/>
    <w:rsid w:val="00E865AB"/>
    <w:rsid w:val="00E865BE"/>
    <w:rsid w:val="00E866E0"/>
    <w:rsid w:val="00E8675C"/>
    <w:rsid w:val="00E869F2"/>
    <w:rsid w:val="00E86AA5"/>
    <w:rsid w:val="00E86B35"/>
    <w:rsid w:val="00E86C6C"/>
    <w:rsid w:val="00E86EE2"/>
    <w:rsid w:val="00E86F01"/>
    <w:rsid w:val="00E8714F"/>
    <w:rsid w:val="00E871A5"/>
    <w:rsid w:val="00E87233"/>
    <w:rsid w:val="00E879D3"/>
    <w:rsid w:val="00E87ABF"/>
    <w:rsid w:val="00E87B6D"/>
    <w:rsid w:val="00E87DCD"/>
    <w:rsid w:val="00E900A0"/>
    <w:rsid w:val="00E902FB"/>
    <w:rsid w:val="00E9036D"/>
    <w:rsid w:val="00E904A2"/>
    <w:rsid w:val="00E90593"/>
    <w:rsid w:val="00E9072B"/>
    <w:rsid w:val="00E90905"/>
    <w:rsid w:val="00E90AFA"/>
    <w:rsid w:val="00E90CA6"/>
    <w:rsid w:val="00E90F63"/>
    <w:rsid w:val="00E91017"/>
    <w:rsid w:val="00E9117F"/>
    <w:rsid w:val="00E911BD"/>
    <w:rsid w:val="00E912EE"/>
    <w:rsid w:val="00E91428"/>
    <w:rsid w:val="00E91448"/>
    <w:rsid w:val="00E914D9"/>
    <w:rsid w:val="00E9158C"/>
    <w:rsid w:val="00E91724"/>
    <w:rsid w:val="00E91759"/>
    <w:rsid w:val="00E91861"/>
    <w:rsid w:val="00E91A41"/>
    <w:rsid w:val="00E91B9A"/>
    <w:rsid w:val="00E91F33"/>
    <w:rsid w:val="00E91FB3"/>
    <w:rsid w:val="00E922EE"/>
    <w:rsid w:val="00E923A2"/>
    <w:rsid w:val="00E923A3"/>
    <w:rsid w:val="00E924D3"/>
    <w:rsid w:val="00E92524"/>
    <w:rsid w:val="00E9260E"/>
    <w:rsid w:val="00E9286E"/>
    <w:rsid w:val="00E92C1D"/>
    <w:rsid w:val="00E92E3C"/>
    <w:rsid w:val="00E92EDA"/>
    <w:rsid w:val="00E92F38"/>
    <w:rsid w:val="00E92F4F"/>
    <w:rsid w:val="00E92FC3"/>
    <w:rsid w:val="00E932BB"/>
    <w:rsid w:val="00E9342E"/>
    <w:rsid w:val="00E93506"/>
    <w:rsid w:val="00E93644"/>
    <w:rsid w:val="00E93AB4"/>
    <w:rsid w:val="00E93C00"/>
    <w:rsid w:val="00E93D43"/>
    <w:rsid w:val="00E93F20"/>
    <w:rsid w:val="00E93F43"/>
    <w:rsid w:val="00E9400B"/>
    <w:rsid w:val="00E9405E"/>
    <w:rsid w:val="00E942F2"/>
    <w:rsid w:val="00E943E6"/>
    <w:rsid w:val="00E94C76"/>
    <w:rsid w:val="00E94CC7"/>
    <w:rsid w:val="00E94D86"/>
    <w:rsid w:val="00E9503A"/>
    <w:rsid w:val="00E950D5"/>
    <w:rsid w:val="00E95162"/>
    <w:rsid w:val="00E953B1"/>
    <w:rsid w:val="00E95492"/>
    <w:rsid w:val="00E954EF"/>
    <w:rsid w:val="00E956C9"/>
    <w:rsid w:val="00E95B6B"/>
    <w:rsid w:val="00E95D0B"/>
    <w:rsid w:val="00E962DD"/>
    <w:rsid w:val="00E96412"/>
    <w:rsid w:val="00E96561"/>
    <w:rsid w:val="00E966AE"/>
    <w:rsid w:val="00E96A20"/>
    <w:rsid w:val="00E96B77"/>
    <w:rsid w:val="00E96CA3"/>
    <w:rsid w:val="00E96DD3"/>
    <w:rsid w:val="00E96DFB"/>
    <w:rsid w:val="00E973CD"/>
    <w:rsid w:val="00E9769A"/>
    <w:rsid w:val="00E977E2"/>
    <w:rsid w:val="00E97942"/>
    <w:rsid w:val="00E97A6E"/>
    <w:rsid w:val="00E97BEB"/>
    <w:rsid w:val="00E97EBB"/>
    <w:rsid w:val="00E97F66"/>
    <w:rsid w:val="00EA0256"/>
    <w:rsid w:val="00EA0379"/>
    <w:rsid w:val="00EA05F5"/>
    <w:rsid w:val="00EA089E"/>
    <w:rsid w:val="00EA08C5"/>
    <w:rsid w:val="00EA0BCC"/>
    <w:rsid w:val="00EA0FAD"/>
    <w:rsid w:val="00EA1360"/>
    <w:rsid w:val="00EA1366"/>
    <w:rsid w:val="00EA13B0"/>
    <w:rsid w:val="00EA13B1"/>
    <w:rsid w:val="00EA153D"/>
    <w:rsid w:val="00EA165A"/>
    <w:rsid w:val="00EA1720"/>
    <w:rsid w:val="00EA1867"/>
    <w:rsid w:val="00EA18CF"/>
    <w:rsid w:val="00EA1928"/>
    <w:rsid w:val="00EA1947"/>
    <w:rsid w:val="00EA1983"/>
    <w:rsid w:val="00EA1E53"/>
    <w:rsid w:val="00EA1EA6"/>
    <w:rsid w:val="00EA1FA6"/>
    <w:rsid w:val="00EA2238"/>
    <w:rsid w:val="00EA2375"/>
    <w:rsid w:val="00EA245B"/>
    <w:rsid w:val="00EA24BC"/>
    <w:rsid w:val="00EA2787"/>
    <w:rsid w:val="00EA29F9"/>
    <w:rsid w:val="00EA2A8C"/>
    <w:rsid w:val="00EA2D02"/>
    <w:rsid w:val="00EA2DF1"/>
    <w:rsid w:val="00EA2E08"/>
    <w:rsid w:val="00EA2FE7"/>
    <w:rsid w:val="00EA304F"/>
    <w:rsid w:val="00EA356F"/>
    <w:rsid w:val="00EA36CC"/>
    <w:rsid w:val="00EA37DC"/>
    <w:rsid w:val="00EA3AA7"/>
    <w:rsid w:val="00EA3BF7"/>
    <w:rsid w:val="00EA3C83"/>
    <w:rsid w:val="00EA3E0F"/>
    <w:rsid w:val="00EA3FE5"/>
    <w:rsid w:val="00EA4425"/>
    <w:rsid w:val="00EA4524"/>
    <w:rsid w:val="00EA466B"/>
    <w:rsid w:val="00EA48A3"/>
    <w:rsid w:val="00EA49CF"/>
    <w:rsid w:val="00EA4E48"/>
    <w:rsid w:val="00EA5266"/>
    <w:rsid w:val="00EA53A6"/>
    <w:rsid w:val="00EA557F"/>
    <w:rsid w:val="00EA56F3"/>
    <w:rsid w:val="00EA5886"/>
    <w:rsid w:val="00EA5A8D"/>
    <w:rsid w:val="00EA624E"/>
    <w:rsid w:val="00EA63B5"/>
    <w:rsid w:val="00EA63DA"/>
    <w:rsid w:val="00EA6402"/>
    <w:rsid w:val="00EA65AA"/>
    <w:rsid w:val="00EA6697"/>
    <w:rsid w:val="00EA669A"/>
    <w:rsid w:val="00EA67D9"/>
    <w:rsid w:val="00EA6A2D"/>
    <w:rsid w:val="00EA6AC7"/>
    <w:rsid w:val="00EA6B50"/>
    <w:rsid w:val="00EA6BD9"/>
    <w:rsid w:val="00EA6C23"/>
    <w:rsid w:val="00EA6C81"/>
    <w:rsid w:val="00EA6CC7"/>
    <w:rsid w:val="00EA7158"/>
    <w:rsid w:val="00EA715C"/>
    <w:rsid w:val="00EA71C3"/>
    <w:rsid w:val="00EA71DA"/>
    <w:rsid w:val="00EA7727"/>
    <w:rsid w:val="00EA7ABA"/>
    <w:rsid w:val="00EA7E7D"/>
    <w:rsid w:val="00EB003B"/>
    <w:rsid w:val="00EB0048"/>
    <w:rsid w:val="00EB0196"/>
    <w:rsid w:val="00EB02EB"/>
    <w:rsid w:val="00EB038F"/>
    <w:rsid w:val="00EB0589"/>
    <w:rsid w:val="00EB0591"/>
    <w:rsid w:val="00EB0649"/>
    <w:rsid w:val="00EB079A"/>
    <w:rsid w:val="00EB082F"/>
    <w:rsid w:val="00EB08A3"/>
    <w:rsid w:val="00EB0933"/>
    <w:rsid w:val="00EB0A44"/>
    <w:rsid w:val="00EB0AC3"/>
    <w:rsid w:val="00EB0C20"/>
    <w:rsid w:val="00EB0C64"/>
    <w:rsid w:val="00EB0E53"/>
    <w:rsid w:val="00EB0EE6"/>
    <w:rsid w:val="00EB1151"/>
    <w:rsid w:val="00EB1275"/>
    <w:rsid w:val="00EB14D1"/>
    <w:rsid w:val="00EB1683"/>
    <w:rsid w:val="00EB17D3"/>
    <w:rsid w:val="00EB19E4"/>
    <w:rsid w:val="00EB1AD5"/>
    <w:rsid w:val="00EB1EBA"/>
    <w:rsid w:val="00EB1F2A"/>
    <w:rsid w:val="00EB20D1"/>
    <w:rsid w:val="00EB251C"/>
    <w:rsid w:val="00EB2564"/>
    <w:rsid w:val="00EB28E2"/>
    <w:rsid w:val="00EB2C2E"/>
    <w:rsid w:val="00EB2CE9"/>
    <w:rsid w:val="00EB2E02"/>
    <w:rsid w:val="00EB2E56"/>
    <w:rsid w:val="00EB328F"/>
    <w:rsid w:val="00EB3733"/>
    <w:rsid w:val="00EB3762"/>
    <w:rsid w:val="00EB3B85"/>
    <w:rsid w:val="00EB3C20"/>
    <w:rsid w:val="00EB3E84"/>
    <w:rsid w:val="00EB3FDD"/>
    <w:rsid w:val="00EB409B"/>
    <w:rsid w:val="00EB430A"/>
    <w:rsid w:val="00EB43B5"/>
    <w:rsid w:val="00EB4894"/>
    <w:rsid w:val="00EB49B1"/>
    <w:rsid w:val="00EB4A48"/>
    <w:rsid w:val="00EB4BA5"/>
    <w:rsid w:val="00EB4D94"/>
    <w:rsid w:val="00EB50EF"/>
    <w:rsid w:val="00EB51EF"/>
    <w:rsid w:val="00EB565F"/>
    <w:rsid w:val="00EB566D"/>
    <w:rsid w:val="00EB58EC"/>
    <w:rsid w:val="00EB58F2"/>
    <w:rsid w:val="00EB5B48"/>
    <w:rsid w:val="00EB5C44"/>
    <w:rsid w:val="00EB5F03"/>
    <w:rsid w:val="00EB6013"/>
    <w:rsid w:val="00EB6088"/>
    <w:rsid w:val="00EB61F6"/>
    <w:rsid w:val="00EB62CA"/>
    <w:rsid w:val="00EB64E8"/>
    <w:rsid w:val="00EB666E"/>
    <w:rsid w:val="00EB6830"/>
    <w:rsid w:val="00EB6B7A"/>
    <w:rsid w:val="00EB6C52"/>
    <w:rsid w:val="00EB70A3"/>
    <w:rsid w:val="00EB77DE"/>
    <w:rsid w:val="00EB77EC"/>
    <w:rsid w:val="00EB784E"/>
    <w:rsid w:val="00EB7917"/>
    <w:rsid w:val="00EB7A28"/>
    <w:rsid w:val="00EB7AC2"/>
    <w:rsid w:val="00EB7B26"/>
    <w:rsid w:val="00EB7D22"/>
    <w:rsid w:val="00EB7F29"/>
    <w:rsid w:val="00EC000C"/>
    <w:rsid w:val="00EC008E"/>
    <w:rsid w:val="00EC0126"/>
    <w:rsid w:val="00EC01DA"/>
    <w:rsid w:val="00EC0226"/>
    <w:rsid w:val="00EC02BF"/>
    <w:rsid w:val="00EC0328"/>
    <w:rsid w:val="00EC0363"/>
    <w:rsid w:val="00EC037C"/>
    <w:rsid w:val="00EC0985"/>
    <w:rsid w:val="00EC09B8"/>
    <w:rsid w:val="00EC0B98"/>
    <w:rsid w:val="00EC0BC3"/>
    <w:rsid w:val="00EC0C23"/>
    <w:rsid w:val="00EC0C95"/>
    <w:rsid w:val="00EC0CAB"/>
    <w:rsid w:val="00EC129A"/>
    <w:rsid w:val="00EC130B"/>
    <w:rsid w:val="00EC135F"/>
    <w:rsid w:val="00EC13AA"/>
    <w:rsid w:val="00EC140A"/>
    <w:rsid w:val="00EC1509"/>
    <w:rsid w:val="00EC151F"/>
    <w:rsid w:val="00EC153D"/>
    <w:rsid w:val="00EC15BD"/>
    <w:rsid w:val="00EC17A4"/>
    <w:rsid w:val="00EC17F8"/>
    <w:rsid w:val="00EC18E3"/>
    <w:rsid w:val="00EC1A37"/>
    <w:rsid w:val="00EC1C23"/>
    <w:rsid w:val="00EC1C41"/>
    <w:rsid w:val="00EC1C9E"/>
    <w:rsid w:val="00EC219D"/>
    <w:rsid w:val="00EC21DB"/>
    <w:rsid w:val="00EC21F8"/>
    <w:rsid w:val="00EC22DD"/>
    <w:rsid w:val="00EC2335"/>
    <w:rsid w:val="00EC2459"/>
    <w:rsid w:val="00EC26BB"/>
    <w:rsid w:val="00EC27D0"/>
    <w:rsid w:val="00EC281A"/>
    <w:rsid w:val="00EC2854"/>
    <w:rsid w:val="00EC297C"/>
    <w:rsid w:val="00EC29E1"/>
    <w:rsid w:val="00EC2B50"/>
    <w:rsid w:val="00EC2D4E"/>
    <w:rsid w:val="00EC2D7F"/>
    <w:rsid w:val="00EC2FF1"/>
    <w:rsid w:val="00EC3088"/>
    <w:rsid w:val="00EC321C"/>
    <w:rsid w:val="00EC322C"/>
    <w:rsid w:val="00EC3490"/>
    <w:rsid w:val="00EC34DC"/>
    <w:rsid w:val="00EC35F4"/>
    <w:rsid w:val="00EC39E2"/>
    <w:rsid w:val="00EC3BDA"/>
    <w:rsid w:val="00EC3DAB"/>
    <w:rsid w:val="00EC3E35"/>
    <w:rsid w:val="00EC3ED6"/>
    <w:rsid w:val="00EC4180"/>
    <w:rsid w:val="00EC41D6"/>
    <w:rsid w:val="00EC4368"/>
    <w:rsid w:val="00EC452E"/>
    <w:rsid w:val="00EC4555"/>
    <w:rsid w:val="00EC4716"/>
    <w:rsid w:val="00EC4972"/>
    <w:rsid w:val="00EC4996"/>
    <w:rsid w:val="00EC4AF4"/>
    <w:rsid w:val="00EC4BF5"/>
    <w:rsid w:val="00EC4C68"/>
    <w:rsid w:val="00EC4C9A"/>
    <w:rsid w:val="00EC4D40"/>
    <w:rsid w:val="00EC4E17"/>
    <w:rsid w:val="00EC4E2F"/>
    <w:rsid w:val="00EC4E58"/>
    <w:rsid w:val="00EC4E7A"/>
    <w:rsid w:val="00EC508B"/>
    <w:rsid w:val="00EC538B"/>
    <w:rsid w:val="00EC546A"/>
    <w:rsid w:val="00EC550D"/>
    <w:rsid w:val="00EC5600"/>
    <w:rsid w:val="00EC579A"/>
    <w:rsid w:val="00EC5A5F"/>
    <w:rsid w:val="00EC5DEE"/>
    <w:rsid w:val="00EC6075"/>
    <w:rsid w:val="00EC61CB"/>
    <w:rsid w:val="00EC6221"/>
    <w:rsid w:val="00EC658B"/>
    <w:rsid w:val="00EC6736"/>
    <w:rsid w:val="00EC6A59"/>
    <w:rsid w:val="00EC6AE6"/>
    <w:rsid w:val="00EC6DD5"/>
    <w:rsid w:val="00EC6DE3"/>
    <w:rsid w:val="00EC6E4D"/>
    <w:rsid w:val="00EC6EDB"/>
    <w:rsid w:val="00EC6F6A"/>
    <w:rsid w:val="00EC6FF7"/>
    <w:rsid w:val="00EC7222"/>
    <w:rsid w:val="00EC75D3"/>
    <w:rsid w:val="00EC7659"/>
    <w:rsid w:val="00EC7812"/>
    <w:rsid w:val="00EC7934"/>
    <w:rsid w:val="00EC79D5"/>
    <w:rsid w:val="00EC7AC7"/>
    <w:rsid w:val="00ED020A"/>
    <w:rsid w:val="00ED021D"/>
    <w:rsid w:val="00ED0778"/>
    <w:rsid w:val="00ED08B3"/>
    <w:rsid w:val="00ED08E7"/>
    <w:rsid w:val="00ED0AAE"/>
    <w:rsid w:val="00ED0C05"/>
    <w:rsid w:val="00ED0CD3"/>
    <w:rsid w:val="00ED0EFF"/>
    <w:rsid w:val="00ED10A3"/>
    <w:rsid w:val="00ED1230"/>
    <w:rsid w:val="00ED1896"/>
    <w:rsid w:val="00ED1C1B"/>
    <w:rsid w:val="00ED1C24"/>
    <w:rsid w:val="00ED2679"/>
    <w:rsid w:val="00ED27A5"/>
    <w:rsid w:val="00ED27F9"/>
    <w:rsid w:val="00ED2854"/>
    <w:rsid w:val="00ED2B4F"/>
    <w:rsid w:val="00ED2BE5"/>
    <w:rsid w:val="00ED2C38"/>
    <w:rsid w:val="00ED2D0B"/>
    <w:rsid w:val="00ED2EF1"/>
    <w:rsid w:val="00ED2F1C"/>
    <w:rsid w:val="00ED3388"/>
    <w:rsid w:val="00ED33BB"/>
    <w:rsid w:val="00ED3447"/>
    <w:rsid w:val="00ED35EF"/>
    <w:rsid w:val="00ED35FC"/>
    <w:rsid w:val="00ED36F2"/>
    <w:rsid w:val="00ED38BB"/>
    <w:rsid w:val="00ED39F7"/>
    <w:rsid w:val="00ED3AD6"/>
    <w:rsid w:val="00ED3EC9"/>
    <w:rsid w:val="00ED3F76"/>
    <w:rsid w:val="00ED4360"/>
    <w:rsid w:val="00ED47DD"/>
    <w:rsid w:val="00ED49FB"/>
    <w:rsid w:val="00ED4A15"/>
    <w:rsid w:val="00ED4D66"/>
    <w:rsid w:val="00ED4DDC"/>
    <w:rsid w:val="00ED4FA3"/>
    <w:rsid w:val="00ED5009"/>
    <w:rsid w:val="00ED527C"/>
    <w:rsid w:val="00ED599F"/>
    <w:rsid w:val="00ED5BEA"/>
    <w:rsid w:val="00ED5DF6"/>
    <w:rsid w:val="00ED5E6A"/>
    <w:rsid w:val="00ED5F80"/>
    <w:rsid w:val="00ED60DF"/>
    <w:rsid w:val="00ED6259"/>
    <w:rsid w:val="00ED668B"/>
    <w:rsid w:val="00ED67AC"/>
    <w:rsid w:val="00ED683E"/>
    <w:rsid w:val="00ED6921"/>
    <w:rsid w:val="00ED6965"/>
    <w:rsid w:val="00ED6A5B"/>
    <w:rsid w:val="00ED6B89"/>
    <w:rsid w:val="00ED6D79"/>
    <w:rsid w:val="00ED6DA0"/>
    <w:rsid w:val="00ED773B"/>
    <w:rsid w:val="00ED7900"/>
    <w:rsid w:val="00ED7B56"/>
    <w:rsid w:val="00ED7C2B"/>
    <w:rsid w:val="00ED7F40"/>
    <w:rsid w:val="00EE006F"/>
    <w:rsid w:val="00EE015D"/>
    <w:rsid w:val="00EE02E2"/>
    <w:rsid w:val="00EE03D6"/>
    <w:rsid w:val="00EE046A"/>
    <w:rsid w:val="00EE0492"/>
    <w:rsid w:val="00EE0496"/>
    <w:rsid w:val="00EE0AC5"/>
    <w:rsid w:val="00EE0FDC"/>
    <w:rsid w:val="00EE1007"/>
    <w:rsid w:val="00EE116D"/>
    <w:rsid w:val="00EE1233"/>
    <w:rsid w:val="00EE125B"/>
    <w:rsid w:val="00EE1476"/>
    <w:rsid w:val="00EE14A7"/>
    <w:rsid w:val="00EE16D8"/>
    <w:rsid w:val="00EE16E8"/>
    <w:rsid w:val="00EE17BD"/>
    <w:rsid w:val="00EE1979"/>
    <w:rsid w:val="00EE1CE1"/>
    <w:rsid w:val="00EE2083"/>
    <w:rsid w:val="00EE212A"/>
    <w:rsid w:val="00EE2295"/>
    <w:rsid w:val="00EE23F7"/>
    <w:rsid w:val="00EE250D"/>
    <w:rsid w:val="00EE25B8"/>
    <w:rsid w:val="00EE2837"/>
    <w:rsid w:val="00EE2911"/>
    <w:rsid w:val="00EE2947"/>
    <w:rsid w:val="00EE2952"/>
    <w:rsid w:val="00EE2AE9"/>
    <w:rsid w:val="00EE2D25"/>
    <w:rsid w:val="00EE2F67"/>
    <w:rsid w:val="00EE3234"/>
    <w:rsid w:val="00EE32B9"/>
    <w:rsid w:val="00EE33D1"/>
    <w:rsid w:val="00EE37D4"/>
    <w:rsid w:val="00EE37FA"/>
    <w:rsid w:val="00EE3BE3"/>
    <w:rsid w:val="00EE3E2A"/>
    <w:rsid w:val="00EE3F09"/>
    <w:rsid w:val="00EE4279"/>
    <w:rsid w:val="00EE43F8"/>
    <w:rsid w:val="00EE44CB"/>
    <w:rsid w:val="00EE46A9"/>
    <w:rsid w:val="00EE4771"/>
    <w:rsid w:val="00EE4819"/>
    <w:rsid w:val="00EE4A7B"/>
    <w:rsid w:val="00EE4C9E"/>
    <w:rsid w:val="00EE4E15"/>
    <w:rsid w:val="00EE511C"/>
    <w:rsid w:val="00EE5890"/>
    <w:rsid w:val="00EE592D"/>
    <w:rsid w:val="00EE5A6D"/>
    <w:rsid w:val="00EE5AE4"/>
    <w:rsid w:val="00EE5AF0"/>
    <w:rsid w:val="00EE5B56"/>
    <w:rsid w:val="00EE5CE5"/>
    <w:rsid w:val="00EE5D67"/>
    <w:rsid w:val="00EE5E4B"/>
    <w:rsid w:val="00EE5FC0"/>
    <w:rsid w:val="00EE6286"/>
    <w:rsid w:val="00EE6451"/>
    <w:rsid w:val="00EE6579"/>
    <w:rsid w:val="00EE674D"/>
    <w:rsid w:val="00EE68A6"/>
    <w:rsid w:val="00EE6D75"/>
    <w:rsid w:val="00EE7130"/>
    <w:rsid w:val="00EE7349"/>
    <w:rsid w:val="00EE7370"/>
    <w:rsid w:val="00EE764A"/>
    <w:rsid w:val="00EE7735"/>
    <w:rsid w:val="00EE77AE"/>
    <w:rsid w:val="00EE77D0"/>
    <w:rsid w:val="00EE7A74"/>
    <w:rsid w:val="00EE7A8F"/>
    <w:rsid w:val="00EE7D28"/>
    <w:rsid w:val="00EE7DB8"/>
    <w:rsid w:val="00EE7E18"/>
    <w:rsid w:val="00EE7EF5"/>
    <w:rsid w:val="00EE7F30"/>
    <w:rsid w:val="00EE7F8E"/>
    <w:rsid w:val="00EF02A8"/>
    <w:rsid w:val="00EF0312"/>
    <w:rsid w:val="00EF03C0"/>
    <w:rsid w:val="00EF0421"/>
    <w:rsid w:val="00EF0567"/>
    <w:rsid w:val="00EF0672"/>
    <w:rsid w:val="00EF0673"/>
    <w:rsid w:val="00EF06DE"/>
    <w:rsid w:val="00EF0818"/>
    <w:rsid w:val="00EF0BC3"/>
    <w:rsid w:val="00EF0C4F"/>
    <w:rsid w:val="00EF0D92"/>
    <w:rsid w:val="00EF0E3B"/>
    <w:rsid w:val="00EF0F5A"/>
    <w:rsid w:val="00EF1326"/>
    <w:rsid w:val="00EF13A1"/>
    <w:rsid w:val="00EF1641"/>
    <w:rsid w:val="00EF167E"/>
    <w:rsid w:val="00EF1924"/>
    <w:rsid w:val="00EF1932"/>
    <w:rsid w:val="00EF1976"/>
    <w:rsid w:val="00EF1C2F"/>
    <w:rsid w:val="00EF1C41"/>
    <w:rsid w:val="00EF1D6F"/>
    <w:rsid w:val="00EF1D7C"/>
    <w:rsid w:val="00EF1F47"/>
    <w:rsid w:val="00EF1F9C"/>
    <w:rsid w:val="00EF1FAD"/>
    <w:rsid w:val="00EF2127"/>
    <w:rsid w:val="00EF220E"/>
    <w:rsid w:val="00EF2349"/>
    <w:rsid w:val="00EF238F"/>
    <w:rsid w:val="00EF23B9"/>
    <w:rsid w:val="00EF2644"/>
    <w:rsid w:val="00EF2656"/>
    <w:rsid w:val="00EF266F"/>
    <w:rsid w:val="00EF26AF"/>
    <w:rsid w:val="00EF28C9"/>
    <w:rsid w:val="00EF29F4"/>
    <w:rsid w:val="00EF2BD5"/>
    <w:rsid w:val="00EF2C22"/>
    <w:rsid w:val="00EF2D08"/>
    <w:rsid w:val="00EF2FA2"/>
    <w:rsid w:val="00EF3024"/>
    <w:rsid w:val="00EF309E"/>
    <w:rsid w:val="00EF373A"/>
    <w:rsid w:val="00EF373D"/>
    <w:rsid w:val="00EF3767"/>
    <w:rsid w:val="00EF38D5"/>
    <w:rsid w:val="00EF393C"/>
    <w:rsid w:val="00EF3AEC"/>
    <w:rsid w:val="00EF3E8D"/>
    <w:rsid w:val="00EF3F15"/>
    <w:rsid w:val="00EF405A"/>
    <w:rsid w:val="00EF4220"/>
    <w:rsid w:val="00EF4256"/>
    <w:rsid w:val="00EF4308"/>
    <w:rsid w:val="00EF4319"/>
    <w:rsid w:val="00EF43E7"/>
    <w:rsid w:val="00EF4434"/>
    <w:rsid w:val="00EF465A"/>
    <w:rsid w:val="00EF46A8"/>
    <w:rsid w:val="00EF4873"/>
    <w:rsid w:val="00EF49CB"/>
    <w:rsid w:val="00EF4ACE"/>
    <w:rsid w:val="00EF4AEF"/>
    <w:rsid w:val="00EF4D8F"/>
    <w:rsid w:val="00EF4FE0"/>
    <w:rsid w:val="00EF508A"/>
    <w:rsid w:val="00EF52E5"/>
    <w:rsid w:val="00EF53A4"/>
    <w:rsid w:val="00EF550E"/>
    <w:rsid w:val="00EF5851"/>
    <w:rsid w:val="00EF58A4"/>
    <w:rsid w:val="00EF5996"/>
    <w:rsid w:val="00EF5A92"/>
    <w:rsid w:val="00EF5F99"/>
    <w:rsid w:val="00EF610C"/>
    <w:rsid w:val="00EF618E"/>
    <w:rsid w:val="00EF61FE"/>
    <w:rsid w:val="00EF623E"/>
    <w:rsid w:val="00EF6365"/>
    <w:rsid w:val="00EF63F2"/>
    <w:rsid w:val="00EF654D"/>
    <w:rsid w:val="00EF6799"/>
    <w:rsid w:val="00EF69DF"/>
    <w:rsid w:val="00EF6A65"/>
    <w:rsid w:val="00EF6A71"/>
    <w:rsid w:val="00EF6B4E"/>
    <w:rsid w:val="00EF6D20"/>
    <w:rsid w:val="00EF6DBF"/>
    <w:rsid w:val="00EF6FDF"/>
    <w:rsid w:val="00EF7226"/>
    <w:rsid w:val="00EF7369"/>
    <w:rsid w:val="00EF736D"/>
    <w:rsid w:val="00EF73F5"/>
    <w:rsid w:val="00EF74CF"/>
    <w:rsid w:val="00EF766B"/>
    <w:rsid w:val="00EF76C4"/>
    <w:rsid w:val="00EF76E8"/>
    <w:rsid w:val="00EF790A"/>
    <w:rsid w:val="00EF798E"/>
    <w:rsid w:val="00EF7DC4"/>
    <w:rsid w:val="00EF7E09"/>
    <w:rsid w:val="00EF7E60"/>
    <w:rsid w:val="00F00043"/>
    <w:rsid w:val="00F00194"/>
    <w:rsid w:val="00F004E0"/>
    <w:rsid w:val="00F00AD6"/>
    <w:rsid w:val="00F00B16"/>
    <w:rsid w:val="00F00D09"/>
    <w:rsid w:val="00F00E7A"/>
    <w:rsid w:val="00F010F2"/>
    <w:rsid w:val="00F010F9"/>
    <w:rsid w:val="00F0113D"/>
    <w:rsid w:val="00F01352"/>
    <w:rsid w:val="00F01523"/>
    <w:rsid w:val="00F015D1"/>
    <w:rsid w:val="00F015D3"/>
    <w:rsid w:val="00F017BB"/>
    <w:rsid w:val="00F018C2"/>
    <w:rsid w:val="00F01908"/>
    <w:rsid w:val="00F0197F"/>
    <w:rsid w:val="00F020B5"/>
    <w:rsid w:val="00F020D5"/>
    <w:rsid w:val="00F02233"/>
    <w:rsid w:val="00F0228E"/>
    <w:rsid w:val="00F02966"/>
    <w:rsid w:val="00F02A50"/>
    <w:rsid w:val="00F02DD5"/>
    <w:rsid w:val="00F0303A"/>
    <w:rsid w:val="00F03149"/>
    <w:rsid w:val="00F032DF"/>
    <w:rsid w:val="00F03316"/>
    <w:rsid w:val="00F03328"/>
    <w:rsid w:val="00F0344C"/>
    <w:rsid w:val="00F03948"/>
    <w:rsid w:val="00F03A0D"/>
    <w:rsid w:val="00F03B39"/>
    <w:rsid w:val="00F03CDB"/>
    <w:rsid w:val="00F03D38"/>
    <w:rsid w:val="00F040A2"/>
    <w:rsid w:val="00F040E5"/>
    <w:rsid w:val="00F04254"/>
    <w:rsid w:val="00F04316"/>
    <w:rsid w:val="00F04355"/>
    <w:rsid w:val="00F04361"/>
    <w:rsid w:val="00F04490"/>
    <w:rsid w:val="00F044A0"/>
    <w:rsid w:val="00F04588"/>
    <w:rsid w:val="00F04AA0"/>
    <w:rsid w:val="00F04C8B"/>
    <w:rsid w:val="00F04D59"/>
    <w:rsid w:val="00F04D8B"/>
    <w:rsid w:val="00F050B3"/>
    <w:rsid w:val="00F054E1"/>
    <w:rsid w:val="00F0561E"/>
    <w:rsid w:val="00F0578A"/>
    <w:rsid w:val="00F0587E"/>
    <w:rsid w:val="00F058DA"/>
    <w:rsid w:val="00F05A37"/>
    <w:rsid w:val="00F05A6A"/>
    <w:rsid w:val="00F05B21"/>
    <w:rsid w:val="00F05DFD"/>
    <w:rsid w:val="00F05EB4"/>
    <w:rsid w:val="00F05FD9"/>
    <w:rsid w:val="00F061F1"/>
    <w:rsid w:val="00F0642D"/>
    <w:rsid w:val="00F06879"/>
    <w:rsid w:val="00F069D9"/>
    <w:rsid w:val="00F06ADD"/>
    <w:rsid w:val="00F06B96"/>
    <w:rsid w:val="00F06BF3"/>
    <w:rsid w:val="00F06C13"/>
    <w:rsid w:val="00F06C8C"/>
    <w:rsid w:val="00F06E26"/>
    <w:rsid w:val="00F06EBD"/>
    <w:rsid w:val="00F06EF7"/>
    <w:rsid w:val="00F073E0"/>
    <w:rsid w:val="00F07A71"/>
    <w:rsid w:val="00F07B66"/>
    <w:rsid w:val="00F07B80"/>
    <w:rsid w:val="00F07D7A"/>
    <w:rsid w:val="00F07EDC"/>
    <w:rsid w:val="00F07F40"/>
    <w:rsid w:val="00F07F8D"/>
    <w:rsid w:val="00F10075"/>
    <w:rsid w:val="00F10264"/>
    <w:rsid w:val="00F103FF"/>
    <w:rsid w:val="00F10658"/>
    <w:rsid w:val="00F1069D"/>
    <w:rsid w:val="00F10E80"/>
    <w:rsid w:val="00F1108B"/>
    <w:rsid w:val="00F110AB"/>
    <w:rsid w:val="00F1113B"/>
    <w:rsid w:val="00F11156"/>
    <w:rsid w:val="00F11161"/>
    <w:rsid w:val="00F111E1"/>
    <w:rsid w:val="00F112A8"/>
    <w:rsid w:val="00F112B9"/>
    <w:rsid w:val="00F1131B"/>
    <w:rsid w:val="00F114A2"/>
    <w:rsid w:val="00F1152C"/>
    <w:rsid w:val="00F1170F"/>
    <w:rsid w:val="00F11D4C"/>
    <w:rsid w:val="00F11EF1"/>
    <w:rsid w:val="00F11F65"/>
    <w:rsid w:val="00F1229E"/>
    <w:rsid w:val="00F122F4"/>
    <w:rsid w:val="00F12557"/>
    <w:rsid w:val="00F12567"/>
    <w:rsid w:val="00F125AD"/>
    <w:rsid w:val="00F126BC"/>
    <w:rsid w:val="00F12B78"/>
    <w:rsid w:val="00F12BC4"/>
    <w:rsid w:val="00F130A0"/>
    <w:rsid w:val="00F132F9"/>
    <w:rsid w:val="00F1330F"/>
    <w:rsid w:val="00F13491"/>
    <w:rsid w:val="00F13610"/>
    <w:rsid w:val="00F1369A"/>
    <w:rsid w:val="00F136C1"/>
    <w:rsid w:val="00F13B40"/>
    <w:rsid w:val="00F13DDA"/>
    <w:rsid w:val="00F13F67"/>
    <w:rsid w:val="00F1408C"/>
    <w:rsid w:val="00F140A8"/>
    <w:rsid w:val="00F142E1"/>
    <w:rsid w:val="00F142F4"/>
    <w:rsid w:val="00F144DC"/>
    <w:rsid w:val="00F14660"/>
    <w:rsid w:val="00F146D4"/>
    <w:rsid w:val="00F14718"/>
    <w:rsid w:val="00F1477E"/>
    <w:rsid w:val="00F14833"/>
    <w:rsid w:val="00F14923"/>
    <w:rsid w:val="00F14948"/>
    <w:rsid w:val="00F14ADC"/>
    <w:rsid w:val="00F14D4E"/>
    <w:rsid w:val="00F14D99"/>
    <w:rsid w:val="00F14E18"/>
    <w:rsid w:val="00F14EC0"/>
    <w:rsid w:val="00F14ECD"/>
    <w:rsid w:val="00F14F08"/>
    <w:rsid w:val="00F150B0"/>
    <w:rsid w:val="00F151A5"/>
    <w:rsid w:val="00F15293"/>
    <w:rsid w:val="00F152F3"/>
    <w:rsid w:val="00F15481"/>
    <w:rsid w:val="00F1548E"/>
    <w:rsid w:val="00F155A4"/>
    <w:rsid w:val="00F155DE"/>
    <w:rsid w:val="00F156F2"/>
    <w:rsid w:val="00F15831"/>
    <w:rsid w:val="00F15885"/>
    <w:rsid w:val="00F15AC2"/>
    <w:rsid w:val="00F15B61"/>
    <w:rsid w:val="00F15BE9"/>
    <w:rsid w:val="00F15E6A"/>
    <w:rsid w:val="00F161C9"/>
    <w:rsid w:val="00F161DC"/>
    <w:rsid w:val="00F1648D"/>
    <w:rsid w:val="00F1670D"/>
    <w:rsid w:val="00F16782"/>
    <w:rsid w:val="00F167C1"/>
    <w:rsid w:val="00F1697B"/>
    <w:rsid w:val="00F16AB7"/>
    <w:rsid w:val="00F16BF2"/>
    <w:rsid w:val="00F16F02"/>
    <w:rsid w:val="00F16F10"/>
    <w:rsid w:val="00F17331"/>
    <w:rsid w:val="00F17435"/>
    <w:rsid w:val="00F176ED"/>
    <w:rsid w:val="00F17719"/>
    <w:rsid w:val="00F17750"/>
    <w:rsid w:val="00F179ED"/>
    <w:rsid w:val="00F17B14"/>
    <w:rsid w:val="00F17BB2"/>
    <w:rsid w:val="00F17C53"/>
    <w:rsid w:val="00F17F98"/>
    <w:rsid w:val="00F202EB"/>
    <w:rsid w:val="00F20341"/>
    <w:rsid w:val="00F2052E"/>
    <w:rsid w:val="00F20559"/>
    <w:rsid w:val="00F20699"/>
    <w:rsid w:val="00F2082E"/>
    <w:rsid w:val="00F208B8"/>
    <w:rsid w:val="00F20ABD"/>
    <w:rsid w:val="00F20AF3"/>
    <w:rsid w:val="00F20C2B"/>
    <w:rsid w:val="00F20EA7"/>
    <w:rsid w:val="00F20F2B"/>
    <w:rsid w:val="00F20F7F"/>
    <w:rsid w:val="00F211E6"/>
    <w:rsid w:val="00F21327"/>
    <w:rsid w:val="00F21355"/>
    <w:rsid w:val="00F2151A"/>
    <w:rsid w:val="00F21532"/>
    <w:rsid w:val="00F2154B"/>
    <w:rsid w:val="00F2157C"/>
    <w:rsid w:val="00F2191C"/>
    <w:rsid w:val="00F21AC7"/>
    <w:rsid w:val="00F21E3A"/>
    <w:rsid w:val="00F21E78"/>
    <w:rsid w:val="00F21EBD"/>
    <w:rsid w:val="00F21F52"/>
    <w:rsid w:val="00F2202B"/>
    <w:rsid w:val="00F2217B"/>
    <w:rsid w:val="00F221AE"/>
    <w:rsid w:val="00F22306"/>
    <w:rsid w:val="00F2231A"/>
    <w:rsid w:val="00F22785"/>
    <w:rsid w:val="00F2280C"/>
    <w:rsid w:val="00F22838"/>
    <w:rsid w:val="00F22A29"/>
    <w:rsid w:val="00F22AF2"/>
    <w:rsid w:val="00F23080"/>
    <w:rsid w:val="00F2317A"/>
    <w:rsid w:val="00F234C4"/>
    <w:rsid w:val="00F23592"/>
    <w:rsid w:val="00F23737"/>
    <w:rsid w:val="00F239A4"/>
    <w:rsid w:val="00F239D3"/>
    <w:rsid w:val="00F23A61"/>
    <w:rsid w:val="00F23AC7"/>
    <w:rsid w:val="00F23BCA"/>
    <w:rsid w:val="00F23BF7"/>
    <w:rsid w:val="00F23D54"/>
    <w:rsid w:val="00F23D63"/>
    <w:rsid w:val="00F23D8B"/>
    <w:rsid w:val="00F23E23"/>
    <w:rsid w:val="00F24094"/>
    <w:rsid w:val="00F243E6"/>
    <w:rsid w:val="00F244F4"/>
    <w:rsid w:val="00F247A5"/>
    <w:rsid w:val="00F2494E"/>
    <w:rsid w:val="00F24BB3"/>
    <w:rsid w:val="00F24CA5"/>
    <w:rsid w:val="00F24F4F"/>
    <w:rsid w:val="00F24FD1"/>
    <w:rsid w:val="00F250A8"/>
    <w:rsid w:val="00F25114"/>
    <w:rsid w:val="00F252C0"/>
    <w:rsid w:val="00F2530C"/>
    <w:rsid w:val="00F253B0"/>
    <w:rsid w:val="00F2542C"/>
    <w:rsid w:val="00F25482"/>
    <w:rsid w:val="00F2555B"/>
    <w:rsid w:val="00F256EE"/>
    <w:rsid w:val="00F25866"/>
    <w:rsid w:val="00F2594A"/>
    <w:rsid w:val="00F2599E"/>
    <w:rsid w:val="00F25A23"/>
    <w:rsid w:val="00F25A8A"/>
    <w:rsid w:val="00F25D96"/>
    <w:rsid w:val="00F25E07"/>
    <w:rsid w:val="00F260C0"/>
    <w:rsid w:val="00F26265"/>
    <w:rsid w:val="00F265B0"/>
    <w:rsid w:val="00F26651"/>
    <w:rsid w:val="00F26692"/>
    <w:rsid w:val="00F26794"/>
    <w:rsid w:val="00F26800"/>
    <w:rsid w:val="00F26818"/>
    <w:rsid w:val="00F26824"/>
    <w:rsid w:val="00F26830"/>
    <w:rsid w:val="00F269C7"/>
    <w:rsid w:val="00F26F75"/>
    <w:rsid w:val="00F271F4"/>
    <w:rsid w:val="00F273FA"/>
    <w:rsid w:val="00F27407"/>
    <w:rsid w:val="00F275D4"/>
    <w:rsid w:val="00F2769E"/>
    <w:rsid w:val="00F277E0"/>
    <w:rsid w:val="00F27A3F"/>
    <w:rsid w:val="00F27A56"/>
    <w:rsid w:val="00F27B9B"/>
    <w:rsid w:val="00F27CB9"/>
    <w:rsid w:val="00F27DC8"/>
    <w:rsid w:val="00F30010"/>
    <w:rsid w:val="00F3010A"/>
    <w:rsid w:val="00F30211"/>
    <w:rsid w:val="00F30230"/>
    <w:rsid w:val="00F302DB"/>
    <w:rsid w:val="00F30428"/>
    <w:rsid w:val="00F30536"/>
    <w:rsid w:val="00F3057B"/>
    <w:rsid w:val="00F3063E"/>
    <w:rsid w:val="00F30779"/>
    <w:rsid w:val="00F30BBF"/>
    <w:rsid w:val="00F30C02"/>
    <w:rsid w:val="00F30EC0"/>
    <w:rsid w:val="00F30EC4"/>
    <w:rsid w:val="00F31125"/>
    <w:rsid w:val="00F314DF"/>
    <w:rsid w:val="00F3150A"/>
    <w:rsid w:val="00F3169D"/>
    <w:rsid w:val="00F318BA"/>
    <w:rsid w:val="00F319D1"/>
    <w:rsid w:val="00F31A34"/>
    <w:rsid w:val="00F31B10"/>
    <w:rsid w:val="00F31B49"/>
    <w:rsid w:val="00F31CAB"/>
    <w:rsid w:val="00F3203B"/>
    <w:rsid w:val="00F32091"/>
    <w:rsid w:val="00F32114"/>
    <w:rsid w:val="00F3218A"/>
    <w:rsid w:val="00F321EB"/>
    <w:rsid w:val="00F32541"/>
    <w:rsid w:val="00F32767"/>
    <w:rsid w:val="00F32AEB"/>
    <w:rsid w:val="00F32B37"/>
    <w:rsid w:val="00F32B3C"/>
    <w:rsid w:val="00F32B64"/>
    <w:rsid w:val="00F32BA3"/>
    <w:rsid w:val="00F32DAD"/>
    <w:rsid w:val="00F32DFD"/>
    <w:rsid w:val="00F33146"/>
    <w:rsid w:val="00F33193"/>
    <w:rsid w:val="00F33C35"/>
    <w:rsid w:val="00F33D2C"/>
    <w:rsid w:val="00F33F16"/>
    <w:rsid w:val="00F33FCB"/>
    <w:rsid w:val="00F3411E"/>
    <w:rsid w:val="00F3419B"/>
    <w:rsid w:val="00F343C9"/>
    <w:rsid w:val="00F34446"/>
    <w:rsid w:val="00F3447C"/>
    <w:rsid w:val="00F3459B"/>
    <w:rsid w:val="00F345CD"/>
    <w:rsid w:val="00F345FE"/>
    <w:rsid w:val="00F347F3"/>
    <w:rsid w:val="00F34AC4"/>
    <w:rsid w:val="00F34C7B"/>
    <w:rsid w:val="00F34D51"/>
    <w:rsid w:val="00F34E63"/>
    <w:rsid w:val="00F34ED0"/>
    <w:rsid w:val="00F35399"/>
    <w:rsid w:val="00F353FA"/>
    <w:rsid w:val="00F35468"/>
    <w:rsid w:val="00F35558"/>
    <w:rsid w:val="00F3577D"/>
    <w:rsid w:val="00F3588E"/>
    <w:rsid w:val="00F3588F"/>
    <w:rsid w:val="00F35977"/>
    <w:rsid w:val="00F35DB6"/>
    <w:rsid w:val="00F35DE2"/>
    <w:rsid w:val="00F35E0D"/>
    <w:rsid w:val="00F360BF"/>
    <w:rsid w:val="00F362F8"/>
    <w:rsid w:val="00F3635A"/>
    <w:rsid w:val="00F36753"/>
    <w:rsid w:val="00F367B3"/>
    <w:rsid w:val="00F36867"/>
    <w:rsid w:val="00F36B1C"/>
    <w:rsid w:val="00F36D5E"/>
    <w:rsid w:val="00F36D6C"/>
    <w:rsid w:val="00F36F12"/>
    <w:rsid w:val="00F36F53"/>
    <w:rsid w:val="00F37055"/>
    <w:rsid w:val="00F37145"/>
    <w:rsid w:val="00F3747A"/>
    <w:rsid w:val="00F374B5"/>
    <w:rsid w:val="00F375AF"/>
    <w:rsid w:val="00F3785C"/>
    <w:rsid w:val="00F378D7"/>
    <w:rsid w:val="00F37989"/>
    <w:rsid w:val="00F37995"/>
    <w:rsid w:val="00F37A9B"/>
    <w:rsid w:val="00F37B56"/>
    <w:rsid w:val="00F37B84"/>
    <w:rsid w:val="00F37C84"/>
    <w:rsid w:val="00F4006C"/>
    <w:rsid w:val="00F4007A"/>
    <w:rsid w:val="00F401A0"/>
    <w:rsid w:val="00F401E1"/>
    <w:rsid w:val="00F40208"/>
    <w:rsid w:val="00F4038F"/>
    <w:rsid w:val="00F403CC"/>
    <w:rsid w:val="00F404A4"/>
    <w:rsid w:val="00F407E1"/>
    <w:rsid w:val="00F409A5"/>
    <w:rsid w:val="00F40A8A"/>
    <w:rsid w:val="00F40BDF"/>
    <w:rsid w:val="00F40EE7"/>
    <w:rsid w:val="00F40F81"/>
    <w:rsid w:val="00F40FBE"/>
    <w:rsid w:val="00F4108F"/>
    <w:rsid w:val="00F4135E"/>
    <w:rsid w:val="00F413D6"/>
    <w:rsid w:val="00F41456"/>
    <w:rsid w:val="00F415AD"/>
    <w:rsid w:val="00F4169E"/>
    <w:rsid w:val="00F41707"/>
    <w:rsid w:val="00F4178C"/>
    <w:rsid w:val="00F41A41"/>
    <w:rsid w:val="00F41A92"/>
    <w:rsid w:val="00F41B57"/>
    <w:rsid w:val="00F41B73"/>
    <w:rsid w:val="00F41C77"/>
    <w:rsid w:val="00F41CFB"/>
    <w:rsid w:val="00F41D86"/>
    <w:rsid w:val="00F4227A"/>
    <w:rsid w:val="00F42286"/>
    <w:rsid w:val="00F42430"/>
    <w:rsid w:val="00F4267D"/>
    <w:rsid w:val="00F42771"/>
    <w:rsid w:val="00F42831"/>
    <w:rsid w:val="00F42910"/>
    <w:rsid w:val="00F42A47"/>
    <w:rsid w:val="00F42A68"/>
    <w:rsid w:val="00F42AF3"/>
    <w:rsid w:val="00F42BBA"/>
    <w:rsid w:val="00F42E0C"/>
    <w:rsid w:val="00F42F2F"/>
    <w:rsid w:val="00F43019"/>
    <w:rsid w:val="00F430AF"/>
    <w:rsid w:val="00F43106"/>
    <w:rsid w:val="00F43126"/>
    <w:rsid w:val="00F431A8"/>
    <w:rsid w:val="00F4321E"/>
    <w:rsid w:val="00F432EE"/>
    <w:rsid w:val="00F434FB"/>
    <w:rsid w:val="00F435D8"/>
    <w:rsid w:val="00F43691"/>
    <w:rsid w:val="00F43946"/>
    <w:rsid w:val="00F43970"/>
    <w:rsid w:val="00F43C98"/>
    <w:rsid w:val="00F43CF0"/>
    <w:rsid w:val="00F43EE6"/>
    <w:rsid w:val="00F44079"/>
    <w:rsid w:val="00F44187"/>
    <w:rsid w:val="00F44267"/>
    <w:rsid w:val="00F44293"/>
    <w:rsid w:val="00F4432C"/>
    <w:rsid w:val="00F4437D"/>
    <w:rsid w:val="00F4453C"/>
    <w:rsid w:val="00F44664"/>
    <w:rsid w:val="00F44688"/>
    <w:rsid w:val="00F4478A"/>
    <w:rsid w:val="00F44C64"/>
    <w:rsid w:val="00F44E15"/>
    <w:rsid w:val="00F44F9D"/>
    <w:rsid w:val="00F45078"/>
    <w:rsid w:val="00F45156"/>
    <w:rsid w:val="00F45275"/>
    <w:rsid w:val="00F452B5"/>
    <w:rsid w:val="00F454B3"/>
    <w:rsid w:val="00F4561E"/>
    <w:rsid w:val="00F456FC"/>
    <w:rsid w:val="00F457F2"/>
    <w:rsid w:val="00F458BC"/>
    <w:rsid w:val="00F4595E"/>
    <w:rsid w:val="00F459F9"/>
    <w:rsid w:val="00F45B7D"/>
    <w:rsid w:val="00F45BA5"/>
    <w:rsid w:val="00F45DAB"/>
    <w:rsid w:val="00F460EC"/>
    <w:rsid w:val="00F4648A"/>
    <w:rsid w:val="00F464F2"/>
    <w:rsid w:val="00F46687"/>
    <w:rsid w:val="00F467F4"/>
    <w:rsid w:val="00F468F9"/>
    <w:rsid w:val="00F46A0A"/>
    <w:rsid w:val="00F46A4E"/>
    <w:rsid w:val="00F46A5F"/>
    <w:rsid w:val="00F46D72"/>
    <w:rsid w:val="00F47185"/>
    <w:rsid w:val="00F473D6"/>
    <w:rsid w:val="00F4743D"/>
    <w:rsid w:val="00F47654"/>
    <w:rsid w:val="00F4765A"/>
    <w:rsid w:val="00F47996"/>
    <w:rsid w:val="00F501CB"/>
    <w:rsid w:val="00F5026C"/>
    <w:rsid w:val="00F503D8"/>
    <w:rsid w:val="00F5069A"/>
    <w:rsid w:val="00F506AC"/>
    <w:rsid w:val="00F50872"/>
    <w:rsid w:val="00F509C6"/>
    <w:rsid w:val="00F50A32"/>
    <w:rsid w:val="00F50C99"/>
    <w:rsid w:val="00F50FAF"/>
    <w:rsid w:val="00F511E5"/>
    <w:rsid w:val="00F51227"/>
    <w:rsid w:val="00F51357"/>
    <w:rsid w:val="00F516A5"/>
    <w:rsid w:val="00F516CE"/>
    <w:rsid w:val="00F51785"/>
    <w:rsid w:val="00F519F3"/>
    <w:rsid w:val="00F51D8F"/>
    <w:rsid w:val="00F520C5"/>
    <w:rsid w:val="00F52263"/>
    <w:rsid w:val="00F52508"/>
    <w:rsid w:val="00F5282A"/>
    <w:rsid w:val="00F52AE8"/>
    <w:rsid w:val="00F52DCF"/>
    <w:rsid w:val="00F52E9E"/>
    <w:rsid w:val="00F52F06"/>
    <w:rsid w:val="00F530AF"/>
    <w:rsid w:val="00F530D4"/>
    <w:rsid w:val="00F53319"/>
    <w:rsid w:val="00F53364"/>
    <w:rsid w:val="00F53367"/>
    <w:rsid w:val="00F534F0"/>
    <w:rsid w:val="00F5365A"/>
    <w:rsid w:val="00F5365B"/>
    <w:rsid w:val="00F538C1"/>
    <w:rsid w:val="00F5394D"/>
    <w:rsid w:val="00F53987"/>
    <w:rsid w:val="00F53C08"/>
    <w:rsid w:val="00F53CE6"/>
    <w:rsid w:val="00F53FFA"/>
    <w:rsid w:val="00F540EC"/>
    <w:rsid w:val="00F54331"/>
    <w:rsid w:val="00F54436"/>
    <w:rsid w:val="00F545B5"/>
    <w:rsid w:val="00F547BB"/>
    <w:rsid w:val="00F548F7"/>
    <w:rsid w:val="00F548FC"/>
    <w:rsid w:val="00F5499E"/>
    <w:rsid w:val="00F549CB"/>
    <w:rsid w:val="00F54DB8"/>
    <w:rsid w:val="00F550CD"/>
    <w:rsid w:val="00F55195"/>
    <w:rsid w:val="00F5519B"/>
    <w:rsid w:val="00F552E8"/>
    <w:rsid w:val="00F553FA"/>
    <w:rsid w:val="00F554E3"/>
    <w:rsid w:val="00F555A5"/>
    <w:rsid w:val="00F55771"/>
    <w:rsid w:val="00F5598F"/>
    <w:rsid w:val="00F559B8"/>
    <w:rsid w:val="00F55CF4"/>
    <w:rsid w:val="00F56234"/>
    <w:rsid w:val="00F56419"/>
    <w:rsid w:val="00F564DD"/>
    <w:rsid w:val="00F566B0"/>
    <w:rsid w:val="00F566EB"/>
    <w:rsid w:val="00F56775"/>
    <w:rsid w:val="00F569DB"/>
    <w:rsid w:val="00F56CB7"/>
    <w:rsid w:val="00F56CB8"/>
    <w:rsid w:val="00F56CC1"/>
    <w:rsid w:val="00F57290"/>
    <w:rsid w:val="00F57295"/>
    <w:rsid w:val="00F57564"/>
    <w:rsid w:val="00F575F5"/>
    <w:rsid w:val="00F577AB"/>
    <w:rsid w:val="00F57914"/>
    <w:rsid w:val="00F57A3C"/>
    <w:rsid w:val="00F57C50"/>
    <w:rsid w:val="00F57D77"/>
    <w:rsid w:val="00F57E91"/>
    <w:rsid w:val="00F60091"/>
    <w:rsid w:val="00F6025A"/>
    <w:rsid w:val="00F60338"/>
    <w:rsid w:val="00F6049F"/>
    <w:rsid w:val="00F60798"/>
    <w:rsid w:val="00F6082D"/>
    <w:rsid w:val="00F60A29"/>
    <w:rsid w:val="00F60C6F"/>
    <w:rsid w:val="00F6102B"/>
    <w:rsid w:val="00F610C8"/>
    <w:rsid w:val="00F610ED"/>
    <w:rsid w:val="00F61183"/>
    <w:rsid w:val="00F615F9"/>
    <w:rsid w:val="00F616A8"/>
    <w:rsid w:val="00F61727"/>
    <w:rsid w:val="00F619ED"/>
    <w:rsid w:val="00F61ADA"/>
    <w:rsid w:val="00F61F2C"/>
    <w:rsid w:val="00F61F88"/>
    <w:rsid w:val="00F6200C"/>
    <w:rsid w:val="00F62170"/>
    <w:rsid w:val="00F6219A"/>
    <w:rsid w:val="00F624E2"/>
    <w:rsid w:val="00F624F6"/>
    <w:rsid w:val="00F6258A"/>
    <w:rsid w:val="00F625F0"/>
    <w:rsid w:val="00F6292F"/>
    <w:rsid w:val="00F62A4A"/>
    <w:rsid w:val="00F62A58"/>
    <w:rsid w:val="00F62B1B"/>
    <w:rsid w:val="00F62B39"/>
    <w:rsid w:val="00F62C01"/>
    <w:rsid w:val="00F62D9A"/>
    <w:rsid w:val="00F62E4B"/>
    <w:rsid w:val="00F62EA6"/>
    <w:rsid w:val="00F62F15"/>
    <w:rsid w:val="00F631A2"/>
    <w:rsid w:val="00F63380"/>
    <w:rsid w:val="00F6365F"/>
    <w:rsid w:val="00F6369D"/>
    <w:rsid w:val="00F63809"/>
    <w:rsid w:val="00F63DFD"/>
    <w:rsid w:val="00F63E27"/>
    <w:rsid w:val="00F63FD7"/>
    <w:rsid w:val="00F6414D"/>
    <w:rsid w:val="00F6419C"/>
    <w:rsid w:val="00F6420C"/>
    <w:rsid w:val="00F64331"/>
    <w:rsid w:val="00F64607"/>
    <w:rsid w:val="00F64912"/>
    <w:rsid w:val="00F649AE"/>
    <w:rsid w:val="00F64B64"/>
    <w:rsid w:val="00F64EEC"/>
    <w:rsid w:val="00F64FD4"/>
    <w:rsid w:val="00F6576D"/>
    <w:rsid w:val="00F6582B"/>
    <w:rsid w:val="00F6587C"/>
    <w:rsid w:val="00F659DC"/>
    <w:rsid w:val="00F65ABA"/>
    <w:rsid w:val="00F65D2C"/>
    <w:rsid w:val="00F65FA4"/>
    <w:rsid w:val="00F661C4"/>
    <w:rsid w:val="00F66578"/>
    <w:rsid w:val="00F6664F"/>
    <w:rsid w:val="00F6671F"/>
    <w:rsid w:val="00F6695B"/>
    <w:rsid w:val="00F669FA"/>
    <w:rsid w:val="00F66AF2"/>
    <w:rsid w:val="00F66C7E"/>
    <w:rsid w:val="00F66CBF"/>
    <w:rsid w:val="00F66DDD"/>
    <w:rsid w:val="00F66F28"/>
    <w:rsid w:val="00F6705C"/>
    <w:rsid w:val="00F670FB"/>
    <w:rsid w:val="00F67146"/>
    <w:rsid w:val="00F67207"/>
    <w:rsid w:val="00F67331"/>
    <w:rsid w:val="00F67368"/>
    <w:rsid w:val="00F67427"/>
    <w:rsid w:val="00F6747D"/>
    <w:rsid w:val="00F67482"/>
    <w:rsid w:val="00F675B6"/>
    <w:rsid w:val="00F677FC"/>
    <w:rsid w:val="00F67816"/>
    <w:rsid w:val="00F678A8"/>
    <w:rsid w:val="00F678EA"/>
    <w:rsid w:val="00F67A07"/>
    <w:rsid w:val="00F67A1C"/>
    <w:rsid w:val="00F67CFB"/>
    <w:rsid w:val="00F67DB2"/>
    <w:rsid w:val="00F67F49"/>
    <w:rsid w:val="00F70103"/>
    <w:rsid w:val="00F70153"/>
    <w:rsid w:val="00F702A4"/>
    <w:rsid w:val="00F7031B"/>
    <w:rsid w:val="00F7060C"/>
    <w:rsid w:val="00F7068D"/>
    <w:rsid w:val="00F70714"/>
    <w:rsid w:val="00F7081D"/>
    <w:rsid w:val="00F70910"/>
    <w:rsid w:val="00F70C21"/>
    <w:rsid w:val="00F70C6B"/>
    <w:rsid w:val="00F70D15"/>
    <w:rsid w:val="00F712F3"/>
    <w:rsid w:val="00F714D3"/>
    <w:rsid w:val="00F71508"/>
    <w:rsid w:val="00F716BE"/>
    <w:rsid w:val="00F7185B"/>
    <w:rsid w:val="00F71BE4"/>
    <w:rsid w:val="00F71EE3"/>
    <w:rsid w:val="00F71F86"/>
    <w:rsid w:val="00F71F8B"/>
    <w:rsid w:val="00F72105"/>
    <w:rsid w:val="00F7216B"/>
    <w:rsid w:val="00F721D2"/>
    <w:rsid w:val="00F72358"/>
    <w:rsid w:val="00F725D2"/>
    <w:rsid w:val="00F72734"/>
    <w:rsid w:val="00F7296D"/>
    <w:rsid w:val="00F72CAE"/>
    <w:rsid w:val="00F72E95"/>
    <w:rsid w:val="00F7311A"/>
    <w:rsid w:val="00F734D1"/>
    <w:rsid w:val="00F7354D"/>
    <w:rsid w:val="00F735FF"/>
    <w:rsid w:val="00F7362A"/>
    <w:rsid w:val="00F73A1B"/>
    <w:rsid w:val="00F73C8E"/>
    <w:rsid w:val="00F73F2E"/>
    <w:rsid w:val="00F74137"/>
    <w:rsid w:val="00F74195"/>
    <w:rsid w:val="00F743DE"/>
    <w:rsid w:val="00F744D0"/>
    <w:rsid w:val="00F74532"/>
    <w:rsid w:val="00F74A16"/>
    <w:rsid w:val="00F74C59"/>
    <w:rsid w:val="00F74D5A"/>
    <w:rsid w:val="00F752AA"/>
    <w:rsid w:val="00F75544"/>
    <w:rsid w:val="00F75619"/>
    <w:rsid w:val="00F756C1"/>
    <w:rsid w:val="00F757AC"/>
    <w:rsid w:val="00F75832"/>
    <w:rsid w:val="00F75883"/>
    <w:rsid w:val="00F75A93"/>
    <w:rsid w:val="00F75AE7"/>
    <w:rsid w:val="00F75B75"/>
    <w:rsid w:val="00F75DB0"/>
    <w:rsid w:val="00F75FE7"/>
    <w:rsid w:val="00F76226"/>
    <w:rsid w:val="00F76394"/>
    <w:rsid w:val="00F764D2"/>
    <w:rsid w:val="00F767E0"/>
    <w:rsid w:val="00F767E9"/>
    <w:rsid w:val="00F768DE"/>
    <w:rsid w:val="00F76BE2"/>
    <w:rsid w:val="00F76BFB"/>
    <w:rsid w:val="00F76F0E"/>
    <w:rsid w:val="00F770B3"/>
    <w:rsid w:val="00F77148"/>
    <w:rsid w:val="00F771D1"/>
    <w:rsid w:val="00F77791"/>
    <w:rsid w:val="00F7790A"/>
    <w:rsid w:val="00F77A00"/>
    <w:rsid w:val="00F77B0F"/>
    <w:rsid w:val="00F77D28"/>
    <w:rsid w:val="00F77D2B"/>
    <w:rsid w:val="00F77DC4"/>
    <w:rsid w:val="00F80093"/>
    <w:rsid w:val="00F8015C"/>
    <w:rsid w:val="00F80398"/>
    <w:rsid w:val="00F80530"/>
    <w:rsid w:val="00F80570"/>
    <w:rsid w:val="00F806F8"/>
    <w:rsid w:val="00F8075A"/>
    <w:rsid w:val="00F80D99"/>
    <w:rsid w:val="00F80DBB"/>
    <w:rsid w:val="00F811F6"/>
    <w:rsid w:val="00F812A2"/>
    <w:rsid w:val="00F81472"/>
    <w:rsid w:val="00F814EB"/>
    <w:rsid w:val="00F81782"/>
    <w:rsid w:val="00F818AB"/>
    <w:rsid w:val="00F81E94"/>
    <w:rsid w:val="00F81F1C"/>
    <w:rsid w:val="00F8205D"/>
    <w:rsid w:val="00F82101"/>
    <w:rsid w:val="00F82324"/>
    <w:rsid w:val="00F8256F"/>
    <w:rsid w:val="00F828FC"/>
    <w:rsid w:val="00F8295B"/>
    <w:rsid w:val="00F82C71"/>
    <w:rsid w:val="00F82D29"/>
    <w:rsid w:val="00F82E5D"/>
    <w:rsid w:val="00F82FB0"/>
    <w:rsid w:val="00F83119"/>
    <w:rsid w:val="00F83206"/>
    <w:rsid w:val="00F8335D"/>
    <w:rsid w:val="00F83818"/>
    <w:rsid w:val="00F839B2"/>
    <w:rsid w:val="00F83AB2"/>
    <w:rsid w:val="00F83CDC"/>
    <w:rsid w:val="00F83DB6"/>
    <w:rsid w:val="00F83F69"/>
    <w:rsid w:val="00F84052"/>
    <w:rsid w:val="00F843FE"/>
    <w:rsid w:val="00F8469B"/>
    <w:rsid w:val="00F848DF"/>
    <w:rsid w:val="00F84BED"/>
    <w:rsid w:val="00F84D38"/>
    <w:rsid w:val="00F84E94"/>
    <w:rsid w:val="00F85041"/>
    <w:rsid w:val="00F85158"/>
    <w:rsid w:val="00F8541B"/>
    <w:rsid w:val="00F854E3"/>
    <w:rsid w:val="00F8566F"/>
    <w:rsid w:val="00F86378"/>
    <w:rsid w:val="00F8645B"/>
    <w:rsid w:val="00F86BAB"/>
    <w:rsid w:val="00F86C25"/>
    <w:rsid w:val="00F86C7D"/>
    <w:rsid w:val="00F86D4F"/>
    <w:rsid w:val="00F86E91"/>
    <w:rsid w:val="00F87400"/>
    <w:rsid w:val="00F8759B"/>
    <w:rsid w:val="00F87811"/>
    <w:rsid w:val="00F87930"/>
    <w:rsid w:val="00F879EE"/>
    <w:rsid w:val="00F87A7C"/>
    <w:rsid w:val="00F87E95"/>
    <w:rsid w:val="00F87F5D"/>
    <w:rsid w:val="00F87F76"/>
    <w:rsid w:val="00F87FEA"/>
    <w:rsid w:val="00F90087"/>
    <w:rsid w:val="00F900A4"/>
    <w:rsid w:val="00F900B9"/>
    <w:rsid w:val="00F90224"/>
    <w:rsid w:val="00F902D6"/>
    <w:rsid w:val="00F90355"/>
    <w:rsid w:val="00F903C7"/>
    <w:rsid w:val="00F90656"/>
    <w:rsid w:val="00F907C6"/>
    <w:rsid w:val="00F90938"/>
    <w:rsid w:val="00F90A8C"/>
    <w:rsid w:val="00F90AAE"/>
    <w:rsid w:val="00F90BF6"/>
    <w:rsid w:val="00F90D39"/>
    <w:rsid w:val="00F90E2E"/>
    <w:rsid w:val="00F90E9F"/>
    <w:rsid w:val="00F915A1"/>
    <w:rsid w:val="00F91704"/>
    <w:rsid w:val="00F91783"/>
    <w:rsid w:val="00F91797"/>
    <w:rsid w:val="00F91ADD"/>
    <w:rsid w:val="00F91BA0"/>
    <w:rsid w:val="00F91BA9"/>
    <w:rsid w:val="00F91E63"/>
    <w:rsid w:val="00F92089"/>
    <w:rsid w:val="00F92107"/>
    <w:rsid w:val="00F92376"/>
    <w:rsid w:val="00F9241E"/>
    <w:rsid w:val="00F92613"/>
    <w:rsid w:val="00F927C6"/>
    <w:rsid w:val="00F92895"/>
    <w:rsid w:val="00F929EE"/>
    <w:rsid w:val="00F92BDE"/>
    <w:rsid w:val="00F92C14"/>
    <w:rsid w:val="00F92F58"/>
    <w:rsid w:val="00F92F59"/>
    <w:rsid w:val="00F93194"/>
    <w:rsid w:val="00F931AF"/>
    <w:rsid w:val="00F933D1"/>
    <w:rsid w:val="00F9361F"/>
    <w:rsid w:val="00F9383C"/>
    <w:rsid w:val="00F938AC"/>
    <w:rsid w:val="00F93A59"/>
    <w:rsid w:val="00F93A95"/>
    <w:rsid w:val="00F93B80"/>
    <w:rsid w:val="00F93D3F"/>
    <w:rsid w:val="00F93D40"/>
    <w:rsid w:val="00F93D65"/>
    <w:rsid w:val="00F93EBF"/>
    <w:rsid w:val="00F93F24"/>
    <w:rsid w:val="00F941B6"/>
    <w:rsid w:val="00F944C8"/>
    <w:rsid w:val="00F94573"/>
    <w:rsid w:val="00F94965"/>
    <w:rsid w:val="00F9498C"/>
    <w:rsid w:val="00F94BA6"/>
    <w:rsid w:val="00F94D83"/>
    <w:rsid w:val="00F94F78"/>
    <w:rsid w:val="00F95032"/>
    <w:rsid w:val="00F953C2"/>
    <w:rsid w:val="00F95435"/>
    <w:rsid w:val="00F95A78"/>
    <w:rsid w:val="00F95C65"/>
    <w:rsid w:val="00F95F29"/>
    <w:rsid w:val="00F96037"/>
    <w:rsid w:val="00F96129"/>
    <w:rsid w:val="00F96132"/>
    <w:rsid w:val="00F96134"/>
    <w:rsid w:val="00F96371"/>
    <w:rsid w:val="00F96391"/>
    <w:rsid w:val="00F96412"/>
    <w:rsid w:val="00F96534"/>
    <w:rsid w:val="00F965C8"/>
    <w:rsid w:val="00F9670A"/>
    <w:rsid w:val="00F96785"/>
    <w:rsid w:val="00F96879"/>
    <w:rsid w:val="00F968C9"/>
    <w:rsid w:val="00F96978"/>
    <w:rsid w:val="00F96C5C"/>
    <w:rsid w:val="00F96FD5"/>
    <w:rsid w:val="00F97107"/>
    <w:rsid w:val="00F972D9"/>
    <w:rsid w:val="00F97806"/>
    <w:rsid w:val="00F978EB"/>
    <w:rsid w:val="00F97936"/>
    <w:rsid w:val="00F97BE8"/>
    <w:rsid w:val="00F97D52"/>
    <w:rsid w:val="00F97EBC"/>
    <w:rsid w:val="00FA0003"/>
    <w:rsid w:val="00FA0237"/>
    <w:rsid w:val="00FA03BC"/>
    <w:rsid w:val="00FA03C6"/>
    <w:rsid w:val="00FA0489"/>
    <w:rsid w:val="00FA07CC"/>
    <w:rsid w:val="00FA0870"/>
    <w:rsid w:val="00FA098B"/>
    <w:rsid w:val="00FA0CAF"/>
    <w:rsid w:val="00FA0E42"/>
    <w:rsid w:val="00FA0F50"/>
    <w:rsid w:val="00FA1115"/>
    <w:rsid w:val="00FA1292"/>
    <w:rsid w:val="00FA13C4"/>
    <w:rsid w:val="00FA14D0"/>
    <w:rsid w:val="00FA15D3"/>
    <w:rsid w:val="00FA15F8"/>
    <w:rsid w:val="00FA1731"/>
    <w:rsid w:val="00FA1746"/>
    <w:rsid w:val="00FA1867"/>
    <w:rsid w:val="00FA1A13"/>
    <w:rsid w:val="00FA1CFE"/>
    <w:rsid w:val="00FA1D49"/>
    <w:rsid w:val="00FA1D7E"/>
    <w:rsid w:val="00FA2072"/>
    <w:rsid w:val="00FA2386"/>
    <w:rsid w:val="00FA24BB"/>
    <w:rsid w:val="00FA2A53"/>
    <w:rsid w:val="00FA2BEF"/>
    <w:rsid w:val="00FA2DD4"/>
    <w:rsid w:val="00FA2F2F"/>
    <w:rsid w:val="00FA334D"/>
    <w:rsid w:val="00FA3458"/>
    <w:rsid w:val="00FA3596"/>
    <w:rsid w:val="00FA35AF"/>
    <w:rsid w:val="00FA3660"/>
    <w:rsid w:val="00FA3839"/>
    <w:rsid w:val="00FA3A12"/>
    <w:rsid w:val="00FA3A4B"/>
    <w:rsid w:val="00FA3BC5"/>
    <w:rsid w:val="00FA3C2A"/>
    <w:rsid w:val="00FA3CD6"/>
    <w:rsid w:val="00FA4206"/>
    <w:rsid w:val="00FA4316"/>
    <w:rsid w:val="00FA4400"/>
    <w:rsid w:val="00FA45A0"/>
    <w:rsid w:val="00FA4775"/>
    <w:rsid w:val="00FA4843"/>
    <w:rsid w:val="00FA4B5E"/>
    <w:rsid w:val="00FA4CCD"/>
    <w:rsid w:val="00FA5196"/>
    <w:rsid w:val="00FA546E"/>
    <w:rsid w:val="00FA54C3"/>
    <w:rsid w:val="00FA5726"/>
    <w:rsid w:val="00FA587B"/>
    <w:rsid w:val="00FA59A9"/>
    <w:rsid w:val="00FA5A73"/>
    <w:rsid w:val="00FA5BCB"/>
    <w:rsid w:val="00FA5DCF"/>
    <w:rsid w:val="00FA5F6A"/>
    <w:rsid w:val="00FA64BC"/>
    <w:rsid w:val="00FA64EE"/>
    <w:rsid w:val="00FA6613"/>
    <w:rsid w:val="00FA66BC"/>
    <w:rsid w:val="00FA66FE"/>
    <w:rsid w:val="00FA6852"/>
    <w:rsid w:val="00FA6ACE"/>
    <w:rsid w:val="00FA6B93"/>
    <w:rsid w:val="00FA719D"/>
    <w:rsid w:val="00FA723C"/>
    <w:rsid w:val="00FA74E5"/>
    <w:rsid w:val="00FA76F1"/>
    <w:rsid w:val="00FA7795"/>
    <w:rsid w:val="00FA7903"/>
    <w:rsid w:val="00FA7974"/>
    <w:rsid w:val="00FA79C5"/>
    <w:rsid w:val="00FA7A44"/>
    <w:rsid w:val="00FA7AD9"/>
    <w:rsid w:val="00FA7B77"/>
    <w:rsid w:val="00FA7B88"/>
    <w:rsid w:val="00FA7CC1"/>
    <w:rsid w:val="00FA7EB6"/>
    <w:rsid w:val="00FA7ECE"/>
    <w:rsid w:val="00FA7EF2"/>
    <w:rsid w:val="00FB0255"/>
    <w:rsid w:val="00FB02D0"/>
    <w:rsid w:val="00FB0300"/>
    <w:rsid w:val="00FB03E2"/>
    <w:rsid w:val="00FB0666"/>
    <w:rsid w:val="00FB0767"/>
    <w:rsid w:val="00FB0ABD"/>
    <w:rsid w:val="00FB0B9A"/>
    <w:rsid w:val="00FB0DE5"/>
    <w:rsid w:val="00FB0EDE"/>
    <w:rsid w:val="00FB0F26"/>
    <w:rsid w:val="00FB1189"/>
    <w:rsid w:val="00FB13C4"/>
    <w:rsid w:val="00FB14EB"/>
    <w:rsid w:val="00FB1551"/>
    <w:rsid w:val="00FB167A"/>
    <w:rsid w:val="00FB16E0"/>
    <w:rsid w:val="00FB19EF"/>
    <w:rsid w:val="00FB1B37"/>
    <w:rsid w:val="00FB1C9C"/>
    <w:rsid w:val="00FB1F80"/>
    <w:rsid w:val="00FB2088"/>
    <w:rsid w:val="00FB20B7"/>
    <w:rsid w:val="00FB2145"/>
    <w:rsid w:val="00FB223A"/>
    <w:rsid w:val="00FB2354"/>
    <w:rsid w:val="00FB23B1"/>
    <w:rsid w:val="00FB245E"/>
    <w:rsid w:val="00FB266F"/>
    <w:rsid w:val="00FB27A4"/>
    <w:rsid w:val="00FB2811"/>
    <w:rsid w:val="00FB286D"/>
    <w:rsid w:val="00FB2B49"/>
    <w:rsid w:val="00FB2EC7"/>
    <w:rsid w:val="00FB3177"/>
    <w:rsid w:val="00FB31A7"/>
    <w:rsid w:val="00FB31AC"/>
    <w:rsid w:val="00FB36F8"/>
    <w:rsid w:val="00FB4165"/>
    <w:rsid w:val="00FB41AF"/>
    <w:rsid w:val="00FB4342"/>
    <w:rsid w:val="00FB4522"/>
    <w:rsid w:val="00FB45A3"/>
    <w:rsid w:val="00FB4617"/>
    <w:rsid w:val="00FB4978"/>
    <w:rsid w:val="00FB4B98"/>
    <w:rsid w:val="00FB4C6C"/>
    <w:rsid w:val="00FB4D37"/>
    <w:rsid w:val="00FB4D42"/>
    <w:rsid w:val="00FB4FC4"/>
    <w:rsid w:val="00FB5063"/>
    <w:rsid w:val="00FB51B1"/>
    <w:rsid w:val="00FB51CB"/>
    <w:rsid w:val="00FB526F"/>
    <w:rsid w:val="00FB52BF"/>
    <w:rsid w:val="00FB5339"/>
    <w:rsid w:val="00FB5442"/>
    <w:rsid w:val="00FB54C1"/>
    <w:rsid w:val="00FB55B1"/>
    <w:rsid w:val="00FB574C"/>
    <w:rsid w:val="00FB5816"/>
    <w:rsid w:val="00FB5928"/>
    <w:rsid w:val="00FB5BB1"/>
    <w:rsid w:val="00FB5DDE"/>
    <w:rsid w:val="00FB5DF2"/>
    <w:rsid w:val="00FB5E84"/>
    <w:rsid w:val="00FB60B9"/>
    <w:rsid w:val="00FB617D"/>
    <w:rsid w:val="00FB62F8"/>
    <w:rsid w:val="00FB6355"/>
    <w:rsid w:val="00FB64A1"/>
    <w:rsid w:val="00FB67F6"/>
    <w:rsid w:val="00FB6895"/>
    <w:rsid w:val="00FB6A48"/>
    <w:rsid w:val="00FB6A84"/>
    <w:rsid w:val="00FB6C3B"/>
    <w:rsid w:val="00FB6E18"/>
    <w:rsid w:val="00FB6E40"/>
    <w:rsid w:val="00FB6E56"/>
    <w:rsid w:val="00FB729A"/>
    <w:rsid w:val="00FB72B1"/>
    <w:rsid w:val="00FB739F"/>
    <w:rsid w:val="00FB7419"/>
    <w:rsid w:val="00FB746A"/>
    <w:rsid w:val="00FB75A9"/>
    <w:rsid w:val="00FB772E"/>
    <w:rsid w:val="00FB77C4"/>
    <w:rsid w:val="00FB77D7"/>
    <w:rsid w:val="00FB78A3"/>
    <w:rsid w:val="00FB7AD7"/>
    <w:rsid w:val="00FB7B0B"/>
    <w:rsid w:val="00FB7D33"/>
    <w:rsid w:val="00FB7ED1"/>
    <w:rsid w:val="00FB7F8E"/>
    <w:rsid w:val="00FC0616"/>
    <w:rsid w:val="00FC0674"/>
    <w:rsid w:val="00FC08CD"/>
    <w:rsid w:val="00FC0971"/>
    <w:rsid w:val="00FC0A79"/>
    <w:rsid w:val="00FC0AA7"/>
    <w:rsid w:val="00FC0B3F"/>
    <w:rsid w:val="00FC0B8B"/>
    <w:rsid w:val="00FC0F01"/>
    <w:rsid w:val="00FC0F81"/>
    <w:rsid w:val="00FC0FA1"/>
    <w:rsid w:val="00FC0FB2"/>
    <w:rsid w:val="00FC0FCB"/>
    <w:rsid w:val="00FC112E"/>
    <w:rsid w:val="00FC12EC"/>
    <w:rsid w:val="00FC1307"/>
    <w:rsid w:val="00FC1429"/>
    <w:rsid w:val="00FC15E2"/>
    <w:rsid w:val="00FC1613"/>
    <w:rsid w:val="00FC192E"/>
    <w:rsid w:val="00FC1C82"/>
    <w:rsid w:val="00FC1D3C"/>
    <w:rsid w:val="00FC21C6"/>
    <w:rsid w:val="00FC21D6"/>
    <w:rsid w:val="00FC2253"/>
    <w:rsid w:val="00FC25E1"/>
    <w:rsid w:val="00FC2655"/>
    <w:rsid w:val="00FC26AC"/>
    <w:rsid w:val="00FC2933"/>
    <w:rsid w:val="00FC299A"/>
    <w:rsid w:val="00FC29DD"/>
    <w:rsid w:val="00FC2A5B"/>
    <w:rsid w:val="00FC2B27"/>
    <w:rsid w:val="00FC2B2A"/>
    <w:rsid w:val="00FC2C5F"/>
    <w:rsid w:val="00FC2CFC"/>
    <w:rsid w:val="00FC3029"/>
    <w:rsid w:val="00FC310F"/>
    <w:rsid w:val="00FC3790"/>
    <w:rsid w:val="00FC3CFB"/>
    <w:rsid w:val="00FC3D56"/>
    <w:rsid w:val="00FC3E05"/>
    <w:rsid w:val="00FC3EC2"/>
    <w:rsid w:val="00FC400F"/>
    <w:rsid w:val="00FC4064"/>
    <w:rsid w:val="00FC4218"/>
    <w:rsid w:val="00FC4469"/>
    <w:rsid w:val="00FC4576"/>
    <w:rsid w:val="00FC4764"/>
    <w:rsid w:val="00FC47B1"/>
    <w:rsid w:val="00FC4AC3"/>
    <w:rsid w:val="00FC5064"/>
    <w:rsid w:val="00FC5139"/>
    <w:rsid w:val="00FC52AD"/>
    <w:rsid w:val="00FC5453"/>
    <w:rsid w:val="00FC549B"/>
    <w:rsid w:val="00FC5768"/>
    <w:rsid w:val="00FC5832"/>
    <w:rsid w:val="00FC590C"/>
    <w:rsid w:val="00FC5AE8"/>
    <w:rsid w:val="00FC5B63"/>
    <w:rsid w:val="00FC5BB2"/>
    <w:rsid w:val="00FC5D1C"/>
    <w:rsid w:val="00FC5D6D"/>
    <w:rsid w:val="00FC5EF8"/>
    <w:rsid w:val="00FC61A0"/>
    <w:rsid w:val="00FC652A"/>
    <w:rsid w:val="00FC6573"/>
    <w:rsid w:val="00FC665C"/>
    <w:rsid w:val="00FC66BA"/>
    <w:rsid w:val="00FC68F9"/>
    <w:rsid w:val="00FC69F2"/>
    <w:rsid w:val="00FC6ABC"/>
    <w:rsid w:val="00FC6AC0"/>
    <w:rsid w:val="00FC6ACC"/>
    <w:rsid w:val="00FC6B67"/>
    <w:rsid w:val="00FC6C2A"/>
    <w:rsid w:val="00FC6C37"/>
    <w:rsid w:val="00FC6D8F"/>
    <w:rsid w:val="00FC6FFA"/>
    <w:rsid w:val="00FC702A"/>
    <w:rsid w:val="00FC72BE"/>
    <w:rsid w:val="00FC73C0"/>
    <w:rsid w:val="00FC751C"/>
    <w:rsid w:val="00FC76A0"/>
    <w:rsid w:val="00FC7D7E"/>
    <w:rsid w:val="00FC7F3F"/>
    <w:rsid w:val="00FC7F74"/>
    <w:rsid w:val="00FC7FBA"/>
    <w:rsid w:val="00FD0159"/>
    <w:rsid w:val="00FD0164"/>
    <w:rsid w:val="00FD024B"/>
    <w:rsid w:val="00FD0496"/>
    <w:rsid w:val="00FD04DD"/>
    <w:rsid w:val="00FD0725"/>
    <w:rsid w:val="00FD0826"/>
    <w:rsid w:val="00FD097A"/>
    <w:rsid w:val="00FD10C9"/>
    <w:rsid w:val="00FD114A"/>
    <w:rsid w:val="00FD1551"/>
    <w:rsid w:val="00FD1728"/>
    <w:rsid w:val="00FD187B"/>
    <w:rsid w:val="00FD1930"/>
    <w:rsid w:val="00FD1AE4"/>
    <w:rsid w:val="00FD1B51"/>
    <w:rsid w:val="00FD1C9D"/>
    <w:rsid w:val="00FD1E5B"/>
    <w:rsid w:val="00FD1E5C"/>
    <w:rsid w:val="00FD1EDE"/>
    <w:rsid w:val="00FD2283"/>
    <w:rsid w:val="00FD2590"/>
    <w:rsid w:val="00FD2729"/>
    <w:rsid w:val="00FD2A21"/>
    <w:rsid w:val="00FD2C8C"/>
    <w:rsid w:val="00FD308C"/>
    <w:rsid w:val="00FD30A4"/>
    <w:rsid w:val="00FD31E1"/>
    <w:rsid w:val="00FD3233"/>
    <w:rsid w:val="00FD3445"/>
    <w:rsid w:val="00FD34C5"/>
    <w:rsid w:val="00FD36FB"/>
    <w:rsid w:val="00FD372C"/>
    <w:rsid w:val="00FD37E6"/>
    <w:rsid w:val="00FD3819"/>
    <w:rsid w:val="00FD381E"/>
    <w:rsid w:val="00FD3C48"/>
    <w:rsid w:val="00FD4063"/>
    <w:rsid w:val="00FD40DB"/>
    <w:rsid w:val="00FD41EB"/>
    <w:rsid w:val="00FD4207"/>
    <w:rsid w:val="00FD4234"/>
    <w:rsid w:val="00FD45D0"/>
    <w:rsid w:val="00FD476E"/>
    <w:rsid w:val="00FD4A68"/>
    <w:rsid w:val="00FD4CA0"/>
    <w:rsid w:val="00FD4CD6"/>
    <w:rsid w:val="00FD4E07"/>
    <w:rsid w:val="00FD4E1B"/>
    <w:rsid w:val="00FD521F"/>
    <w:rsid w:val="00FD52FF"/>
    <w:rsid w:val="00FD531B"/>
    <w:rsid w:val="00FD53A0"/>
    <w:rsid w:val="00FD5532"/>
    <w:rsid w:val="00FD561C"/>
    <w:rsid w:val="00FD57E6"/>
    <w:rsid w:val="00FD5C47"/>
    <w:rsid w:val="00FD5D56"/>
    <w:rsid w:val="00FD5E0F"/>
    <w:rsid w:val="00FD61F1"/>
    <w:rsid w:val="00FD641C"/>
    <w:rsid w:val="00FD646C"/>
    <w:rsid w:val="00FD65C7"/>
    <w:rsid w:val="00FD661E"/>
    <w:rsid w:val="00FD6683"/>
    <w:rsid w:val="00FD673E"/>
    <w:rsid w:val="00FD67FA"/>
    <w:rsid w:val="00FD68A9"/>
    <w:rsid w:val="00FD6A8A"/>
    <w:rsid w:val="00FD6CE9"/>
    <w:rsid w:val="00FD6E13"/>
    <w:rsid w:val="00FD6E97"/>
    <w:rsid w:val="00FD70E5"/>
    <w:rsid w:val="00FD70F5"/>
    <w:rsid w:val="00FD7403"/>
    <w:rsid w:val="00FD7451"/>
    <w:rsid w:val="00FD74BB"/>
    <w:rsid w:val="00FD76C9"/>
    <w:rsid w:val="00FD77C1"/>
    <w:rsid w:val="00FD77EC"/>
    <w:rsid w:val="00FD7818"/>
    <w:rsid w:val="00FD786A"/>
    <w:rsid w:val="00FD794A"/>
    <w:rsid w:val="00FD7A36"/>
    <w:rsid w:val="00FD7C5B"/>
    <w:rsid w:val="00FD7D3C"/>
    <w:rsid w:val="00FD7F6D"/>
    <w:rsid w:val="00FE00B4"/>
    <w:rsid w:val="00FE00EC"/>
    <w:rsid w:val="00FE0237"/>
    <w:rsid w:val="00FE02F1"/>
    <w:rsid w:val="00FE02FF"/>
    <w:rsid w:val="00FE05B2"/>
    <w:rsid w:val="00FE066A"/>
    <w:rsid w:val="00FE0723"/>
    <w:rsid w:val="00FE07C8"/>
    <w:rsid w:val="00FE09D4"/>
    <w:rsid w:val="00FE0AA5"/>
    <w:rsid w:val="00FE0B95"/>
    <w:rsid w:val="00FE0BB9"/>
    <w:rsid w:val="00FE0DE1"/>
    <w:rsid w:val="00FE0E16"/>
    <w:rsid w:val="00FE0E21"/>
    <w:rsid w:val="00FE0FAD"/>
    <w:rsid w:val="00FE109C"/>
    <w:rsid w:val="00FE1217"/>
    <w:rsid w:val="00FE12B5"/>
    <w:rsid w:val="00FE14A5"/>
    <w:rsid w:val="00FE177D"/>
    <w:rsid w:val="00FE17FB"/>
    <w:rsid w:val="00FE1818"/>
    <w:rsid w:val="00FE1983"/>
    <w:rsid w:val="00FE1A0C"/>
    <w:rsid w:val="00FE1CE6"/>
    <w:rsid w:val="00FE1E3C"/>
    <w:rsid w:val="00FE1EF6"/>
    <w:rsid w:val="00FE1F3E"/>
    <w:rsid w:val="00FE203C"/>
    <w:rsid w:val="00FE24F8"/>
    <w:rsid w:val="00FE2730"/>
    <w:rsid w:val="00FE279A"/>
    <w:rsid w:val="00FE28C1"/>
    <w:rsid w:val="00FE2922"/>
    <w:rsid w:val="00FE2B5D"/>
    <w:rsid w:val="00FE2D20"/>
    <w:rsid w:val="00FE2E84"/>
    <w:rsid w:val="00FE2FBC"/>
    <w:rsid w:val="00FE3294"/>
    <w:rsid w:val="00FE3710"/>
    <w:rsid w:val="00FE37A0"/>
    <w:rsid w:val="00FE38D6"/>
    <w:rsid w:val="00FE3CFF"/>
    <w:rsid w:val="00FE3E1F"/>
    <w:rsid w:val="00FE3F60"/>
    <w:rsid w:val="00FE41B0"/>
    <w:rsid w:val="00FE4305"/>
    <w:rsid w:val="00FE45BE"/>
    <w:rsid w:val="00FE4621"/>
    <w:rsid w:val="00FE47D4"/>
    <w:rsid w:val="00FE48C0"/>
    <w:rsid w:val="00FE49C1"/>
    <w:rsid w:val="00FE4A62"/>
    <w:rsid w:val="00FE4ADC"/>
    <w:rsid w:val="00FE4B12"/>
    <w:rsid w:val="00FE5025"/>
    <w:rsid w:val="00FE50AE"/>
    <w:rsid w:val="00FE53CA"/>
    <w:rsid w:val="00FE53DD"/>
    <w:rsid w:val="00FE56B6"/>
    <w:rsid w:val="00FE57ED"/>
    <w:rsid w:val="00FE5AFE"/>
    <w:rsid w:val="00FE5CA9"/>
    <w:rsid w:val="00FE5D02"/>
    <w:rsid w:val="00FE5DC2"/>
    <w:rsid w:val="00FE5E5B"/>
    <w:rsid w:val="00FE612F"/>
    <w:rsid w:val="00FE61DB"/>
    <w:rsid w:val="00FE62A9"/>
    <w:rsid w:val="00FE6367"/>
    <w:rsid w:val="00FE6584"/>
    <w:rsid w:val="00FE6588"/>
    <w:rsid w:val="00FE67B4"/>
    <w:rsid w:val="00FE6BCE"/>
    <w:rsid w:val="00FE6BD5"/>
    <w:rsid w:val="00FE6C87"/>
    <w:rsid w:val="00FE6CD5"/>
    <w:rsid w:val="00FE6CE0"/>
    <w:rsid w:val="00FE6CE7"/>
    <w:rsid w:val="00FE6ED6"/>
    <w:rsid w:val="00FE7056"/>
    <w:rsid w:val="00FE714E"/>
    <w:rsid w:val="00FE721F"/>
    <w:rsid w:val="00FE7A7F"/>
    <w:rsid w:val="00FE7CC0"/>
    <w:rsid w:val="00FE7CC1"/>
    <w:rsid w:val="00FE7D09"/>
    <w:rsid w:val="00FE7DA7"/>
    <w:rsid w:val="00FE7FB9"/>
    <w:rsid w:val="00FF0424"/>
    <w:rsid w:val="00FF04BD"/>
    <w:rsid w:val="00FF0581"/>
    <w:rsid w:val="00FF0589"/>
    <w:rsid w:val="00FF0BE1"/>
    <w:rsid w:val="00FF0E2F"/>
    <w:rsid w:val="00FF0F97"/>
    <w:rsid w:val="00FF0FB0"/>
    <w:rsid w:val="00FF100B"/>
    <w:rsid w:val="00FF12D8"/>
    <w:rsid w:val="00FF13ED"/>
    <w:rsid w:val="00FF1426"/>
    <w:rsid w:val="00FF14AD"/>
    <w:rsid w:val="00FF16ED"/>
    <w:rsid w:val="00FF18AC"/>
    <w:rsid w:val="00FF1AF7"/>
    <w:rsid w:val="00FF1DE9"/>
    <w:rsid w:val="00FF1EE8"/>
    <w:rsid w:val="00FF1F32"/>
    <w:rsid w:val="00FF1FD0"/>
    <w:rsid w:val="00FF23B7"/>
    <w:rsid w:val="00FF24D0"/>
    <w:rsid w:val="00FF2756"/>
    <w:rsid w:val="00FF2936"/>
    <w:rsid w:val="00FF294F"/>
    <w:rsid w:val="00FF2C6D"/>
    <w:rsid w:val="00FF2EAF"/>
    <w:rsid w:val="00FF3066"/>
    <w:rsid w:val="00FF30BB"/>
    <w:rsid w:val="00FF3883"/>
    <w:rsid w:val="00FF3889"/>
    <w:rsid w:val="00FF3934"/>
    <w:rsid w:val="00FF3AD4"/>
    <w:rsid w:val="00FF3B04"/>
    <w:rsid w:val="00FF3B67"/>
    <w:rsid w:val="00FF3D0D"/>
    <w:rsid w:val="00FF3EDF"/>
    <w:rsid w:val="00FF40B1"/>
    <w:rsid w:val="00FF40D5"/>
    <w:rsid w:val="00FF457A"/>
    <w:rsid w:val="00FF4BD1"/>
    <w:rsid w:val="00FF50B0"/>
    <w:rsid w:val="00FF54F7"/>
    <w:rsid w:val="00FF5961"/>
    <w:rsid w:val="00FF5A2C"/>
    <w:rsid w:val="00FF5A60"/>
    <w:rsid w:val="00FF5AC0"/>
    <w:rsid w:val="00FF5E16"/>
    <w:rsid w:val="00FF5E69"/>
    <w:rsid w:val="00FF5EC5"/>
    <w:rsid w:val="00FF5F09"/>
    <w:rsid w:val="00FF6078"/>
    <w:rsid w:val="00FF6089"/>
    <w:rsid w:val="00FF6161"/>
    <w:rsid w:val="00FF61AD"/>
    <w:rsid w:val="00FF6221"/>
    <w:rsid w:val="00FF648D"/>
    <w:rsid w:val="00FF6832"/>
    <w:rsid w:val="00FF691F"/>
    <w:rsid w:val="00FF69F7"/>
    <w:rsid w:val="00FF6A10"/>
    <w:rsid w:val="00FF6D61"/>
    <w:rsid w:val="00FF6E94"/>
    <w:rsid w:val="00FF768C"/>
    <w:rsid w:val="00FF79A6"/>
    <w:rsid w:val="00FF7A7D"/>
    <w:rsid w:val="00FF7AD0"/>
    <w:rsid w:val="00FF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DD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653B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1653B4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8C3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C385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Normal"/>
    <w:uiPriority w:val="99"/>
    <w:rsid w:val="003D7C82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3D7C82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6</Pages>
  <Words>2461</Words>
  <Characters>14031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dc:description/>
  <cp:lastModifiedBy>1</cp:lastModifiedBy>
  <cp:revision>14</cp:revision>
  <cp:lastPrinted>2017-11-04T12:23:00Z</cp:lastPrinted>
  <dcterms:created xsi:type="dcterms:W3CDTF">2017-11-08T11:32:00Z</dcterms:created>
  <dcterms:modified xsi:type="dcterms:W3CDTF">2020-10-14T04:57:00Z</dcterms:modified>
</cp:coreProperties>
</file>